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110222" w14:textId="6B2F12E2" w:rsidR="00C71349" w:rsidRDefault="000748DF" w:rsidP="00103679">
      <w:pPr>
        <w:pStyle w:val="Header"/>
      </w:pPr>
      <w:r>
        <w:rPr>
          <w:noProof/>
        </w:rPr>
        <w:drawing>
          <wp:inline distT="0" distB="0" distL="0" distR="0" wp14:anchorId="7256599E" wp14:editId="75B8E53A">
            <wp:extent cx="2935224" cy="603504"/>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2935224" cy="603504"/>
                    </a:xfrm>
                    <a:prstGeom prst="rect">
                      <a:avLst/>
                    </a:prstGeom>
                  </pic:spPr>
                </pic:pic>
              </a:graphicData>
            </a:graphic>
          </wp:inline>
        </w:drawing>
      </w:r>
    </w:p>
    <w:p w14:paraId="548B97BC" w14:textId="30555091" w:rsidR="00C71349" w:rsidRDefault="00AE45B1" w:rsidP="0042408C">
      <w:pPr>
        <w:pStyle w:val="Title"/>
      </w:pPr>
      <w:r w:rsidRPr="00E86199">
        <w:t xml:space="preserve">Service Metadata Publishing (SMP) Version </w:t>
      </w:r>
      <w:r>
        <w:t>2</w:t>
      </w:r>
      <w:r w:rsidRPr="00E86199">
        <w:t>.0</w:t>
      </w:r>
    </w:p>
    <w:p w14:paraId="0A48E8C8" w14:textId="4D2660EE" w:rsidR="00E4299F" w:rsidRDefault="005A4242" w:rsidP="0042408C">
      <w:pPr>
        <w:pStyle w:val="Subtitle"/>
      </w:pPr>
      <w:r>
        <w:t>OASIS Standard</w:t>
      </w:r>
    </w:p>
    <w:p w14:paraId="2A170032" w14:textId="305C3703" w:rsidR="00286EC7" w:rsidRDefault="005A4242" w:rsidP="008C100C">
      <w:pPr>
        <w:pStyle w:val="Subtitle"/>
      </w:pPr>
      <w:r w:rsidRPr="005A4242">
        <w:t>14 February 2021</w:t>
      </w:r>
    </w:p>
    <w:p w14:paraId="47DE578F" w14:textId="02C99960" w:rsidR="00D8340E" w:rsidRDefault="00D8340E" w:rsidP="00D8340E">
      <w:pPr>
        <w:pStyle w:val="Titlepageinfo"/>
      </w:pPr>
      <w:r>
        <w:t xml:space="preserve">This </w:t>
      </w:r>
      <w:r w:rsidR="00D01723">
        <w:t>stage</w:t>
      </w:r>
      <w:r>
        <w:t>:</w:t>
      </w:r>
    </w:p>
    <w:p w14:paraId="37D1E51D" w14:textId="41BDB128" w:rsidR="00D8340E" w:rsidRPr="003707E2" w:rsidRDefault="005A4242" w:rsidP="00DC7E9B">
      <w:pPr>
        <w:spacing w:before="0" w:after="0"/>
        <w:rPr>
          <w:rStyle w:val="Hyperlink"/>
          <w:color w:val="auto"/>
        </w:rPr>
      </w:pPr>
      <w:hyperlink r:id="rId9" w:history="1">
        <w:r>
          <w:rPr>
            <w:rStyle w:val="Hyperlink"/>
          </w:rPr>
          <w:t>https://docs.oasis-open.org/bdxr/bdx-smp/v2.0/os/bdx-smp-v2.0-os.docx</w:t>
        </w:r>
      </w:hyperlink>
      <w:r w:rsidR="00290712">
        <w:t xml:space="preserve"> (Authoritative)</w:t>
      </w:r>
    </w:p>
    <w:p w14:paraId="0A4F4D0D" w14:textId="390C9544" w:rsidR="00D8340E" w:rsidRDefault="005A4242" w:rsidP="00DC7E9B">
      <w:pPr>
        <w:spacing w:before="0" w:after="0"/>
        <w:rPr>
          <w:rStyle w:val="Hyperlink"/>
          <w:color w:val="auto"/>
        </w:rPr>
      </w:pPr>
      <w:hyperlink r:id="rId10" w:history="1">
        <w:r>
          <w:rPr>
            <w:rStyle w:val="Hyperlink"/>
          </w:rPr>
          <w:t>https://docs.oasis-open.org/bdxr/bdx-smp/v2.0/os/bdx-smp-v2.0-os.html</w:t>
        </w:r>
      </w:hyperlink>
    </w:p>
    <w:p w14:paraId="1F4B9217" w14:textId="4D1D7872" w:rsidR="00D8340E" w:rsidRPr="00FC06F0" w:rsidRDefault="005A4242" w:rsidP="00BF3A33">
      <w:pPr>
        <w:spacing w:before="0" w:after="40"/>
        <w:rPr>
          <w:rStyle w:val="Hyperlink"/>
          <w:color w:val="auto"/>
        </w:rPr>
      </w:pPr>
      <w:hyperlink r:id="rId11" w:history="1">
        <w:r>
          <w:rPr>
            <w:rStyle w:val="Hyperlink"/>
          </w:rPr>
          <w:t>https://docs.oasis-open.org/bdxr/bdx-smp/v2.0/os/bdx-smp-v2.0-os.pdf</w:t>
        </w:r>
      </w:hyperlink>
    </w:p>
    <w:p w14:paraId="31302FD5" w14:textId="2417C888" w:rsidR="00D8340E" w:rsidRDefault="00D8340E" w:rsidP="00D8340E">
      <w:pPr>
        <w:pStyle w:val="Titlepageinfo"/>
      </w:pPr>
      <w:r>
        <w:t xml:space="preserve">Previous </w:t>
      </w:r>
      <w:r w:rsidR="00D01723">
        <w:t>stage</w:t>
      </w:r>
      <w:r>
        <w:t>:</w:t>
      </w:r>
    </w:p>
    <w:p w14:paraId="5970E3FB" w14:textId="77777777" w:rsidR="005A4242" w:rsidRPr="003707E2" w:rsidRDefault="005A4242" w:rsidP="005A4242">
      <w:pPr>
        <w:spacing w:before="0" w:after="0"/>
        <w:rPr>
          <w:rStyle w:val="Hyperlink"/>
          <w:color w:val="auto"/>
        </w:rPr>
      </w:pPr>
      <w:hyperlink r:id="rId12" w:history="1">
        <w:r>
          <w:rPr>
            <w:rStyle w:val="Hyperlink"/>
          </w:rPr>
          <w:t>https://docs.oasis-open.org/bdxr/bdx-smp/v2.0/cs03/bdx-smp-v2.0-cs03.docx</w:t>
        </w:r>
      </w:hyperlink>
      <w:r>
        <w:t xml:space="preserve"> (Authoritative)</w:t>
      </w:r>
    </w:p>
    <w:p w14:paraId="5AE6F66A" w14:textId="77777777" w:rsidR="005A4242" w:rsidRDefault="005A4242" w:rsidP="005A4242">
      <w:pPr>
        <w:spacing w:before="0" w:after="0"/>
        <w:rPr>
          <w:rStyle w:val="Hyperlink"/>
          <w:color w:val="auto"/>
        </w:rPr>
      </w:pPr>
      <w:hyperlink r:id="rId13" w:history="1">
        <w:r>
          <w:rPr>
            <w:rStyle w:val="Hyperlink"/>
          </w:rPr>
          <w:t>https://docs.oasis-open.org/bdxr/bdx-smp/v2.0/cs03/bdx-smp-v2.0-cs03.html</w:t>
        </w:r>
      </w:hyperlink>
    </w:p>
    <w:p w14:paraId="5A0B92C2" w14:textId="69881F5D" w:rsidR="00D8340E" w:rsidRPr="00FC06F0" w:rsidRDefault="005A4242" w:rsidP="005A4242">
      <w:pPr>
        <w:spacing w:before="0" w:after="40"/>
        <w:rPr>
          <w:rStyle w:val="Hyperlink"/>
          <w:color w:val="auto"/>
        </w:rPr>
      </w:pPr>
      <w:hyperlink r:id="rId14" w:history="1">
        <w:r>
          <w:rPr>
            <w:rStyle w:val="Hyperlink"/>
          </w:rPr>
          <w:t>https://docs.oasis-open.org/bdxr/bdx-smp/v2.0/cs03/bdx-smp-v2.0-cs03.pdf</w:t>
        </w:r>
      </w:hyperlink>
    </w:p>
    <w:p w14:paraId="090A0E99" w14:textId="7D563619" w:rsidR="00D8340E" w:rsidRDefault="00D8340E" w:rsidP="00D8340E">
      <w:pPr>
        <w:pStyle w:val="Titlepageinfo"/>
      </w:pPr>
      <w:r>
        <w:t xml:space="preserve">Latest </w:t>
      </w:r>
      <w:r w:rsidR="00D01723">
        <w:t>stage</w:t>
      </w:r>
      <w:r>
        <w:t>:</w:t>
      </w:r>
    </w:p>
    <w:p w14:paraId="19DEC057" w14:textId="03D35297" w:rsidR="003B37FE" w:rsidRPr="003707E2" w:rsidRDefault="005A4242" w:rsidP="00DC7E9B">
      <w:pPr>
        <w:spacing w:before="0" w:after="0"/>
        <w:rPr>
          <w:rStyle w:val="Hyperlink"/>
          <w:color w:val="auto"/>
        </w:rPr>
      </w:pPr>
      <w:hyperlink r:id="rId15" w:history="1">
        <w:r w:rsidR="00AE45B1">
          <w:rPr>
            <w:rStyle w:val="Hyperlink"/>
          </w:rPr>
          <w:t>https://docs.oasis-open.org/bdxr/bdx-smp/v2.0/bdx-smp-v2.0.docx</w:t>
        </w:r>
      </w:hyperlink>
      <w:r w:rsidR="00290712">
        <w:t xml:space="preserve"> (Authoritative)</w:t>
      </w:r>
    </w:p>
    <w:p w14:paraId="1185803B" w14:textId="5EC1A182" w:rsidR="003B37FE" w:rsidRDefault="005A4242" w:rsidP="00DC7E9B">
      <w:pPr>
        <w:spacing w:before="0" w:after="0"/>
        <w:rPr>
          <w:rStyle w:val="Hyperlink"/>
          <w:color w:val="auto"/>
        </w:rPr>
      </w:pPr>
      <w:hyperlink r:id="rId16" w:history="1">
        <w:r w:rsidR="00AE45B1">
          <w:rPr>
            <w:rStyle w:val="Hyperlink"/>
          </w:rPr>
          <w:t>https://docs.oasis-open.org/bdxr/bdx-smp/v2.0/bdx-smp-v2.0.html</w:t>
        </w:r>
      </w:hyperlink>
    </w:p>
    <w:p w14:paraId="4926D4E1" w14:textId="4C114731" w:rsidR="00D8340E" w:rsidRPr="00FC06F0" w:rsidRDefault="005A4242" w:rsidP="00BF3A33">
      <w:pPr>
        <w:spacing w:before="0" w:after="40"/>
        <w:rPr>
          <w:rStyle w:val="Hyperlink"/>
          <w:color w:val="auto"/>
        </w:rPr>
      </w:pPr>
      <w:hyperlink r:id="rId17" w:history="1">
        <w:r w:rsidR="00AE45B1">
          <w:rPr>
            <w:rStyle w:val="Hyperlink"/>
          </w:rPr>
          <w:t>https://docs.oasis-open.org/bdxr/bdx-smp/v2.0/bdx-smp-v2.0.pdf</w:t>
        </w:r>
      </w:hyperlink>
    </w:p>
    <w:p w14:paraId="441BA7B8" w14:textId="77777777" w:rsidR="00024C43" w:rsidRDefault="00024C43" w:rsidP="008C100C">
      <w:pPr>
        <w:pStyle w:val="Titlepageinfo"/>
      </w:pPr>
      <w:r>
        <w:t>Technical Committee:</w:t>
      </w:r>
    </w:p>
    <w:p w14:paraId="73FE04CC" w14:textId="525A64C2" w:rsidR="00024C43" w:rsidRDefault="005A4242" w:rsidP="00BF3A33">
      <w:pPr>
        <w:spacing w:before="0" w:after="40"/>
      </w:pPr>
      <w:hyperlink r:id="rId18" w:history="1">
        <w:r w:rsidR="00AE45B1" w:rsidRPr="00F35F0E">
          <w:rPr>
            <w:rStyle w:val="Hyperlink"/>
          </w:rPr>
          <w:t>OASIS Business Document Exchange (BDXR) TC</w:t>
        </w:r>
      </w:hyperlink>
    </w:p>
    <w:p w14:paraId="730B06D5" w14:textId="3653550B" w:rsidR="009C7DCE" w:rsidRDefault="00DC2EB1" w:rsidP="008C100C">
      <w:pPr>
        <w:pStyle w:val="Titlepageinfo"/>
      </w:pPr>
      <w:r>
        <w:t>Chair</w:t>
      </w:r>
      <w:r w:rsidR="009C7DCE">
        <w:t>:</w:t>
      </w:r>
    </w:p>
    <w:p w14:paraId="16C836BD" w14:textId="31200F79" w:rsidR="007816D7" w:rsidRDefault="00633A58" w:rsidP="00633A58">
      <w:pPr>
        <w:spacing w:before="0" w:after="0"/>
      </w:pPr>
      <w:r w:rsidRPr="00F35F0E">
        <w:t>Kenneth Bengtsson (</w:t>
      </w:r>
      <w:hyperlink r:id="rId19" w:history="1">
        <w:r w:rsidRPr="00F35F0E">
          <w:rPr>
            <w:rStyle w:val="Hyperlink"/>
          </w:rPr>
          <w:t>kbengtsson@efact.pe</w:t>
        </w:r>
      </w:hyperlink>
      <w:r w:rsidRPr="00F35F0E">
        <w:t>), Individual member</w:t>
      </w:r>
    </w:p>
    <w:p w14:paraId="19E8C03D" w14:textId="77777777" w:rsidR="007816D7" w:rsidRDefault="00DC2EB1" w:rsidP="008C100C">
      <w:pPr>
        <w:pStyle w:val="Titlepageinfo"/>
      </w:pPr>
      <w:r>
        <w:t>Editors</w:t>
      </w:r>
      <w:r w:rsidR="007816D7">
        <w:t>:</w:t>
      </w:r>
    </w:p>
    <w:p w14:paraId="112393E5" w14:textId="2A69323B" w:rsidR="00B809FD" w:rsidRDefault="00633A58" w:rsidP="00DC7E9B">
      <w:pPr>
        <w:spacing w:before="0" w:after="0"/>
      </w:pPr>
      <w:r w:rsidRPr="00F35F0E">
        <w:t>Kenneth Bengtsson (</w:t>
      </w:r>
      <w:hyperlink r:id="rId20" w:history="1">
        <w:r w:rsidRPr="00F35F0E">
          <w:rPr>
            <w:rStyle w:val="Hyperlink"/>
          </w:rPr>
          <w:t>kbengtsson@efact.pe</w:t>
        </w:r>
      </w:hyperlink>
      <w:r w:rsidRPr="00F35F0E">
        <w:t>), Individual member</w:t>
      </w:r>
    </w:p>
    <w:p w14:paraId="3EBF7EAC" w14:textId="0DD00CB1" w:rsidR="00AE45B1" w:rsidRDefault="00633A58" w:rsidP="00AE45B1">
      <w:pPr>
        <w:spacing w:before="0" w:after="0"/>
      </w:pPr>
      <w:proofErr w:type="spellStart"/>
      <w:r w:rsidRPr="00F35F0E">
        <w:rPr>
          <w:rStyle w:val="Refterm"/>
          <w:b w:val="0"/>
        </w:rPr>
        <w:t>Erlend</w:t>
      </w:r>
      <w:proofErr w:type="spellEnd"/>
      <w:r w:rsidRPr="00F35F0E">
        <w:rPr>
          <w:rStyle w:val="Refterm"/>
          <w:b w:val="0"/>
        </w:rPr>
        <w:t xml:space="preserve"> </w:t>
      </w:r>
      <w:proofErr w:type="spellStart"/>
      <w:r w:rsidRPr="00F35F0E">
        <w:rPr>
          <w:rStyle w:val="Refterm"/>
          <w:b w:val="0"/>
        </w:rPr>
        <w:t>Klakegg</w:t>
      </w:r>
      <w:proofErr w:type="spellEnd"/>
      <w:r w:rsidRPr="00F35F0E">
        <w:rPr>
          <w:rStyle w:val="Refterm"/>
          <w:b w:val="0"/>
        </w:rPr>
        <w:t xml:space="preserve"> Bergheim (</w:t>
      </w:r>
      <w:hyperlink r:id="rId21" w:history="1">
        <w:r w:rsidRPr="00F35F0E">
          <w:rPr>
            <w:rStyle w:val="Hyperlink"/>
          </w:rPr>
          <w:t>erlend.klakegg.bergheim@difi.no</w:t>
        </w:r>
      </w:hyperlink>
      <w:r w:rsidRPr="00F35F0E">
        <w:rPr>
          <w:rStyle w:val="Refterm"/>
          <w:b w:val="0"/>
        </w:rPr>
        <w:t xml:space="preserve">), </w:t>
      </w:r>
      <w:hyperlink r:id="rId22" w:history="1">
        <w:proofErr w:type="spellStart"/>
        <w:r w:rsidRPr="00105B46">
          <w:rPr>
            <w:rStyle w:val="Hyperlink"/>
          </w:rPr>
          <w:t>Difi</w:t>
        </w:r>
        <w:proofErr w:type="spellEnd"/>
        <w:r w:rsidRPr="00105B46">
          <w:rPr>
            <w:rStyle w:val="Hyperlink"/>
          </w:rPr>
          <w:t>-Agency for Public Management and eGovernment</w:t>
        </w:r>
      </w:hyperlink>
    </w:p>
    <w:p w14:paraId="536B5B4F" w14:textId="3FA2D61D" w:rsidR="00AE45B1" w:rsidRDefault="00633A58" w:rsidP="00AE45B1">
      <w:pPr>
        <w:spacing w:before="0" w:after="0"/>
      </w:pPr>
      <w:r w:rsidRPr="00F35F0E">
        <w:rPr>
          <w:rStyle w:val="Refterm"/>
          <w:b w:val="0"/>
        </w:rPr>
        <w:t xml:space="preserve">Sander </w:t>
      </w:r>
      <w:proofErr w:type="spellStart"/>
      <w:r w:rsidRPr="00F35F0E">
        <w:rPr>
          <w:rStyle w:val="Refterm"/>
          <w:b w:val="0"/>
        </w:rPr>
        <w:t>Fieten</w:t>
      </w:r>
      <w:proofErr w:type="spellEnd"/>
      <w:r w:rsidRPr="00F35F0E">
        <w:rPr>
          <w:rStyle w:val="Refterm"/>
          <w:b w:val="0"/>
        </w:rPr>
        <w:t xml:space="preserve"> (</w:t>
      </w:r>
      <w:hyperlink r:id="rId23" w:history="1">
        <w:r w:rsidRPr="00F35F0E">
          <w:rPr>
            <w:rStyle w:val="Hyperlink"/>
          </w:rPr>
          <w:t>sander@chasquis-consulting.com</w:t>
        </w:r>
      </w:hyperlink>
      <w:r w:rsidRPr="00F35F0E">
        <w:rPr>
          <w:rStyle w:val="Refterm"/>
          <w:b w:val="0"/>
        </w:rPr>
        <w:t>), Individual member</w:t>
      </w:r>
    </w:p>
    <w:p w14:paraId="1CED605B" w14:textId="2C8B8FA1" w:rsidR="004C4D7C" w:rsidRDefault="00633A58" w:rsidP="00BF3A33">
      <w:pPr>
        <w:spacing w:before="0" w:after="40"/>
      </w:pPr>
      <w:r w:rsidRPr="00F35F0E">
        <w:t>G. Ken Holman (</w:t>
      </w:r>
      <w:hyperlink r:id="rId24" w:history="1">
        <w:r w:rsidRPr="00F35F0E">
          <w:rPr>
            <w:rStyle w:val="Hyperlink"/>
          </w:rPr>
          <w:t>gkholman@CraneSoftwrights.com</w:t>
        </w:r>
      </w:hyperlink>
      <w:r w:rsidRPr="00F35F0E">
        <w:t xml:space="preserve">), </w:t>
      </w:r>
      <w:hyperlink r:id="rId25" w:history="1">
        <w:r w:rsidRPr="00F35F0E">
          <w:rPr>
            <w:rStyle w:val="Hyperlink"/>
          </w:rPr>
          <w:t xml:space="preserve">Crane </w:t>
        </w:r>
        <w:proofErr w:type="spellStart"/>
        <w:r w:rsidRPr="00F35F0E">
          <w:rPr>
            <w:rStyle w:val="Hyperlink"/>
          </w:rPr>
          <w:t>Softwrights</w:t>
        </w:r>
        <w:proofErr w:type="spellEnd"/>
        <w:r w:rsidRPr="00F35F0E">
          <w:rPr>
            <w:rStyle w:val="Hyperlink"/>
          </w:rPr>
          <w:t xml:space="preserve"> Ltd.</w:t>
        </w:r>
      </w:hyperlink>
    </w:p>
    <w:p w14:paraId="59964452" w14:textId="77777777" w:rsidR="00560795" w:rsidRDefault="00D00DF9" w:rsidP="003B0E37">
      <w:pPr>
        <w:pStyle w:val="Titlepageinfo"/>
      </w:pPr>
      <w:bookmarkStart w:id="0" w:name="AdditionalArtifacts"/>
      <w:r>
        <w:t>Additional</w:t>
      </w:r>
      <w:r w:rsidR="00560795">
        <w:t xml:space="preserve"> artifacts</w:t>
      </w:r>
      <w:bookmarkEnd w:id="0"/>
      <w:r w:rsidR="00560795">
        <w:t>:</w:t>
      </w:r>
    </w:p>
    <w:p w14:paraId="74C7DFA4" w14:textId="77777777" w:rsidR="00560795" w:rsidRDefault="00560795" w:rsidP="000307A3">
      <w:pPr>
        <w:pStyle w:val="Titlepageinfodescription"/>
      </w:pPr>
      <w:r w:rsidRPr="00560795">
        <w:t xml:space="preserve">This prose specification is one component of a Work Product </w:t>
      </w:r>
      <w:r w:rsidR="003A0D47">
        <w:t>that</w:t>
      </w:r>
      <w:r w:rsidRPr="00560795">
        <w:t xml:space="preserve"> also includes:</w:t>
      </w:r>
    </w:p>
    <w:p w14:paraId="32DB9F53" w14:textId="1F3FF9F2" w:rsidR="00D00DF9" w:rsidRDefault="00560795" w:rsidP="00476F31">
      <w:pPr>
        <w:pStyle w:val="RelatedWork"/>
      </w:pPr>
      <w:r>
        <w:t>XML schemas:</w:t>
      </w:r>
      <w:r w:rsidRPr="0007308D">
        <w:t xml:space="preserve"> </w:t>
      </w:r>
      <w:hyperlink r:id="rId26" w:history="1">
        <w:r w:rsidR="005A4242">
          <w:rPr>
            <w:rStyle w:val="Hyperlink"/>
          </w:rPr>
          <w:t>https://docs.oasis-open.org/bdxr/bdx-smp/v2.0/os/xsd/</w:t>
        </w:r>
      </w:hyperlink>
      <w:r w:rsidR="00D00DF9" w:rsidRPr="0007308D">
        <w:t xml:space="preserve"> </w:t>
      </w:r>
      <w:r w:rsidR="00633A58">
        <w:t xml:space="preserve">and </w:t>
      </w:r>
      <w:hyperlink r:id="rId27" w:history="1">
        <w:r w:rsidR="005A4242">
          <w:rPr>
            <w:rStyle w:val="Hyperlink"/>
          </w:rPr>
          <w:t>https://docs.oasis-open.org/bdxr/bdx-smp/v2.0/os/xsdrt/</w:t>
        </w:r>
      </w:hyperlink>
    </w:p>
    <w:p w14:paraId="2E7BF9A9" w14:textId="17255397" w:rsidR="00D00DF9" w:rsidRDefault="00633A58" w:rsidP="00476F31">
      <w:pPr>
        <w:pStyle w:val="RelatedWork"/>
      </w:pPr>
      <w:r>
        <w:rPr>
          <w:rStyle w:val="Hyperlink"/>
          <w:color w:val="000000" w:themeColor="text1"/>
        </w:rPr>
        <w:t xml:space="preserve">Model documentation: </w:t>
      </w:r>
      <w:hyperlink r:id="rId28" w:history="1">
        <w:r w:rsidR="005A4242">
          <w:rPr>
            <w:rStyle w:val="Hyperlink"/>
          </w:rPr>
          <w:t>https://docs.oasis-open.org/bdxr/bdx-smp/v2.0/os/mod/</w:t>
        </w:r>
      </w:hyperlink>
    </w:p>
    <w:p w14:paraId="65259F4F" w14:textId="77777777" w:rsidR="00D00DF9" w:rsidRDefault="00D00DF9" w:rsidP="00D00DF9">
      <w:pPr>
        <w:pStyle w:val="Titlepageinfo"/>
      </w:pPr>
      <w:bookmarkStart w:id="1" w:name="RelatedWork"/>
      <w:r>
        <w:t>Related work</w:t>
      </w:r>
      <w:bookmarkEnd w:id="1"/>
      <w:r>
        <w:t>:</w:t>
      </w:r>
    </w:p>
    <w:p w14:paraId="6F5D8E83" w14:textId="77777777" w:rsidR="00D00DF9" w:rsidRPr="004C4D7C" w:rsidRDefault="00D00DF9" w:rsidP="00DC7E9B">
      <w:pPr>
        <w:pStyle w:val="Titlepageinfodescription"/>
      </w:pPr>
      <w:r>
        <w:t xml:space="preserve">This </w:t>
      </w:r>
      <w:r w:rsidR="00494EE0">
        <w:t>specification</w:t>
      </w:r>
      <w:r>
        <w:t xml:space="preserve"> replaces or supersedes:</w:t>
      </w:r>
    </w:p>
    <w:p w14:paraId="7331183F" w14:textId="0F6C4D63" w:rsidR="00D00DF9" w:rsidRDefault="00633A58" w:rsidP="00476F31">
      <w:pPr>
        <w:pStyle w:val="RelatedWork"/>
      </w:pPr>
      <w:r w:rsidRPr="00F35F0E">
        <w:rPr>
          <w:rStyle w:val="Refterm"/>
          <w:b w:val="0"/>
          <w:i/>
        </w:rPr>
        <w:t>Service Metadata Publishing (SMP) Version 1.0</w:t>
      </w:r>
      <w:r w:rsidRPr="00F35F0E">
        <w:rPr>
          <w:rStyle w:val="Refterm"/>
          <w:b w:val="0"/>
        </w:rPr>
        <w:t xml:space="preserve">. Edited by Jens </w:t>
      </w:r>
      <w:proofErr w:type="spellStart"/>
      <w:r w:rsidRPr="00F35F0E">
        <w:rPr>
          <w:rStyle w:val="Refterm"/>
          <w:b w:val="0"/>
        </w:rPr>
        <w:t>Aabol</w:t>
      </w:r>
      <w:proofErr w:type="spellEnd"/>
      <w:r w:rsidRPr="00F35F0E">
        <w:rPr>
          <w:rStyle w:val="Refterm"/>
          <w:b w:val="0"/>
        </w:rPr>
        <w:t xml:space="preserve">, Kenneth Bengtsson, </w:t>
      </w:r>
      <w:proofErr w:type="spellStart"/>
      <w:r w:rsidRPr="00F35F0E">
        <w:rPr>
          <w:rStyle w:val="Refterm"/>
          <w:b w:val="0"/>
        </w:rPr>
        <w:t>Erlend</w:t>
      </w:r>
      <w:proofErr w:type="spellEnd"/>
      <w:r w:rsidRPr="00F35F0E">
        <w:rPr>
          <w:rStyle w:val="Refterm"/>
          <w:b w:val="0"/>
        </w:rPr>
        <w:t xml:space="preserve"> </w:t>
      </w:r>
      <w:proofErr w:type="spellStart"/>
      <w:r w:rsidRPr="00F35F0E">
        <w:rPr>
          <w:rStyle w:val="Refterm"/>
          <w:b w:val="0"/>
        </w:rPr>
        <w:t>Klakegg</w:t>
      </w:r>
      <w:proofErr w:type="spellEnd"/>
      <w:r w:rsidRPr="00F35F0E">
        <w:rPr>
          <w:rStyle w:val="Refterm"/>
          <w:b w:val="0"/>
        </w:rPr>
        <w:t xml:space="preserve"> Bergheim, Sander </w:t>
      </w:r>
      <w:proofErr w:type="spellStart"/>
      <w:r w:rsidRPr="00F35F0E">
        <w:rPr>
          <w:rStyle w:val="Refterm"/>
          <w:b w:val="0"/>
        </w:rPr>
        <w:t>Fieten</w:t>
      </w:r>
      <w:proofErr w:type="spellEnd"/>
      <w:r w:rsidRPr="00F35F0E">
        <w:rPr>
          <w:rStyle w:val="Refterm"/>
          <w:b w:val="0"/>
        </w:rPr>
        <w:t xml:space="preserve">, and Sven Rasmussen. 01 August 2017. OASIS Standard. </w:t>
      </w:r>
      <w:hyperlink r:id="rId29" w:history="1">
        <w:r w:rsidRPr="00F35F0E">
          <w:rPr>
            <w:rStyle w:val="Hyperlink"/>
          </w:rPr>
          <w:t>http://docs.oasis-open.org/bdxr/bdx-smp/v1.0/os/bdx-smp-v1.0-os.html</w:t>
        </w:r>
      </w:hyperlink>
      <w:r w:rsidRPr="00F35F0E">
        <w:rPr>
          <w:rStyle w:val="Refterm"/>
          <w:b w:val="0"/>
        </w:rPr>
        <w:t>.</w:t>
      </w:r>
    </w:p>
    <w:p w14:paraId="3D7C0F04" w14:textId="77777777" w:rsidR="00D00DF9" w:rsidRPr="004C4D7C" w:rsidRDefault="00D00DF9" w:rsidP="00DC7E9B">
      <w:pPr>
        <w:pStyle w:val="Titlepageinfodescription"/>
      </w:pPr>
      <w:r>
        <w:t xml:space="preserve">This </w:t>
      </w:r>
      <w:r w:rsidR="00494EE0">
        <w:t>specification</w:t>
      </w:r>
      <w:r>
        <w:t xml:space="preserve"> is related to:</w:t>
      </w:r>
    </w:p>
    <w:p w14:paraId="5B58D61B" w14:textId="4204CEA6" w:rsidR="00560795" w:rsidRPr="00560795" w:rsidRDefault="00633A58" w:rsidP="00476F31">
      <w:pPr>
        <w:pStyle w:val="RelatedWork"/>
      </w:pPr>
      <w:r w:rsidRPr="00F35F0E">
        <w:rPr>
          <w:i/>
        </w:rPr>
        <w:t>Business Document Metadata Service Location Version 1.0.</w:t>
      </w:r>
      <w:r w:rsidRPr="00F35F0E">
        <w:t xml:space="preserve"> Edited by Dale Moberg and </w:t>
      </w:r>
      <w:proofErr w:type="spellStart"/>
      <w:r w:rsidRPr="00F35F0E">
        <w:t>Pim</w:t>
      </w:r>
      <w:proofErr w:type="spellEnd"/>
      <w:r w:rsidRPr="00F35F0E">
        <w:t xml:space="preserve"> van der </w:t>
      </w:r>
      <w:proofErr w:type="spellStart"/>
      <w:r w:rsidRPr="00F35F0E">
        <w:t>Eijk</w:t>
      </w:r>
      <w:proofErr w:type="spellEnd"/>
      <w:r w:rsidRPr="00F35F0E">
        <w:t xml:space="preserve">. Latest </w:t>
      </w:r>
      <w:r w:rsidR="00D01723">
        <w:t>stage</w:t>
      </w:r>
      <w:r w:rsidRPr="00F35F0E">
        <w:t xml:space="preserve">: </w:t>
      </w:r>
      <w:hyperlink r:id="rId30" w:history="1">
        <w:r w:rsidRPr="00F35F0E">
          <w:rPr>
            <w:rStyle w:val="Hyperlink"/>
          </w:rPr>
          <w:t>http://docs.oasis-open.org/bdxr/BDX-Location/v1.0/BDX-Location-v1.0.html</w:t>
        </w:r>
      </w:hyperlink>
      <w:r w:rsidRPr="00F35F0E">
        <w:t>.</w:t>
      </w:r>
    </w:p>
    <w:p w14:paraId="7A1AB8D9" w14:textId="77777777" w:rsidR="00547E3B" w:rsidRDefault="00547E3B" w:rsidP="00547E3B">
      <w:pPr>
        <w:pStyle w:val="Titlepageinfo"/>
      </w:pPr>
      <w:r>
        <w:t>Declared XML namespaces:</w:t>
      </w:r>
    </w:p>
    <w:p w14:paraId="6E326460" w14:textId="7DE7BD1A" w:rsidR="00547E3B" w:rsidRDefault="005A4242" w:rsidP="00476F31">
      <w:pPr>
        <w:pStyle w:val="RelatedWork"/>
      </w:pPr>
      <w:hyperlink r:id="rId31" w:history="1">
        <w:r w:rsidR="000831D9" w:rsidRPr="00F35F0E">
          <w:rPr>
            <w:rStyle w:val="Hyperlink"/>
          </w:rPr>
          <w:t>http://docs.oasis-open.org/bdxr/ns/SMP/2/ServiceGroup</w:t>
        </w:r>
      </w:hyperlink>
    </w:p>
    <w:p w14:paraId="2936AD19" w14:textId="08D52552" w:rsidR="00633A58" w:rsidRPr="00633A58" w:rsidRDefault="005A4242" w:rsidP="00476F31">
      <w:pPr>
        <w:pStyle w:val="RelatedWork"/>
        <w:rPr>
          <w:rStyle w:val="Hyperlink"/>
          <w:color w:val="auto"/>
        </w:rPr>
      </w:pPr>
      <w:hyperlink r:id="rId32" w:history="1">
        <w:r w:rsidR="00633A58" w:rsidRPr="00F35F0E">
          <w:rPr>
            <w:rStyle w:val="Hyperlink"/>
          </w:rPr>
          <w:t>http://docs.oasis-open.org/bdxr/ns/SMP/2/ServiceMetadata</w:t>
        </w:r>
      </w:hyperlink>
    </w:p>
    <w:p w14:paraId="740573A8" w14:textId="0C6A1691" w:rsidR="00633A58" w:rsidRPr="00633A58" w:rsidRDefault="005A4242" w:rsidP="00476F31">
      <w:pPr>
        <w:pStyle w:val="RelatedWork"/>
        <w:rPr>
          <w:rStyle w:val="Hyperlink"/>
          <w:color w:val="auto"/>
        </w:rPr>
      </w:pPr>
      <w:hyperlink r:id="rId33" w:history="1">
        <w:r w:rsidR="00633A58" w:rsidRPr="00F35F0E">
          <w:rPr>
            <w:rStyle w:val="Hyperlink"/>
          </w:rPr>
          <w:t>http://docs.oasis-open.org/bdxr/ns/SMP/2/AggregateComponents</w:t>
        </w:r>
      </w:hyperlink>
    </w:p>
    <w:p w14:paraId="5CF06BA0" w14:textId="7DDF06F8" w:rsidR="00633A58" w:rsidRPr="00633A58" w:rsidRDefault="005A4242" w:rsidP="00476F31">
      <w:pPr>
        <w:pStyle w:val="RelatedWork"/>
        <w:rPr>
          <w:rStyle w:val="Hyperlink"/>
          <w:color w:val="auto"/>
        </w:rPr>
      </w:pPr>
      <w:hyperlink r:id="rId34" w:history="1">
        <w:r w:rsidR="00633A58" w:rsidRPr="00F35F0E">
          <w:rPr>
            <w:rStyle w:val="Hyperlink"/>
          </w:rPr>
          <w:t>http://docs.oasis-open.org/bdxr/ns/SMP/2/BasicComponents</w:t>
        </w:r>
      </w:hyperlink>
    </w:p>
    <w:p w14:paraId="701B5B24" w14:textId="59D407D0" w:rsidR="00633A58" w:rsidRPr="00633A58" w:rsidRDefault="005A4242" w:rsidP="00476F31">
      <w:pPr>
        <w:pStyle w:val="RelatedWork"/>
        <w:rPr>
          <w:rStyle w:val="Hyperlink"/>
          <w:color w:val="auto"/>
        </w:rPr>
      </w:pPr>
      <w:hyperlink r:id="rId35" w:history="1">
        <w:r w:rsidR="00633A58" w:rsidRPr="00F35F0E">
          <w:rPr>
            <w:rStyle w:val="Hyperlink"/>
          </w:rPr>
          <w:t>http://docs.oasis-open.org/bdxr/ns/SMP/2/ExtensionComponents</w:t>
        </w:r>
      </w:hyperlink>
    </w:p>
    <w:p w14:paraId="363C8DC8" w14:textId="72BD8CE5" w:rsidR="00633A58" w:rsidRPr="00633A58" w:rsidRDefault="005A4242" w:rsidP="00476F31">
      <w:pPr>
        <w:pStyle w:val="RelatedWork"/>
        <w:rPr>
          <w:rStyle w:val="Hyperlink"/>
          <w:color w:val="auto"/>
        </w:rPr>
      </w:pPr>
      <w:hyperlink r:id="rId36" w:history="1">
        <w:r w:rsidR="00633A58" w:rsidRPr="00F35F0E">
          <w:rPr>
            <w:rStyle w:val="Hyperlink"/>
          </w:rPr>
          <w:t>http://docs.oasis-open.org/bdxr/ns/SMP/2/QualifiedDataTypes</w:t>
        </w:r>
      </w:hyperlink>
    </w:p>
    <w:p w14:paraId="6CD32AB2" w14:textId="0F91091D" w:rsidR="00633A58" w:rsidRDefault="005A4242" w:rsidP="00476F31">
      <w:pPr>
        <w:pStyle w:val="RelatedWork"/>
      </w:pPr>
      <w:hyperlink r:id="rId37" w:history="1">
        <w:r w:rsidR="00633A58" w:rsidRPr="00F35F0E">
          <w:rPr>
            <w:rStyle w:val="Hyperlink"/>
          </w:rPr>
          <w:t>http://docs.oasis-open.org/bdxr/ns/SMP/2/UnqualifiedDataTypes</w:t>
        </w:r>
      </w:hyperlink>
    </w:p>
    <w:p w14:paraId="1E41A758" w14:textId="77777777" w:rsidR="009C7DCE" w:rsidRDefault="009C7DCE" w:rsidP="008C100C">
      <w:pPr>
        <w:pStyle w:val="Titlepageinfo"/>
      </w:pPr>
      <w:r>
        <w:t>Abstract:</w:t>
      </w:r>
    </w:p>
    <w:p w14:paraId="57BDA72B" w14:textId="03E1E8A1" w:rsidR="009C7DCE" w:rsidRDefault="00633A58" w:rsidP="00DC7E9B">
      <w:pPr>
        <w:pStyle w:val="Abstract"/>
      </w:pPr>
      <w:r w:rsidRPr="00EB5B98">
        <w:t>This document describes a protocol for publishing service metadata within a 4-corner network. In a 4-corner network, entities are exchanging business documents through intermediary gateway services (sometimes called Access Points). To successfully send a business document in a 4-corner network, an entity must be able to discover critical metadata about the recipient of the business document, such as types of documents the recipient is capable of receiving and methods of transport supported. The recipient makes this metadata available to other entities in the network through a Service Metadata Publisher service. This specification describes the request/response exchanges between a Service Metadata Publisher and a client wishing to discover endpoint information. A client can either be an end-user business application or a gateway/access point in the 4-corner network. It also defines the request processing that must happen at the client.</w:t>
      </w:r>
    </w:p>
    <w:p w14:paraId="21C31269" w14:textId="77777777" w:rsidR="009C7DCE" w:rsidRDefault="009C7DCE" w:rsidP="008C100C">
      <w:pPr>
        <w:pStyle w:val="Titlepageinfo"/>
      </w:pPr>
      <w:r>
        <w:t>Status:</w:t>
      </w:r>
    </w:p>
    <w:p w14:paraId="2EAB654F" w14:textId="7596693E" w:rsidR="000831D9" w:rsidRDefault="000831D9" w:rsidP="000831D9">
      <w:pPr>
        <w:pStyle w:val="Abstract"/>
      </w:pPr>
      <w:r>
        <w:t xml:space="preserve">This document was last revised or approved by the </w:t>
      </w:r>
      <w:r w:rsidR="005A4242">
        <w:t xml:space="preserve">membership of </w:t>
      </w:r>
      <w:r w:rsidRPr="005C7337">
        <w:t xml:space="preserve">OASIS </w:t>
      </w:r>
      <w:r>
        <w:t xml:space="preserve">on the above date. The level of approval is also listed above. Check the </w:t>
      </w:r>
      <w:r w:rsidRPr="00852E10">
        <w:t>"</w:t>
      </w:r>
      <w:r>
        <w:t xml:space="preserve">Latest </w:t>
      </w:r>
      <w:r w:rsidR="00D01723">
        <w:t>stage</w:t>
      </w:r>
      <w:r w:rsidRPr="00852E10">
        <w:t>"</w:t>
      </w:r>
      <w:r>
        <w:t xml:space="preserve"> location noted above for possible later revisions of this document. Any other numbered Versions and other technical work produced by the Technical Committee (TC) are listed at </w:t>
      </w:r>
      <w:hyperlink r:id="rId38" w:anchor="technical" w:history="1">
        <w:r>
          <w:rPr>
            <w:rStyle w:val="Hyperlink"/>
          </w:rPr>
          <w:t>https://www.oasis-open.org/committees/tc_home.php?wg_abbrev=bdxr#technical</w:t>
        </w:r>
      </w:hyperlink>
      <w:r>
        <w:t>.</w:t>
      </w:r>
    </w:p>
    <w:p w14:paraId="005A6570" w14:textId="77777777" w:rsidR="000831D9" w:rsidRPr="00A74011" w:rsidRDefault="000831D9" w:rsidP="000831D9">
      <w:pPr>
        <w:pStyle w:val="Abstract"/>
        <w:rPr>
          <w:rStyle w:val="Hyperlink"/>
          <w:color w:val="auto"/>
        </w:rPr>
      </w:pPr>
      <w:r>
        <w:t>TC members should send comments on this specification to the TC’s email list. Others should send comments to the TC’s public comment list, after subscribing to it by following the instructions at the “</w:t>
      </w:r>
      <w:hyperlink r:id="rId39" w:history="1">
        <w:r w:rsidRPr="0007308D">
          <w:rPr>
            <w:rStyle w:val="Hyperlink"/>
          </w:rPr>
          <w:t>Send A Comment</w:t>
        </w:r>
      </w:hyperlink>
      <w:r>
        <w:t xml:space="preserve">” button on the TC’s web page at </w:t>
      </w:r>
      <w:hyperlink r:id="rId40" w:history="1">
        <w:r>
          <w:rPr>
            <w:rStyle w:val="Hyperlink"/>
          </w:rPr>
          <w:t>https://www.oasis-open.org/committees/bdxr/</w:t>
        </w:r>
      </w:hyperlink>
      <w:r w:rsidRPr="008A31C5">
        <w:rPr>
          <w:rStyle w:val="Hyperlink"/>
          <w:color w:val="000000"/>
        </w:rPr>
        <w:t>.</w:t>
      </w:r>
    </w:p>
    <w:p w14:paraId="26F23615" w14:textId="77777777" w:rsidR="000831D9" w:rsidRDefault="000831D9" w:rsidP="000831D9">
      <w:pPr>
        <w:pStyle w:val="Abstract"/>
      </w:pPr>
      <w:r w:rsidRPr="009D6316">
        <w:t xml:space="preserve">This </w:t>
      </w:r>
      <w:r>
        <w:t>specification</w:t>
      </w:r>
      <w:r w:rsidRPr="009D6316">
        <w:t xml:space="preserve"> is provided under </w:t>
      </w:r>
      <w:r w:rsidRPr="004C3207">
        <w:t xml:space="preserve">the </w:t>
      </w:r>
      <w:hyperlink r:id="rId41" w:anchor="Non-Assertion-Mode" w:history="1">
        <w:r w:rsidRPr="004C3207">
          <w:rPr>
            <w:rStyle w:val="Hyperlink"/>
          </w:rPr>
          <w:t>Non-Assertion</w:t>
        </w:r>
      </w:hyperlink>
      <w:r w:rsidRPr="004C3207">
        <w:t xml:space="preserve"> Mode of the </w:t>
      </w:r>
      <w:hyperlink r:id="rId42"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w:t>
      </w:r>
      <w:r w:rsidRPr="00852E10">
        <w:t>'</w:t>
      </w:r>
      <w:r>
        <w:t>s</w:t>
      </w:r>
      <w:r w:rsidRPr="00B569DB">
        <w:t xml:space="preserve"> web page (</w:t>
      </w:r>
      <w:hyperlink r:id="rId43" w:history="1">
        <w:r>
          <w:rPr>
            <w:rStyle w:val="Hyperlink"/>
          </w:rPr>
          <w:t>https://www.oasis-open.org/committees/bdxr/ipr.php</w:t>
        </w:r>
      </w:hyperlink>
      <w:r>
        <w:t>).</w:t>
      </w:r>
    </w:p>
    <w:p w14:paraId="63C2CBAB" w14:textId="3511868B" w:rsidR="00300B86" w:rsidRPr="00300B86" w:rsidRDefault="000831D9" w:rsidP="000831D9">
      <w:pPr>
        <w:pStyle w:val="Abstract"/>
      </w:pPr>
      <w:r w:rsidRPr="00300B86">
        <w:t xml:space="preserve">Note that any machine-readable content </w:t>
      </w:r>
      <w:r>
        <w:t>(</w:t>
      </w:r>
      <w:hyperlink r:id="rId44" w:anchor="wpComponentsCompLang" w:history="1">
        <w:r w:rsidRPr="009031E0">
          <w:rPr>
            <w:rStyle w:val="Hyperlink"/>
          </w:rPr>
          <w:t>Computer Language Definitions</w:t>
        </w:r>
      </w:hyperlink>
      <w:r w:rsidRPr="009225E1">
        <w:t>)</w:t>
      </w:r>
      <w:r w:rsidRPr="00300B86">
        <w:t xml:space="preserve">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430C4459" w14:textId="77777777" w:rsidR="000449B0" w:rsidRDefault="000449B0" w:rsidP="000449B0">
      <w:pPr>
        <w:pStyle w:val="Titlepageinfo"/>
      </w:pPr>
      <w:r>
        <w:t xml:space="preserve">Citation </w:t>
      </w:r>
      <w:r w:rsidR="001F51AB">
        <w:t>f</w:t>
      </w:r>
      <w:r>
        <w:t>ormat:</w:t>
      </w:r>
    </w:p>
    <w:p w14:paraId="48A6F362" w14:textId="57E9992C" w:rsidR="000449B0" w:rsidRDefault="000449B0" w:rsidP="00BF3A33">
      <w:pPr>
        <w:pStyle w:val="Abstract"/>
      </w:pPr>
      <w:r>
        <w:t xml:space="preserve">When referencing this </w:t>
      </w:r>
      <w:r w:rsidR="00FC3563">
        <w:t>specification</w:t>
      </w:r>
      <w:r w:rsidR="005A4242">
        <w:t>,</w:t>
      </w:r>
      <w:r>
        <w:t xml:space="preserve"> the following citation</w:t>
      </w:r>
      <w:r w:rsidR="00995E1B">
        <w:t xml:space="preserve"> format</w:t>
      </w:r>
      <w:r>
        <w:t xml:space="preserve"> should be used</w:t>
      </w:r>
      <w:r w:rsidR="00995E1B">
        <w:t>:</w:t>
      </w:r>
    </w:p>
    <w:p w14:paraId="47D3C367" w14:textId="4B05B7F1" w:rsidR="00995E1B" w:rsidRDefault="000831D9" w:rsidP="00BF3A33">
      <w:pPr>
        <w:pStyle w:val="Abstract"/>
      </w:pPr>
      <w:r>
        <w:rPr>
          <w:rStyle w:val="Refterm"/>
        </w:rPr>
        <w:t>[BDX-SMP-v2.0]</w:t>
      </w:r>
    </w:p>
    <w:p w14:paraId="11D36FE6" w14:textId="4D234F78" w:rsidR="00930E31" w:rsidRPr="00F316B4" w:rsidRDefault="000831D9" w:rsidP="00BF3A33">
      <w:pPr>
        <w:pStyle w:val="Abstract"/>
        <w:rPr>
          <w:rFonts w:cs="Arial"/>
        </w:rPr>
      </w:pPr>
      <w:r>
        <w:rPr>
          <w:i/>
        </w:rPr>
        <w:t>Service Metadata Publishing (SMP) Version 2.0</w:t>
      </w:r>
      <w:r w:rsidRPr="002A5CA9">
        <w:t xml:space="preserve">. </w:t>
      </w:r>
      <w:r>
        <w:rPr>
          <w:rFonts w:cs="Arial"/>
        </w:rPr>
        <w:t xml:space="preserve">Edited by </w:t>
      </w:r>
      <w:r w:rsidRPr="00AA7DF2">
        <w:rPr>
          <w:rFonts w:cs="Arial"/>
        </w:rPr>
        <w:t xml:space="preserve">Kenneth Bengtsson, </w:t>
      </w:r>
      <w:proofErr w:type="spellStart"/>
      <w:r w:rsidRPr="00AA7DF2">
        <w:rPr>
          <w:rFonts w:cs="Arial"/>
        </w:rPr>
        <w:t>Erlend</w:t>
      </w:r>
      <w:proofErr w:type="spellEnd"/>
      <w:r w:rsidRPr="00AA7DF2">
        <w:rPr>
          <w:rFonts w:cs="Arial"/>
        </w:rPr>
        <w:t xml:space="preserve"> </w:t>
      </w:r>
      <w:proofErr w:type="spellStart"/>
      <w:r w:rsidRPr="00AA7DF2">
        <w:rPr>
          <w:rFonts w:cs="Arial"/>
        </w:rPr>
        <w:t>Klakegg</w:t>
      </w:r>
      <w:proofErr w:type="spellEnd"/>
      <w:r w:rsidRPr="00AA7DF2">
        <w:rPr>
          <w:rFonts w:cs="Arial"/>
        </w:rPr>
        <w:t xml:space="preserve"> Bergheim, Sander </w:t>
      </w:r>
      <w:proofErr w:type="spellStart"/>
      <w:r w:rsidRPr="00AA7DF2">
        <w:rPr>
          <w:rFonts w:cs="Arial"/>
        </w:rPr>
        <w:t>Fieten</w:t>
      </w:r>
      <w:proofErr w:type="spellEnd"/>
      <w:r w:rsidRPr="00AA7DF2">
        <w:rPr>
          <w:rFonts w:cs="Arial"/>
        </w:rPr>
        <w:t>, and G. Ken Holman</w:t>
      </w:r>
      <w:r>
        <w:rPr>
          <w:rFonts w:cs="Arial"/>
        </w:rPr>
        <w:t xml:space="preserve">. </w:t>
      </w:r>
      <w:r w:rsidR="005A4242" w:rsidRPr="005A4242">
        <w:t>14 February 2021</w:t>
      </w:r>
      <w:r w:rsidRPr="002A5CA9">
        <w:t xml:space="preserve">. </w:t>
      </w:r>
      <w:r w:rsidR="005A4242" w:rsidRPr="005A4242">
        <w:t>OASIS Standard</w:t>
      </w:r>
      <w:r w:rsidRPr="002A5CA9">
        <w:t xml:space="preserve">. </w:t>
      </w:r>
      <w:hyperlink r:id="rId45" w:history="1">
        <w:r w:rsidR="007274AA">
          <w:rPr>
            <w:rStyle w:val="Hyperlink"/>
          </w:rPr>
          <w:t>https://docs.oasis-open.org/bdxr/bdx-smp/v2.0/cs03/bdx-smp-v2.0-cs03.html</w:t>
        </w:r>
      </w:hyperlink>
      <w:r w:rsidRPr="002A5CA9">
        <w:t>.</w:t>
      </w:r>
      <w:r>
        <w:t xml:space="preserve"> Latest </w:t>
      </w:r>
      <w:r w:rsidR="00D01723">
        <w:t>stage</w:t>
      </w:r>
      <w:r>
        <w:t xml:space="preserve">: </w:t>
      </w:r>
      <w:hyperlink r:id="rId46" w:history="1">
        <w:r>
          <w:rPr>
            <w:rStyle w:val="Hyperlink"/>
            <w:rFonts w:cs="Arial"/>
          </w:rPr>
          <w:t>https://docs.oasis-open.org/bdxr/bdx-smp/v2.0/bdx-smp-v2.0.html</w:t>
        </w:r>
      </w:hyperlink>
      <w:r>
        <w:t>.</w:t>
      </w:r>
    </w:p>
    <w:p w14:paraId="687B9D0E" w14:textId="77777777" w:rsidR="008677C6" w:rsidRDefault="007E3373" w:rsidP="008C100C">
      <w:pPr>
        <w:pStyle w:val="Notices"/>
      </w:pPr>
      <w:r>
        <w:lastRenderedPageBreak/>
        <w:t>Notices</w:t>
      </w:r>
    </w:p>
    <w:p w14:paraId="694502D1" w14:textId="5179A57A" w:rsidR="00852E10" w:rsidRPr="00852E10" w:rsidRDefault="008C7396" w:rsidP="00852E10">
      <w:r>
        <w:t>Copyright © OASIS</w:t>
      </w:r>
      <w:r w:rsidR="00CE59AF">
        <w:t xml:space="preserve"> Open</w:t>
      </w:r>
      <w:r>
        <w:t xml:space="preserve"> </w:t>
      </w:r>
      <w:r w:rsidR="00197607">
        <w:t>20</w:t>
      </w:r>
      <w:r w:rsidR="00D01723">
        <w:t>2</w:t>
      </w:r>
      <w:r w:rsidR="000748DF">
        <w:t>1</w:t>
      </w:r>
      <w:r w:rsidR="00852E10" w:rsidRPr="00852E10">
        <w:t>. All Rights Reserved.</w:t>
      </w:r>
    </w:p>
    <w:p w14:paraId="1789F8E0" w14:textId="77777777" w:rsidR="00852E10" w:rsidRPr="00852E10" w:rsidRDefault="00852E10" w:rsidP="00852E10">
      <w:r w:rsidRPr="00852E10">
        <w:t xml:space="preserve">All capitalized terms in the following text have the meanings assigned to them in the OASIS Intellectual Property Rights Policy (the "OASIS IPR Policy"). The full </w:t>
      </w:r>
      <w:hyperlink r:id="rId47" w:history="1">
        <w:r w:rsidR="00591B31">
          <w:rPr>
            <w:rStyle w:val="Hyperlink"/>
          </w:rPr>
          <w:t>Policy</w:t>
        </w:r>
      </w:hyperlink>
      <w:r w:rsidR="00591B31">
        <w:t xml:space="preserve"> m</w:t>
      </w:r>
      <w:r w:rsidRPr="00852E10">
        <w:t>ay be found at the OASIS website.</w:t>
      </w:r>
    </w:p>
    <w:p w14:paraId="231D60E6" w14:textId="77777777"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391B21E2" w14:textId="77777777" w:rsidR="00852E10" w:rsidRPr="00852E10" w:rsidRDefault="00852E10" w:rsidP="00852E10">
      <w:r w:rsidRPr="00852E10">
        <w:t>The limited permissions granted above are perpetual and will not be revoked by OASIS or its successors or assigns.</w:t>
      </w:r>
    </w:p>
    <w:p w14:paraId="2B7ADE6D" w14:textId="77777777" w:rsidR="000748DF" w:rsidRDefault="000748DF" w:rsidP="000748DF">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r>
        <w:t xml:space="preserve"> </w:t>
      </w:r>
      <w:r w:rsidRPr="00AC527F">
        <w:t>OASIS AND ITS MEMBERS WILL NOT BE LIABLE FOR ANY DIRECT, INDIRECT, SPECIAL OR CONSEQUENTIAL DAMAGES ARISING OUT OF ANY USE OF THIS DOCUMENT OR ANY PART THEREOF.</w:t>
      </w:r>
    </w:p>
    <w:p w14:paraId="23B3B7C4" w14:textId="77777777" w:rsidR="000748DF" w:rsidRPr="00852E10" w:rsidRDefault="000748DF" w:rsidP="000748DF">
      <w:r>
        <w:t>As stated in the OASIS IPR Policy, the following three paragraphs in brackets apply to OASIS Standards Final Deliverable documents (</w:t>
      </w:r>
      <w:r w:rsidRPr="00EB00DD">
        <w:t>Committee Specification</w:t>
      </w:r>
      <w:r>
        <w:t>s</w:t>
      </w:r>
      <w:r w:rsidRPr="00EB00DD">
        <w:t>, OASIS Standard</w:t>
      </w:r>
      <w:r>
        <w:t>s</w:t>
      </w:r>
      <w:r w:rsidRPr="00EB00DD">
        <w:t>, or Approved Errata</w:t>
      </w:r>
      <w:r>
        <w:t>).</w:t>
      </w:r>
    </w:p>
    <w:p w14:paraId="409DAE93" w14:textId="77777777" w:rsidR="000748DF" w:rsidRPr="00852E10" w:rsidRDefault="000748DF" w:rsidP="000748DF">
      <w:r>
        <w:t>[</w:t>
      </w:r>
      <w:r w:rsidRPr="00EB00DD">
        <w:t>OASIS requests that any OASIS Party or any other party that believes it has patent claims that would necessarily be infringed by implementations of this OASIS Standards Final Deliverable, to notify OASIS TC Administrator and provide an indication of its willingness to grant patent licenses to such patent claims in a manner consistent with the IPR Mode of the OASIS Technical Committee that produced this deliverable.</w:t>
      </w:r>
      <w:r>
        <w:t>]</w:t>
      </w:r>
    </w:p>
    <w:p w14:paraId="7C3F051B" w14:textId="77777777" w:rsidR="000748DF" w:rsidRPr="00852E10" w:rsidRDefault="000748DF" w:rsidP="000748DF">
      <w:r>
        <w:t>[</w:t>
      </w:r>
      <w:r w:rsidRPr="00EB00DD">
        <w:t>OASIS invites any party to contact the OASIS TC Administrator if it is aware of a claim of ownership of any patent claims that would necessarily be infringed by implementations of this OASIS Standards Final Deliverable by a patent holder that is not willing to provide a license to such patent claims in a manner consistent with the IPR Mode of the OASIS Technical Committee that produced this OASIS Standards Final Deliverable. OASIS may include such claims on its website, but disclaims any obligation to do so.</w:t>
      </w:r>
      <w:r>
        <w:t>]</w:t>
      </w:r>
    </w:p>
    <w:p w14:paraId="18B3D67F" w14:textId="77777777" w:rsidR="000748DF" w:rsidRPr="00852E10" w:rsidRDefault="000748DF" w:rsidP="000748DF">
      <w:r>
        <w:t>[</w:t>
      </w:r>
      <w:r w:rsidRPr="00EB00DD">
        <w:t>OASIS takes no position regarding the validity or scope of any intellectual property or other rights that might be claimed to pertain to the implementation or use of the technology described in this OASIS Standards Final Deliverable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Standards Final Deliverable, can be obtained from the OASIS TC Administrator. OASIS makes no representation that any information or list of intellectual property rights will at any time be complete, or that any claims in such list are, in fact, Essential Claims.</w:t>
      </w:r>
      <w:r>
        <w:t>]</w:t>
      </w:r>
    </w:p>
    <w:p w14:paraId="7E3B6DE9" w14:textId="46387903" w:rsidR="0094275A" w:rsidRDefault="000748DF" w:rsidP="000748DF">
      <w:r w:rsidRPr="00852E10">
        <w:t xml:space="preserve">The </w:t>
      </w:r>
      <w:r>
        <w:t>name "OASIS"</w:t>
      </w:r>
      <w:r w:rsidRPr="00852E10">
        <w:t xml:space="preserve"> </w:t>
      </w:r>
      <w:r>
        <w:t>is a trademark</w:t>
      </w:r>
      <w:r w:rsidRPr="00852E10">
        <w:t xml:space="preserve"> </w:t>
      </w:r>
      <w:r>
        <w:t xml:space="preserve">of </w:t>
      </w:r>
      <w:hyperlink r:id="rId48" w:history="1">
        <w:r w:rsidRPr="004B2AA0">
          <w:rPr>
            <w:rStyle w:val="Hyperlink"/>
          </w:rPr>
          <w:t>OASIS</w:t>
        </w:r>
      </w:hyperlink>
      <w:r>
        <w:t>, the</w:t>
      </w:r>
      <w:r w:rsidRPr="00852E10">
        <w:t xml:space="preserve"> owner and developer of this </w:t>
      </w:r>
      <w:r>
        <w:t>document</w:t>
      </w:r>
      <w:r w:rsidRPr="00852E10">
        <w:t xml:space="preserve">, and should be used only to refer to the organization and its official outputs. OASIS welcomes reference to, and implementation and use of, </w:t>
      </w:r>
      <w:r>
        <w:t>document</w:t>
      </w:r>
      <w:r w:rsidRPr="00852E10">
        <w:t xml:space="preserve">s, while reserving the right to enforce its marks against misleading uses. Please see </w:t>
      </w:r>
      <w:hyperlink r:id="rId49" w:history="1">
        <w:r>
          <w:rPr>
            <w:rStyle w:val="Hyperlink"/>
          </w:rPr>
          <w:t>https://www.oasis-open.org/policies-guidelines/trademark</w:t>
        </w:r>
      </w:hyperlink>
      <w:r>
        <w:t xml:space="preserve"> for above guidance.</w:t>
      </w:r>
    </w:p>
    <w:p w14:paraId="774E8B22" w14:textId="77777777" w:rsidR="008677C6" w:rsidRDefault="00177DED" w:rsidP="008C100C">
      <w:pPr>
        <w:pStyle w:val="Notices"/>
      </w:pPr>
      <w:r>
        <w:lastRenderedPageBreak/>
        <w:t>Table of Contents</w:t>
      </w:r>
    </w:p>
    <w:p w14:paraId="711C69DD" w14:textId="32723836" w:rsidR="000748DF" w:rsidRDefault="00294283">
      <w:pPr>
        <w:pStyle w:val="TOC1"/>
        <w:tabs>
          <w:tab w:val="left" w:pos="480"/>
          <w:tab w:val="right" w:leader="dot" w:pos="9350"/>
        </w:tabs>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62566878" w:history="1">
        <w:r w:rsidR="000748DF" w:rsidRPr="00D805AF">
          <w:rPr>
            <w:rStyle w:val="Hyperlink"/>
            <w:noProof/>
          </w:rPr>
          <w:t>1</w:t>
        </w:r>
        <w:r w:rsidR="000748DF">
          <w:rPr>
            <w:rFonts w:asciiTheme="minorHAnsi" w:eastAsiaTheme="minorEastAsia" w:hAnsiTheme="minorHAnsi" w:cstheme="minorBidi"/>
            <w:noProof/>
            <w:sz w:val="22"/>
            <w:szCs w:val="22"/>
          </w:rPr>
          <w:tab/>
        </w:r>
        <w:r w:rsidR="000748DF" w:rsidRPr="00D805AF">
          <w:rPr>
            <w:rStyle w:val="Hyperlink"/>
            <w:noProof/>
          </w:rPr>
          <w:t>Introduction</w:t>
        </w:r>
        <w:r w:rsidR="000748DF">
          <w:rPr>
            <w:noProof/>
            <w:webHidden/>
          </w:rPr>
          <w:tab/>
        </w:r>
        <w:r w:rsidR="000748DF">
          <w:rPr>
            <w:noProof/>
            <w:webHidden/>
          </w:rPr>
          <w:fldChar w:fldCharType="begin"/>
        </w:r>
        <w:r w:rsidR="000748DF">
          <w:rPr>
            <w:noProof/>
            <w:webHidden/>
          </w:rPr>
          <w:instrText xml:space="preserve"> PAGEREF _Toc62566878 \h </w:instrText>
        </w:r>
        <w:r w:rsidR="000748DF">
          <w:rPr>
            <w:noProof/>
            <w:webHidden/>
          </w:rPr>
        </w:r>
        <w:r w:rsidR="000748DF">
          <w:rPr>
            <w:noProof/>
            <w:webHidden/>
          </w:rPr>
          <w:fldChar w:fldCharType="separate"/>
        </w:r>
        <w:r w:rsidR="000748DF">
          <w:rPr>
            <w:noProof/>
            <w:webHidden/>
          </w:rPr>
          <w:t>6</w:t>
        </w:r>
        <w:r w:rsidR="000748DF">
          <w:rPr>
            <w:noProof/>
            <w:webHidden/>
          </w:rPr>
          <w:fldChar w:fldCharType="end"/>
        </w:r>
      </w:hyperlink>
    </w:p>
    <w:p w14:paraId="6A162B5C" w14:textId="1F0F4A62" w:rsidR="000748DF" w:rsidRDefault="005A4242">
      <w:pPr>
        <w:pStyle w:val="TOC2"/>
        <w:tabs>
          <w:tab w:val="right" w:leader="dot" w:pos="9350"/>
        </w:tabs>
        <w:rPr>
          <w:rFonts w:asciiTheme="minorHAnsi" w:eastAsiaTheme="minorEastAsia" w:hAnsiTheme="minorHAnsi" w:cstheme="minorBidi"/>
          <w:noProof/>
          <w:sz w:val="22"/>
          <w:szCs w:val="22"/>
        </w:rPr>
      </w:pPr>
      <w:hyperlink w:anchor="_Toc62566879" w:history="1">
        <w:r w:rsidR="000748DF" w:rsidRPr="00D805AF">
          <w:rPr>
            <w:rStyle w:val="Hyperlink"/>
            <w:noProof/>
          </w:rPr>
          <w:t>1.1 Service Metadata Publishing</w:t>
        </w:r>
        <w:r w:rsidR="000748DF">
          <w:rPr>
            <w:noProof/>
            <w:webHidden/>
          </w:rPr>
          <w:tab/>
        </w:r>
        <w:r w:rsidR="000748DF">
          <w:rPr>
            <w:noProof/>
            <w:webHidden/>
          </w:rPr>
          <w:fldChar w:fldCharType="begin"/>
        </w:r>
        <w:r w:rsidR="000748DF">
          <w:rPr>
            <w:noProof/>
            <w:webHidden/>
          </w:rPr>
          <w:instrText xml:space="preserve"> PAGEREF _Toc62566879 \h </w:instrText>
        </w:r>
        <w:r w:rsidR="000748DF">
          <w:rPr>
            <w:noProof/>
            <w:webHidden/>
          </w:rPr>
        </w:r>
        <w:r w:rsidR="000748DF">
          <w:rPr>
            <w:noProof/>
            <w:webHidden/>
          </w:rPr>
          <w:fldChar w:fldCharType="separate"/>
        </w:r>
        <w:r w:rsidR="000748DF">
          <w:rPr>
            <w:noProof/>
            <w:webHidden/>
          </w:rPr>
          <w:t>6</w:t>
        </w:r>
        <w:r w:rsidR="000748DF">
          <w:rPr>
            <w:noProof/>
            <w:webHidden/>
          </w:rPr>
          <w:fldChar w:fldCharType="end"/>
        </w:r>
      </w:hyperlink>
    </w:p>
    <w:p w14:paraId="6F8A4DCC" w14:textId="561FE1AA" w:rsidR="000748DF" w:rsidRDefault="005A4242">
      <w:pPr>
        <w:pStyle w:val="TOC2"/>
        <w:tabs>
          <w:tab w:val="right" w:leader="dot" w:pos="9350"/>
        </w:tabs>
        <w:rPr>
          <w:rFonts w:asciiTheme="minorHAnsi" w:eastAsiaTheme="minorEastAsia" w:hAnsiTheme="minorHAnsi" w:cstheme="minorBidi"/>
          <w:noProof/>
          <w:sz w:val="22"/>
          <w:szCs w:val="22"/>
        </w:rPr>
      </w:pPr>
      <w:hyperlink w:anchor="_Toc62566880" w:history="1">
        <w:r w:rsidR="000748DF" w:rsidRPr="00D805AF">
          <w:rPr>
            <w:rStyle w:val="Hyperlink"/>
            <w:noProof/>
          </w:rPr>
          <w:t>1.2 IPR Policy</w:t>
        </w:r>
        <w:r w:rsidR="000748DF">
          <w:rPr>
            <w:noProof/>
            <w:webHidden/>
          </w:rPr>
          <w:tab/>
        </w:r>
        <w:r w:rsidR="000748DF">
          <w:rPr>
            <w:noProof/>
            <w:webHidden/>
          </w:rPr>
          <w:fldChar w:fldCharType="begin"/>
        </w:r>
        <w:r w:rsidR="000748DF">
          <w:rPr>
            <w:noProof/>
            <w:webHidden/>
          </w:rPr>
          <w:instrText xml:space="preserve"> PAGEREF _Toc62566880 \h </w:instrText>
        </w:r>
        <w:r w:rsidR="000748DF">
          <w:rPr>
            <w:noProof/>
            <w:webHidden/>
          </w:rPr>
        </w:r>
        <w:r w:rsidR="000748DF">
          <w:rPr>
            <w:noProof/>
            <w:webHidden/>
          </w:rPr>
          <w:fldChar w:fldCharType="separate"/>
        </w:r>
        <w:r w:rsidR="000748DF">
          <w:rPr>
            <w:noProof/>
            <w:webHidden/>
          </w:rPr>
          <w:t>6</w:t>
        </w:r>
        <w:r w:rsidR="000748DF">
          <w:rPr>
            <w:noProof/>
            <w:webHidden/>
          </w:rPr>
          <w:fldChar w:fldCharType="end"/>
        </w:r>
      </w:hyperlink>
    </w:p>
    <w:p w14:paraId="27D78219" w14:textId="5DD2C4D5" w:rsidR="000748DF" w:rsidRDefault="005A4242">
      <w:pPr>
        <w:pStyle w:val="TOC2"/>
        <w:tabs>
          <w:tab w:val="right" w:leader="dot" w:pos="9350"/>
        </w:tabs>
        <w:rPr>
          <w:rFonts w:asciiTheme="minorHAnsi" w:eastAsiaTheme="minorEastAsia" w:hAnsiTheme="minorHAnsi" w:cstheme="minorBidi"/>
          <w:noProof/>
          <w:sz w:val="22"/>
          <w:szCs w:val="22"/>
        </w:rPr>
      </w:pPr>
      <w:hyperlink w:anchor="_Toc62566881" w:history="1">
        <w:r w:rsidR="000748DF" w:rsidRPr="00D805AF">
          <w:rPr>
            <w:rStyle w:val="Hyperlink"/>
            <w:noProof/>
          </w:rPr>
          <w:t>1.3 Terminology</w:t>
        </w:r>
        <w:r w:rsidR="000748DF">
          <w:rPr>
            <w:noProof/>
            <w:webHidden/>
          </w:rPr>
          <w:tab/>
        </w:r>
        <w:r w:rsidR="000748DF">
          <w:rPr>
            <w:noProof/>
            <w:webHidden/>
          </w:rPr>
          <w:fldChar w:fldCharType="begin"/>
        </w:r>
        <w:r w:rsidR="000748DF">
          <w:rPr>
            <w:noProof/>
            <w:webHidden/>
          </w:rPr>
          <w:instrText xml:space="preserve"> PAGEREF _Toc62566881 \h </w:instrText>
        </w:r>
        <w:r w:rsidR="000748DF">
          <w:rPr>
            <w:noProof/>
            <w:webHidden/>
          </w:rPr>
        </w:r>
        <w:r w:rsidR="000748DF">
          <w:rPr>
            <w:noProof/>
            <w:webHidden/>
          </w:rPr>
          <w:fldChar w:fldCharType="separate"/>
        </w:r>
        <w:r w:rsidR="000748DF">
          <w:rPr>
            <w:noProof/>
            <w:webHidden/>
          </w:rPr>
          <w:t>6</w:t>
        </w:r>
        <w:r w:rsidR="000748DF">
          <w:rPr>
            <w:noProof/>
            <w:webHidden/>
          </w:rPr>
          <w:fldChar w:fldCharType="end"/>
        </w:r>
      </w:hyperlink>
    </w:p>
    <w:p w14:paraId="11A6BDA5" w14:textId="5ABD060F" w:rsidR="000748DF" w:rsidRDefault="005A4242">
      <w:pPr>
        <w:pStyle w:val="TOC2"/>
        <w:tabs>
          <w:tab w:val="right" w:leader="dot" w:pos="9350"/>
        </w:tabs>
        <w:rPr>
          <w:rFonts w:asciiTheme="minorHAnsi" w:eastAsiaTheme="minorEastAsia" w:hAnsiTheme="minorHAnsi" w:cstheme="minorBidi"/>
          <w:noProof/>
          <w:sz w:val="22"/>
          <w:szCs w:val="22"/>
        </w:rPr>
      </w:pPr>
      <w:hyperlink w:anchor="_Toc62566882" w:history="1">
        <w:r w:rsidR="000748DF" w:rsidRPr="00D805AF">
          <w:rPr>
            <w:rStyle w:val="Hyperlink"/>
            <w:noProof/>
          </w:rPr>
          <w:t>1.4 Normative References</w:t>
        </w:r>
        <w:r w:rsidR="000748DF">
          <w:rPr>
            <w:noProof/>
            <w:webHidden/>
          </w:rPr>
          <w:tab/>
        </w:r>
        <w:r w:rsidR="000748DF">
          <w:rPr>
            <w:noProof/>
            <w:webHidden/>
          </w:rPr>
          <w:fldChar w:fldCharType="begin"/>
        </w:r>
        <w:r w:rsidR="000748DF">
          <w:rPr>
            <w:noProof/>
            <w:webHidden/>
          </w:rPr>
          <w:instrText xml:space="preserve"> PAGEREF _Toc62566882 \h </w:instrText>
        </w:r>
        <w:r w:rsidR="000748DF">
          <w:rPr>
            <w:noProof/>
            <w:webHidden/>
          </w:rPr>
        </w:r>
        <w:r w:rsidR="000748DF">
          <w:rPr>
            <w:noProof/>
            <w:webHidden/>
          </w:rPr>
          <w:fldChar w:fldCharType="separate"/>
        </w:r>
        <w:r w:rsidR="000748DF">
          <w:rPr>
            <w:noProof/>
            <w:webHidden/>
          </w:rPr>
          <w:t>6</w:t>
        </w:r>
        <w:r w:rsidR="000748DF">
          <w:rPr>
            <w:noProof/>
            <w:webHidden/>
          </w:rPr>
          <w:fldChar w:fldCharType="end"/>
        </w:r>
      </w:hyperlink>
    </w:p>
    <w:p w14:paraId="44C61E23" w14:textId="62B57FD9" w:rsidR="000748DF" w:rsidRDefault="005A4242">
      <w:pPr>
        <w:pStyle w:val="TOC2"/>
        <w:tabs>
          <w:tab w:val="right" w:leader="dot" w:pos="9350"/>
        </w:tabs>
        <w:rPr>
          <w:rFonts w:asciiTheme="minorHAnsi" w:eastAsiaTheme="minorEastAsia" w:hAnsiTheme="minorHAnsi" w:cstheme="minorBidi"/>
          <w:noProof/>
          <w:sz w:val="22"/>
          <w:szCs w:val="22"/>
        </w:rPr>
      </w:pPr>
      <w:hyperlink w:anchor="_Toc62566883" w:history="1">
        <w:r w:rsidR="000748DF" w:rsidRPr="00D805AF">
          <w:rPr>
            <w:rStyle w:val="Hyperlink"/>
            <w:noProof/>
          </w:rPr>
          <w:t>1.5 Non-Normative References</w:t>
        </w:r>
        <w:r w:rsidR="000748DF">
          <w:rPr>
            <w:noProof/>
            <w:webHidden/>
          </w:rPr>
          <w:tab/>
        </w:r>
        <w:r w:rsidR="000748DF">
          <w:rPr>
            <w:noProof/>
            <w:webHidden/>
          </w:rPr>
          <w:fldChar w:fldCharType="begin"/>
        </w:r>
        <w:r w:rsidR="000748DF">
          <w:rPr>
            <w:noProof/>
            <w:webHidden/>
          </w:rPr>
          <w:instrText xml:space="preserve"> PAGEREF _Toc62566883 \h </w:instrText>
        </w:r>
        <w:r w:rsidR="000748DF">
          <w:rPr>
            <w:noProof/>
            <w:webHidden/>
          </w:rPr>
        </w:r>
        <w:r w:rsidR="000748DF">
          <w:rPr>
            <w:noProof/>
            <w:webHidden/>
          </w:rPr>
          <w:fldChar w:fldCharType="separate"/>
        </w:r>
        <w:r w:rsidR="000748DF">
          <w:rPr>
            <w:noProof/>
            <w:webHidden/>
          </w:rPr>
          <w:t>7</w:t>
        </w:r>
        <w:r w:rsidR="000748DF">
          <w:rPr>
            <w:noProof/>
            <w:webHidden/>
          </w:rPr>
          <w:fldChar w:fldCharType="end"/>
        </w:r>
      </w:hyperlink>
    </w:p>
    <w:p w14:paraId="7F7EEB38" w14:textId="7269C318" w:rsidR="000748DF" w:rsidRDefault="005A4242">
      <w:pPr>
        <w:pStyle w:val="TOC1"/>
        <w:tabs>
          <w:tab w:val="left" w:pos="480"/>
          <w:tab w:val="right" w:leader="dot" w:pos="9350"/>
        </w:tabs>
        <w:rPr>
          <w:rFonts w:asciiTheme="minorHAnsi" w:eastAsiaTheme="minorEastAsia" w:hAnsiTheme="minorHAnsi" w:cstheme="minorBidi"/>
          <w:noProof/>
          <w:sz w:val="22"/>
          <w:szCs w:val="22"/>
        </w:rPr>
      </w:pPr>
      <w:hyperlink w:anchor="_Toc62566884" w:history="1">
        <w:r w:rsidR="000748DF" w:rsidRPr="00D805AF">
          <w:rPr>
            <w:rStyle w:val="Hyperlink"/>
            <w:noProof/>
          </w:rPr>
          <w:t>2</w:t>
        </w:r>
        <w:r w:rsidR="000748DF">
          <w:rPr>
            <w:rFonts w:asciiTheme="minorHAnsi" w:eastAsiaTheme="minorEastAsia" w:hAnsiTheme="minorHAnsi" w:cstheme="minorBidi"/>
            <w:noProof/>
            <w:sz w:val="22"/>
            <w:szCs w:val="22"/>
          </w:rPr>
          <w:tab/>
        </w:r>
        <w:r w:rsidR="000748DF" w:rsidRPr="00D805AF">
          <w:rPr>
            <w:rStyle w:val="Hyperlink"/>
            <w:noProof/>
          </w:rPr>
          <w:t>SMP Protocol</w:t>
        </w:r>
        <w:r w:rsidR="000748DF">
          <w:rPr>
            <w:noProof/>
            <w:webHidden/>
          </w:rPr>
          <w:tab/>
        </w:r>
        <w:r w:rsidR="000748DF">
          <w:rPr>
            <w:noProof/>
            <w:webHidden/>
          </w:rPr>
          <w:fldChar w:fldCharType="begin"/>
        </w:r>
        <w:r w:rsidR="000748DF">
          <w:rPr>
            <w:noProof/>
            <w:webHidden/>
          </w:rPr>
          <w:instrText xml:space="preserve"> PAGEREF _Toc62566884 \h </w:instrText>
        </w:r>
        <w:r w:rsidR="000748DF">
          <w:rPr>
            <w:noProof/>
            <w:webHidden/>
          </w:rPr>
        </w:r>
        <w:r w:rsidR="000748DF">
          <w:rPr>
            <w:noProof/>
            <w:webHidden/>
          </w:rPr>
          <w:fldChar w:fldCharType="separate"/>
        </w:r>
        <w:r w:rsidR="000748DF">
          <w:rPr>
            <w:noProof/>
            <w:webHidden/>
          </w:rPr>
          <w:t>8</w:t>
        </w:r>
        <w:r w:rsidR="000748DF">
          <w:rPr>
            <w:noProof/>
            <w:webHidden/>
          </w:rPr>
          <w:fldChar w:fldCharType="end"/>
        </w:r>
      </w:hyperlink>
    </w:p>
    <w:p w14:paraId="4312C0A0" w14:textId="5AC15F04" w:rsidR="000748DF" w:rsidRDefault="005A4242">
      <w:pPr>
        <w:pStyle w:val="TOC2"/>
        <w:tabs>
          <w:tab w:val="right" w:leader="dot" w:pos="9350"/>
        </w:tabs>
        <w:rPr>
          <w:rFonts w:asciiTheme="minorHAnsi" w:eastAsiaTheme="minorEastAsia" w:hAnsiTheme="minorHAnsi" w:cstheme="minorBidi"/>
          <w:noProof/>
          <w:sz w:val="22"/>
          <w:szCs w:val="22"/>
        </w:rPr>
      </w:pPr>
      <w:hyperlink w:anchor="_Toc62566885" w:history="1">
        <w:r w:rsidR="000748DF" w:rsidRPr="00D805AF">
          <w:rPr>
            <w:rStyle w:val="Hyperlink"/>
            <w:noProof/>
          </w:rPr>
          <w:t>2.1 The Service Discovery Process</w:t>
        </w:r>
        <w:r w:rsidR="000748DF">
          <w:rPr>
            <w:noProof/>
            <w:webHidden/>
          </w:rPr>
          <w:tab/>
        </w:r>
        <w:r w:rsidR="000748DF">
          <w:rPr>
            <w:noProof/>
            <w:webHidden/>
          </w:rPr>
          <w:fldChar w:fldCharType="begin"/>
        </w:r>
        <w:r w:rsidR="000748DF">
          <w:rPr>
            <w:noProof/>
            <w:webHidden/>
          </w:rPr>
          <w:instrText xml:space="preserve"> PAGEREF _Toc62566885 \h </w:instrText>
        </w:r>
        <w:r w:rsidR="000748DF">
          <w:rPr>
            <w:noProof/>
            <w:webHidden/>
          </w:rPr>
        </w:r>
        <w:r w:rsidR="000748DF">
          <w:rPr>
            <w:noProof/>
            <w:webHidden/>
          </w:rPr>
          <w:fldChar w:fldCharType="separate"/>
        </w:r>
        <w:r w:rsidR="000748DF">
          <w:rPr>
            <w:noProof/>
            <w:webHidden/>
          </w:rPr>
          <w:t>8</w:t>
        </w:r>
        <w:r w:rsidR="000748DF">
          <w:rPr>
            <w:noProof/>
            <w:webHidden/>
          </w:rPr>
          <w:fldChar w:fldCharType="end"/>
        </w:r>
      </w:hyperlink>
    </w:p>
    <w:p w14:paraId="41748893" w14:textId="5ED136AC" w:rsidR="000748DF" w:rsidRDefault="005A4242">
      <w:pPr>
        <w:pStyle w:val="TOC3"/>
        <w:tabs>
          <w:tab w:val="right" w:leader="dot" w:pos="9350"/>
        </w:tabs>
        <w:rPr>
          <w:rFonts w:asciiTheme="minorHAnsi" w:eastAsiaTheme="minorEastAsia" w:hAnsiTheme="minorHAnsi" w:cstheme="minorBidi"/>
          <w:noProof/>
          <w:sz w:val="22"/>
          <w:szCs w:val="22"/>
        </w:rPr>
      </w:pPr>
      <w:hyperlink w:anchor="_Toc62566886" w:history="1">
        <w:r w:rsidR="000748DF" w:rsidRPr="00D805AF">
          <w:rPr>
            <w:rStyle w:val="Hyperlink"/>
            <w:noProof/>
          </w:rPr>
          <w:t>2.1.1 Introduction</w:t>
        </w:r>
        <w:r w:rsidR="000748DF">
          <w:rPr>
            <w:noProof/>
            <w:webHidden/>
          </w:rPr>
          <w:tab/>
        </w:r>
        <w:r w:rsidR="000748DF">
          <w:rPr>
            <w:noProof/>
            <w:webHidden/>
          </w:rPr>
          <w:fldChar w:fldCharType="begin"/>
        </w:r>
        <w:r w:rsidR="000748DF">
          <w:rPr>
            <w:noProof/>
            <w:webHidden/>
          </w:rPr>
          <w:instrText xml:space="preserve"> PAGEREF _Toc62566886 \h </w:instrText>
        </w:r>
        <w:r w:rsidR="000748DF">
          <w:rPr>
            <w:noProof/>
            <w:webHidden/>
          </w:rPr>
        </w:r>
        <w:r w:rsidR="000748DF">
          <w:rPr>
            <w:noProof/>
            <w:webHidden/>
          </w:rPr>
          <w:fldChar w:fldCharType="separate"/>
        </w:r>
        <w:r w:rsidR="000748DF">
          <w:rPr>
            <w:noProof/>
            <w:webHidden/>
          </w:rPr>
          <w:t>8</w:t>
        </w:r>
        <w:r w:rsidR="000748DF">
          <w:rPr>
            <w:noProof/>
            <w:webHidden/>
          </w:rPr>
          <w:fldChar w:fldCharType="end"/>
        </w:r>
      </w:hyperlink>
    </w:p>
    <w:p w14:paraId="2EA85010" w14:textId="1B70317D" w:rsidR="000748DF" w:rsidRDefault="005A4242">
      <w:pPr>
        <w:pStyle w:val="TOC3"/>
        <w:tabs>
          <w:tab w:val="right" w:leader="dot" w:pos="9350"/>
        </w:tabs>
        <w:rPr>
          <w:rFonts w:asciiTheme="minorHAnsi" w:eastAsiaTheme="minorEastAsia" w:hAnsiTheme="minorHAnsi" w:cstheme="minorBidi"/>
          <w:noProof/>
          <w:sz w:val="22"/>
          <w:szCs w:val="22"/>
        </w:rPr>
      </w:pPr>
      <w:hyperlink w:anchor="_Toc62566887" w:history="1">
        <w:r w:rsidR="000748DF" w:rsidRPr="00D805AF">
          <w:rPr>
            <w:rStyle w:val="Hyperlink"/>
            <w:noProof/>
          </w:rPr>
          <w:t>2.1.2 Discovering services associated with a Participant</w:t>
        </w:r>
        <w:r w:rsidR="000748DF">
          <w:rPr>
            <w:noProof/>
            <w:webHidden/>
          </w:rPr>
          <w:tab/>
        </w:r>
        <w:r w:rsidR="000748DF">
          <w:rPr>
            <w:noProof/>
            <w:webHidden/>
          </w:rPr>
          <w:fldChar w:fldCharType="begin"/>
        </w:r>
        <w:r w:rsidR="000748DF">
          <w:rPr>
            <w:noProof/>
            <w:webHidden/>
          </w:rPr>
          <w:instrText xml:space="preserve"> PAGEREF _Toc62566887 \h </w:instrText>
        </w:r>
        <w:r w:rsidR="000748DF">
          <w:rPr>
            <w:noProof/>
            <w:webHidden/>
          </w:rPr>
        </w:r>
        <w:r w:rsidR="000748DF">
          <w:rPr>
            <w:noProof/>
            <w:webHidden/>
          </w:rPr>
          <w:fldChar w:fldCharType="separate"/>
        </w:r>
        <w:r w:rsidR="000748DF">
          <w:rPr>
            <w:noProof/>
            <w:webHidden/>
          </w:rPr>
          <w:t>8</w:t>
        </w:r>
        <w:r w:rsidR="000748DF">
          <w:rPr>
            <w:noProof/>
            <w:webHidden/>
          </w:rPr>
          <w:fldChar w:fldCharType="end"/>
        </w:r>
      </w:hyperlink>
    </w:p>
    <w:p w14:paraId="0A14356E" w14:textId="3BCB1F13" w:rsidR="000748DF" w:rsidRDefault="005A4242">
      <w:pPr>
        <w:pStyle w:val="TOC3"/>
        <w:tabs>
          <w:tab w:val="right" w:leader="dot" w:pos="9350"/>
        </w:tabs>
        <w:rPr>
          <w:rFonts w:asciiTheme="minorHAnsi" w:eastAsiaTheme="minorEastAsia" w:hAnsiTheme="minorHAnsi" w:cstheme="minorBidi"/>
          <w:noProof/>
          <w:sz w:val="22"/>
          <w:szCs w:val="22"/>
        </w:rPr>
      </w:pPr>
      <w:hyperlink w:anchor="_Toc62566888" w:history="1">
        <w:r w:rsidR="000748DF" w:rsidRPr="00D805AF">
          <w:rPr>
            <w:rStyle w:val="Hyperlink"/>
            <w:noProof/>
          </w:rPr>
          <w:t>2.1.3 Service Metadata Publisher Redirection</w:t>
        </w:r>
        <w:r w:rsidR="000748DF">
          <w:rPr>
            <w:noProof/>
            <w:webHidden/>
          </w:rPr>
          <w:tab/>
        </w:r>
        <w:r w:rsidR="000748DF">
          <w:rPr>
            <w:noProof/>
            <w:webHidden/>
          </w:rPr>
          <w:fldChar w:fldCharType="begin"/>
        </w:r>
        <w:r w:rsidR="000748DF">
          <w:rPr>
            <w:noProof/>
            <w:webHidden/>
          </w:rPr>
          <w:instrText xml:space="preserve"> PAGEREF _Toc62566888 \h </w:instrText>
        </w:r>
        <w:r w:rsidR="000748DF">
          <w:rPr>
            <w:noProof/>
            <w:webHidden/>
          </w:rPr>
        </w:r>
        <w:r w:rsidR="000748DF">
          <w:rPr>
            <w:noProof/>
            <w:webHidden/>
          </w:rPr>
          <w:fldChar w:fldCharType="separate"/>
        </w:r>
        <w:r w:rsidR="000748DF">
          <w:rPr>
            <w:noProof/>
            <w:webHidden/>
          </w:rPr>
          <w:t>9</w:t>
        </w:r>
        <w:r w:rsidR="000748DF">
          <w:rPr>
            <w:noProof/>
            <w:webHidden/>
          </w:rPr>
          <w:fldChar w:fldCharType="end"/>
        </w:r>
      </w:hyperlink>
    </w:p>
    <w:p w14:paraId="4452789B" w14:textId="6354D622" w:rsidR="000748DF" w:rsidRDefault="005A4242">
      <w:pPr>
        <w:pStyle w:val="TOC1"/>
        <w:tabs>
          <w:tab w:val="left" w:pos="480"/>
          <w:tab w:val="right" w:leader="dot" w:pos="9350"/>
        </w:tabs>
        <w:rPr>
          <w:rFonts w:asciiTheme="minorHAnsi" w:eastAsiaTheme="minorEastAsia" w:hAnsiTheme="minorHAnsi" w:cstheme="minorBidi"/>
          <w:noProof/>
          <w:sz w:val="22"/>
          <w:szCs w:val="22"/>
        </w:rPr>
      </w:pPr>
      <w:hyperlink w:anchor="_Toc62566889" w:history="1">
        <w:r w:rsidR="000748DF" w:rsidRPr="00D805AF">
          <w:rPr>
            <w:rStyle w:val="Hyperlink"/>
            <w:noProof/>
          </w:rPr>
          <w:t>3</w:t>
        </w:r>
        <w:r w:rsidR="000748DF">
          <w:rPr>
            <w:rFonts w:asciiTheme="minorHAnsi" w:eastAsiaTheme="minorEastAsia" w:hAnsiTheme="minorHAnsi" w:cstheme="minorBidi"/>
            <w:noProof/>
            <w:sz w:val="22"/>
            <w:szCs w:val="22"/>
          </w:rPr>
          <w:tab/>
        </w:r>
        <w:r w:rsidR="000748DF" w:rsidRPr="00D805AF">
          <w:rPr>
            <w:rStyle w:val="Hyperlink"/>
            <w:noProof/>
          </w:rPr>
          <w:t>Identifiers</w:t>
        </w:r>
        <w:r w:rsidR="000748DF">
          <w:rPr>
            <w:noProof/>
            <w:webHidden/>
          </w:rPr>
          <w:tab/>
        </w:r>
        <w:r w:rsidR="000748DF">
          <w:rPr>
            <w:noProof/>
            <w:webHidden/>
          </w:rPr>
          <w:fldChar w:fldCharType="begin"/>
        </w:r>
        <w:r w:rsidR="000748DF">
          <w:rPr>
            <w:noProof/>
            <w:webHidden/>
          </w:rPr>
          <w:instrText xml:space="preserve"> PAGEREF _Toc62566889 \h </w:instrText>
        </w:r>
        <w:r w:rsidR="000748DF">
          <w:rPr>
            <w:noProof/>
            <w:webHidden/>
          </w:rPr>
        </w:r>
        <w:r w:rsidR="000748DF">
          <w:rPr>
            <w:noProof/>
            <w:webHidden/>
          </w:rPr>
          <w:fldChar w:fldCharType="separate"/>
        </w:r>
        <w:r w:rsidR="000748DF">
          <w:rPr>
            <w:noProof/>
            <w:webHidden/>
          </w:rPr>
          <w:t>10</w:t>
        </w:r>
        <w:r w:rsidR="000748DF">
          <w:rPr>
            <w:noProof/>
            <w:webHidden/>
          </w:rPr>
          <w:fldChar w:fldCharType="end"/>
        </w:r>
      </w:hyperlink>
    </w:p>
    <w:p w14:paraId="2AE99C44" w14:textId="3F43D9F6" w:rsidR="000748DF" w:rsidRDefault="005A4242">
      <w:pPr>
        <w:pStyle w:val="TOC2"/>
        <w:tabs>
          <w:tab w:val="right" w:leader="dot" w:pos="9350"/>
        </w:tabs>
        <w:rPr>
          <w:rFonts w:asciiTheme="minorHAnsi" w:eastAsiaTheme="minorEastAsia" w:hAnsiTheme="minorHAnsi" w:cstheme="minorBidi"/>
          <w:noProof/>
          <w:sz w:val="22"/>
          <w:szCs w:val="22"/>
        </w:rPr>
      </w:pPr>
      <w:hyperlink w:anchor="_Toc62566890" w:history="1">
        <w:r w:rsidR="000748DF" w:rsidRPr="00D805AF">
          <w:rPr>
            <w:rStyle w:val="Hyperlink"/>
            <w:noProof/>
          </w:rPr>
          <w:t>3.1 Introduction</w:t>
        </w:r>
        <w:r w:rsidR="000748DF">
          <w:rPr>
            <w:noProof/>
            <w:webHidden/>
          </w:rPr>
          <w:tab/>
        </w:r>
        <w:r w:rsidR="000748DF">
          <w:rPr>
            <w:noProof/>
            <w:webHidden/>
          </w:rPr>
          <w:fldChar w:fldCharType="begin"/>
        </w:r>
        <w:r w:rsidR="000748DF">
          <w:rPr>
            <w:noProof/>
            <w:webHidden/>
          </w:rPr>
          <w:instrText xml:space="preserve"> PAGEREF _Toc62566890 \h </w:instrText>
        </w:r>
        <w:r w:rsidR="000748DF">
          <w:rPr>
            <w:noProof/>
            <w:webHidden/>
          </w:rPr>
        </w:r>
        <w:r w:rsidR="000748DF">
          <w:rPr>
            <w:noProof/>
            <w:webHidden/>
          </w:rPr>
          <w:fldChar w:fldCharType="separate"/>
        </w:r>
        <w:r w:rsidR="000748DF">
          <w:rPr>
            <w:noProof/>
            <w:webHidden/>
          </w:rPr>
          <w:t>10</w:t>
        </w:r>
        <w:r w:rsidR="000748DF">
          <w:rPr>
            <w:noProof/>
            <w:webHidden/>
          </w:rPr>
          <w:fldChar w:fldCharType="end"/>
        </w:r>
      </w:hyperlink>
    </w:p>
    <w:p w14:paraId="5F1C9AE4" w14:textId="54DEF396" w:rsidR="000748DF" w:rsidRDefault="005A4242">
      <w:pPr>
        <w:pStyle w:val="TOC2"/>
        <w:tabs>
          <w:tab w:val="right" w:leader="dot" w:pos="9350"/>
        </w:tabs>
        <w:rPr>
          <w:rFonts w:asciiTheme="minorHAnsi" w:eastAsiaTheme="minorEastAsia" w:hAnsiTheme="minorHAnsi" w:cstheme="minorBidi"/>
          <w:noProof/>
          <w:sz w:val="22"/>
          <w:szCs w:val="22"/>
        </w:rPr>
      </w:pPr>
      <w:hyperlink w:anchor="_Toc62566891" w:history="1">
        <w:r w:rsidR="000748DF" w:rsidRPr="00D805AF">
          <w:rPr>
            <w:rStyle w:val="Hyperlink"/>
            <w:noProof/>
          </w:rPr>
          <w:t>3.2 Notational conventions</w:t>
        </w:r>
        <w:r w:rsidR="000748DF">
          <w:rPr>
            <w:noProof/>
            <w:webHidden/>
          </w:rPr>
          <w:tab/>
        </w:r>
        <w:r w:rsidR="000748DF">
          <w:rPr>
            <w:noProof/>
            <w:webHidden/>
          </w:rPr>
          <w:fldChar w:fldCharType="begin"/>
        </w:r>
        <w:r w:rsidR="000748DF">
          <w:rPr>
            <w:noProof/>
            <w:webHidden/>
          </w:rPr>
          <w:instrText xml:space="preserve"> PAGEREF _Toc62566891 \h </w:instrText>
        </w:r>
        <w:r w:rsidR="000748DF">
          <w:rPr>
            <w:noProof/>
            <w:webHidden/>
          </w:rPr>
        </w:r>
        <w:r w:rsidR="000748DF">
          <w:rPr>
            <w:noProof/>
            <w:webHidden/>
          </w:rPr>
          <w:fldChar w:fldCharType="separate"/>
        </w:r>
        <w:r w:rsidR="000748DF">
          <w:rPr>
            <w:noProof/>
            <w:webHidden/>
          </w:rPr>
          <w:t>10</w:t>
        </w:r>
        <w:r w:rsidR="000748DF">
          <w:rPr>
            <w:noProof/>
            <w:webHidden/>
          </w:rPr>
          <w:fldChar w:fldCharType="end"/>
        </w:r>
      </w:hyperlink>
    </w:p>
    <w:p w14:paraId="676F13E3" w14:textId="4147EC25" w:rsidR="000748DF" w:rsidRDefault="005A4242">
      <w:pPr>
        <w:pStyle w:val="TOC2"/>
        <w:tabs>
          <w:tab w:val="right" w:leader="dot" w:pos="9350"/>
        </w:tabs>
        <w:rPr>
          <w:rFonts w:asciiTheme="minorHAnsi" w:eastAsiaTheme="minorEastAsia" w:hAnsiTheme="minorHAnsi" w:cstheme="minorBidi"/>
          <w:noProof/>
          <w:sz w:val="22"/>
          <w:szCs w:val="22"/>
        </w:rPr>
      </w:pPr>
      <w:hyperlink w:anchor="_Toc62566892" w:history="1">
        <w:r w:rsidR="000748DF" w:rsidRPr="00D805AF">
          <w:rPr>
            <w:rStyle w:val="Hyperlink"/>
            <w:noProof/>
          </w:rPr>
          <w:t>3.3 On the use of percent encoding in URLs</w:t>
        </w:r>
        <w:r w:rsidR="000748DF">
          <w:rPr>
            <w:noProof/>
            <w:webHidden/>
          </w:rPr>
          <w:tab/>
        </w:r>
        <w:r w:rsidR="000748DF">
          <w:rPr>
            <w:noProof/>
            <w:webHidden/>
          </w:rPr>
          <w:fldChar w:fldCharType="begin"/>
        </w:r>
        <w:r w:rsidR="000748DF">
          <w:rPr>
            <w:noProof/>
            <w:webHidden/>
          </w:rPr>
          <w:instrText xml:space="preserve"> PAGEREF _Toc62566892 \h </w:instrText>
        </w:r>
        <w:r w:rsidR="000748DF">
          <w:rPr>
            <w:noProof/>
            <w:webHidden/>
          </w:rPr>
        </w:r>
        <w:r w:rsidR="000748DF">
          <w:rPr>
            <w:noProof/>
            <w:webHidden/>
          </w:rPr>
          <w:fldChar w:fldCharType="separate"/>
        </w:r>
        <w:r w:rsidR="000748DF">
          <w:rPr>
            <w:noProof/>
            <w:webHidden/>
          </w:rPr>
          <w:t>10</w:t>
        </w:r>
        <w:r w:rsidR="000748DF">
          <w:rPr>
            <w:noProof/>
            <w:webHidden/>
          </w:rPr>
          <w:fldChar w:fldCharType="end"/>
        </w:r>
      </w:hyperlink>
    </w:p>
    <w:p w14:paraId="2B5ADD5C" w14:textId="783B9354" w:rsidR="000748DF" w:rsidRDefault="005A4242">
      <w:pPr>
        <w:pStyle w:val="TOC2"/>
        <w:tabs>
          <w:tab w:val="right" w:leader="dot" w:pos="9350"/>
        </w:tabs>
        <w:rPr>
          <w:rFonts w:asciiTheme="minorHAnsi" w:eastAsiaTheme="minorEastAsia" w:hAnsiTheme="minorHAnsi" w:cstheme="minorBidi"/>
          <w:noProof/>
          <w:sz w:val="22"/>
          <w:szCs w:val="22"/>
        </w:rPr>
      </w:pPr>
      <w:hyperlink w:anchor="_Toc62566893" w:history="1">
        <w:r w:rsidR="000748DF" w:rsidRPr="00D805AF">
          <w:rPr>
            <w:rStyle w:val="Hyperlink"/>
            <w:noProof/>
          </w:rPr>
          <w:t>3.4 On scheme identifiers</w:t>
        </w:r>
        <w:r w:rsidR="000748DF">
          <w:rPr>
            <w:noProof/>
            <w:webHidden/>
          </w:rPr>
          <w:tab/>
        </w:r>
        <w:r w:rsidR="000748DF">
          <w:rPr>
            <w:noProof/>
            <w:webHidden/>
          </w:rPr>
          <w:fldChar w:fldCharType="begin"/>
        </w:r>
        <w:r w:rsidR="000748DF">
          <w:rPr>
            <w:noProof/>
            <w:webHidden/>
          </w:rPr>
          <w:instrText xml:space="preserve"> PAGEREF _Toc62566893 \h </w:instrText>
        </w:r>
        <w:r w:rsidR="000748DF">
          <w:rPr>
            <w:noProof/>
            <w:webHidden/>
          </w:rPr>
        </w:r>
        <w:r w:rsidR="000748DF">
          <w:rPr>
            <w:noProof/>
            <w:webHidden/>
          </w:rPr>
          <w:fldChar w:fldCharType="separate"/>
        </w:r>
        <w:r w:rsidR="000748DF">
          <w:rPr>
            <w:noProof/>
            <w:webHidden/>
          </w:rPr>
          <w:t>10</w:t>
        </w:r>
        <w:r w:rsidR="000748DF">
          <w:rPr>
            <w:noProof/>
            <w:webHidden/>
          </w:rPr>
          <w:fldChar w:fldCharType="end"/>
        </w:r>
      </w:hyperlink>
    </w:p>
    <w:p w14:paraId="57EAC97E" w14:textId="6FAF32FF" w:rsidR="000748DF" w:rsidRDefault="005A4242">
      <w:pPr>
        <w:pStyle w:val="TOC2"/>
        <w:tabs>
          <w:tab w:val="right" w:leader="dot" w:pos="9350"/>
        </w:tabs>
        <w:rPr>
          <w:rFonts w:asciiTheme="minorHAnsi" w:eastAsiaTheme="minorEastAsia" w:hAnsiTheme="minorHAnsi" w:cstheme="minorBidi"/>
          <w:noProof/>
          <w:sz w:val="22"/>
          <w:szCs w:val="22"/>
        </w:rPr>
      </w:pPr>
      <w:hyperlink w:anchor="_Toc62566894" w:history="1">
        <w:r w:rsidR="000748DF" w:rsidRPr="00D805AF">
          <w:rPr>
            <w:rStyle w:val="Hyperlink"/>
            <w:noProof/>
          </w:rPr>
          <w:t>3.5 Case sensitivity handling</w:t>
        </w:r>
        <w:r w:rsidR="000748DF">
          <w:rPr>
            <w:noProof/>
            <w:webHidden/>
          </w:rPr>
          <w:tab/>
        </w:r>
        <w:r w:rsidR="000748DF">
          <w:rPr>
            <w:noProof/>
            <w:webHidden/>
          </w:rPr>
          <w:fldChar w:fldCharType="begin"/>
        </w:r>
        <w:r w:rsidR="000748DF">
          <w:rPr>
            <w:noProof/>
            <w:webHidden/>
          </w:rPr>
          <w:instrText xml:space="preserve"> PAGEREF _Toc62566894 \h </w:instrText>
        </w:r>
        <w:r w:rsidR="000748DF">
          <w:rPr>
            <w:noProof/>
            <w:webHidden/>
          </w:rPr>
        </w:r>
        <w:r w:rsidR="000748DF">
          <w:rPr>
            <w:noProof/>
            <w:webHidden/>
          </w:rPr>
          <w:fldChar w:fldCharType="separate"/>
        </w:r>
        <w:r w:rsidR="000748DF">
          <w:rPr>
            <w:noProof/>
            <w:webHidden/>
          </w:rPr>
          <w:t>10</w:t>
        </w:r>
        <w:r w:rsidR="000748DF">
          <w:rPr>
            <w:noProof/>
            <w:webHidden/>
          </w:rPr>
          <w:fldChar w:fldCharType="end"/>
        </w:r>
      </w:hyperlink>
    </w:p>
    <w:p w14:paraId="6540D404" w14:textId="71657AF9" w:rsidR="000748DF" w:rsidRDefault="005A4242">
      <w:pPr>
        <w:pStyle w:val="TOC2"/>
        <w:tabs>
          <w:tab w:val="right" w:leader="dot" w:pos="9350"/>
        </w:tabs>
        <w:rPr>
          <w:rFonts w:asciiTheme="minorHAnsi" w:eastAsiaTheme="minorEastAsia" w:hAnsiTheme="minorHAnsi" w:cstheme="minorBidi"/>
          <w:noProof/>
          <w:sz w:val="22"/>
          <w:szCs w:val="22"/>
        </w:rPr>
      </w:pPr>
      <w:hyperlink w:anchor="_Toc62566895" w:history="1">
        <w:r w:rsidR="000748DF" w:rsidRPr="00D805AF">
          <w:rPr>
            <w:rStyle w:val="Hyperlink"/>
            <w:noProof/>
          </w:rPr>
          <w:t>3.6 Participant identifiers</w:t>
        </w:r>
        <w:r w:rsidR="000748DF">
          <w:rPr>
            <w:noProof/>
            <w:webHidden/>
          </w:rPr>
          <w:tab/>
        </w:r>
        <w:r w:rsidR="000748DF">
          <w:rPr>
            <w:noProof/>
            <w:webHidden/>
          </w:rPr>
          <w:fldChar w:fldCharType="begin"/>
        </w:r>
        <w:r w:rsidR="000748DF">
          <w:rPr>
            <w:noProof/>
            <w:webHidden/>
          </w:rPr>
          <w:instrText xml:space="preserve"> PAGEREF _Toc62566895 \h </w:instrText>
        </w:r>
        <w:r w:rsidR="000748DF">
          <w:rPr>
            <w:noProof/>
            <w:webHidden/>
          </w:rPr>
        </w:r>
        <w:r w:rsidR="000748DF">
          <w:rPr>
            <w:noProof/>
            <w:webHidden/>
          </w:rPr>
          <w:fldChar w:fldCharType="separate"/>
        </w:r>
        <w:r w:rsidR="000748DF">
          <w:rPr>
            <w:noProof/>
            <w:webHidden/>
          </w:rPr>
          <w:t>11</w:t>
        </w:r>
        <w:r w:rsidR="000748DF">
          <w:rPr>
            <w:noProof/>
            <w:webHidden/>
          </w:rPr>
          <w:fldChar w:fldCharType="end"/>
        </w:r>
      </w:hyperlink>
    </w:p>
    <w:p w14:paraId="03129737" w14:textId="3D1CD215" w:rsidR="000748DF" w:rsidRDefault="005A4242">
      <w:pPr>
        <w:pStyle w:val="TOC3"/>
        <w:tabs>
          <w:tab w:val="right" w:leader="dot" w:pos="9350"/>
        </w:tabs>
        <w:rPr>
          <w:rFonts w:asciiTheme="minorHAnsi" w:eastAsiaTheme="minorEastAsia" w:hAnsiTheme="minorHAnsi" w:cstheme="minorBidi"/>
          <w:noProof/>
          <w:sz w:val="22"/>
          <w:szCs w:val="22"/>
        </w:rPr>
      </w:pPr>
      <w:hyperlink w:anchor="_Toc62566896" w:history="1">
        <w:r w:rsidR="000748DF" w:rsidRPr="00D805AF">
          <w:rPr>
            <w:rStyle w:val="Hyperlink"/>
            <w:noProof/>
          </w:rPr>
          <w:t>3.6.1 Participant identifiers and schemes</w:t>
        </w:r>
        <w:r w:rsidR="000748DF">
          <w:rPr>
            <w:noProof/>
            <w:webHidden/>
          </w:rPr>
          <w:tab/>
        </w:r>
        <w:r w:rsidR="000748DF">
          <w:rPr>
            <w:noProof/>
            <w:webHidden/>
          </w:rPr>
          <w:fldChar w:fldCharType="begin"/>
        </w:r>
        <w:r w:rsidR="000748DF">
          <w:rPr>
            <w:noProof/>
            <w:webHidden/>
          </w:rPr>
          <w:instrText xml:space="preserve"> PAGEREF _Toc62566896 \h </w:instrText>
        </w:r>
        <w:r w:rsidR="000748DF">
          <w:rPr>
            <w:noProof/>
            <w:webHidden/>
          </w:rPr>
        </w:r>
        <w:r w:rsidR="000748DF">
          <w:rPr>
            <w:noProof/>
            <w:webHidden/>
          </w:rPr>
          <w:fldChar w:fldCharType="separate"/>
        </w:r>
        <w:r w:rsidR="000748DF">
          <w:rPr>
            <w:noProof/>
            <w:webHidden/>
          </w:rPr>
          <w:t>11</w:t>
        </w:r>
        <w:r w:rsidR="000748DF">
          <w:rPr>
            <w:noProof/>
            <w:webHidden/>
          </w:rPr>
          <w:fldChar w:fldCharType="end"/>
        </w:r>
      </w:hyperlink>
    </w:p>
    <w:p w14:paraId="7B3FD2D2" w14:textId="3E6B100B" w:rsidR="000748DF" w:rsidRDefault="005A4242">
      <w:pPr>
        <w:pStyle w:val="TOC3"/>
        <w:tabs>
          <w:tab w:val="right" w:leader="dot" w:pos="9350"/>
        </w:tabs>
        <w:rPr>
          <w:rFonts w:asciiTheme="minorHAnsi" w:eastAsiaTheme="minorEastAsia" w:hAnsiTheme="minorHAnsi" w:cstheme="minorBidi"/>
          <w:noProof/>
          <w:sz w:val="22"/>
          <w:szCs w:val="22"/>
        </w:rPr>
      </w:pPr>
      <w:hyperlink w:anchor="_Toc62566897" w:history="1">
        <w:r w:rsidR="000748DF" w:rsidRPr="00D805AF">
          <w:rPr>
            <w:rStyle w:val="Hyperlink"/>
            <w:noProof/>
          </w:rPr>
          <w:t>3.6.2 XML format for Participant identifiers</w:t>
        </w:r>
        <w:r w:rsidR="000748DF">
          <w:rPr>
            <w:noProof/>
            <w:webHidden/>
          </w:rPr>
          <w:tab/>
        </w:r>
        <w:r w:rsidR="000748DF">
          <w:rPr>
            <w:noProof/>
            <w:webHidden/>
          </w:rPr>
          <w:fldChar w:fldCharType="begin"/>
        </w:r>
        <w:r w:rsidR="000748DF">
          <w:rPr>
            <w:noProof/>
            <w:webHidden/>
          </w:rPr>
          <w:instrText xml:space="preserve"> PAGEREF _Toc62566897 \h </w:instrText>
        </w:r>
        <w:r w:rsidR="000748DF">
          <w:rPr>
            <w:noProof/>
            <w:webHidden/>
          </w:rPr>
        </w:r>
        <w:r w:rsidR="000748DF">
          <w:rPr>
            <w:noProof/>
            <w:webHidden/>
          </w:rPr>
          <w:fldChar w:fldCharType="separate"/>
        </w:r>
        <w:r w:rsidR="000748DF">
          <w:rPr>
            <w:noProof/>
            <w:webHidden/>
          </w:rPr>
          <w:t>11</w:t>
        </w:r>
        <w:r w:rsidR="000748DF">
          <w:rPr>
            <w:noProof/>
            <w:webHidden/>
          </w:rPr>
          <w:fldChar w:fldCharType="end"/>
        </w:r>
      </w:hyperlink>
    </w:p>
    <w:p w14:paraId="5A87CB2F" w14:textId="5E3885B6" w:rsidR="000748DF" w:rsidRDefault="005A4242">
      <w:pPr>
        <w:pStyle w:val="TOC3"/>
        <w:tabs>
          <w:tab w:val="right" w:leader="dot" w:pos="9350"/>
        </w:tabs>
        <w:rPr>
          <w:rFonts w:asciiTheme="minorHAnsi" w:eastAsiaTheme="minorEastAsia" w:hAnsiTheme="minorHAnsi" w:cstheme="minorBidi"/>
          <w:noProof/>
          <w:sz w:val="22"/>
          <w:szCs w:val="22"/>
        </w:rPr>
      </w:pPr>
      <w:hyperlink w:anchor="_Toc62566898" w:history="1">
        <w:r w:rsidR="000748DF" w:rsidRPr="00D805AF">
          <w:rPr>
            <w:rStyle w:val="Hyperlink"/>
            <w:noProof/>
          </w:rPr>
          <w:t>3.6.3 Using participant identifiers in URLs</w:t>
        </w:r>
        <w:r w:rsidR="000748DF">
          <w:rPr>
            <w:noProof/>
            <w:webHidden/>
          </w:rPr>
          <w:tab/>
        </w:r>
        <w:r w:rsidR="000748DF">
          <w:rPr>
            <w:noProof/>
            <w:webHidden/>
          </w:rPr>
          <w:fldChar w:fldCharType="begin"/>
        </w:r>
        <w:r w:rsidR="000748DF">
          <w:rPr>
            <w:noProof/>
            <w:webHidden/>
          </w:rPr>
          <w:instrText xml:space="preserve"> PAGEREF _Toc62566898 \h </w:instrText>
        </w:r>
        <w:r w:rsidR="000748DF">
          <w:rPr>
            <w:noProof/>
            <w:webHidden/>
          </w:rPr>
        </w:r>
        <w:r w:rsidR="000748DF">
          <w:rPr>
            <w:noProof/>
            <w:webHidden/>
          </w:rPr>
          <w:fldChar w:fldCharType="separate"/>
        </w:r>
        <w:r w:rsidR="000748DF">
          <w:rPr>
            <w:noProof/>
            <w:webHidden/>
          </w:rPr>
          <w:t>11</w:t>
        </w:r>
        <w:r w:rsidR="000748DF">
          <w:rPr>
            <w:noProof/>
            <w:webHidden/>
          </w:rPr>
          <w:fldChar w:fldCharType="end"/>
        </w:r>
      </w:hyperlink>
    </w:p>
    <w:p w14:paraId="268AB573" w14:textId="6AE01E72" w:rsidR="000748DF" w:rsidRDefault="005A4242">
      <w:pPr>
        <w:pStyle w:val="TOC2"/>
        <w:tabs>
          <w:tab w:val="right" w:leader="dot" w:pos="9350"/>
        </w:tabs>
        <w:rPr>
          <w:rFonts w:asciiTheme="minorHAnsi" w:eastAsiaTheme="minorEastAsia" w:hAnsiTheme="minorHAnsi" w:cstheme="minorBidi"/>
          <w:noProof/>
          <w:sz w:val="22"/>
          <w:szCs w:val="22"/>
        </w:rPr>
      </w:pPr>
      <w:hyperlink w:anchor="_Toc62566899" w:history="1">
        <w:r w:rsidR="000748DF" w:rsidRPr="00D805AF">
          <w:rPr>
            <w:rStyle w:val="Hyperlink"/>
            <w:noProof/>
          </w:rPr>
          <w:t>3.7 Service identifiers</w:t>
        </w:r>
        <w:r w:rsidR="000748DF">
          <w:rPr>
            <w:noProof/>
            <w:webHidden/>
          </w:rPr>
          <w:tab/>
        </w:r>
        <w:r w:rsidR="000748DF">
          <w:rPr>
            <w:noProof/>
            <w:webHidden/>
          </w:rPr>
          <w:fldChar w:fldCharType="begin"/>
        </w:r>
        <w:r w:rsidR="000748DF">
          <w:rPr>
            <w:noProof/>
            <w:webHidden/>
          </w:rPr>
          <w:instrText xml:space="preserve"> PAGEREF _Toc62566899 \h </w:instrText>
        </w:r>
        <w:r w:rsidR="000748DF">
          <w:rPr>
            <w:noProof/>
            <w:webHidden/>
          </w:rPr>
        </w:r>
        <w:r w:rsidR="000748DF">
          <w:rPr>
            <w:noProof/>
            <w:webHidden/>
          </w:rPr>
          <w:fldChar w:fldCharType="separate"/>
        </w:r>
        <w:r w:rsidR="000748DF">
          <w:rPr>
            <w:noProof/>
            <w:webHidden/>
          </w:rPr>
          <w:t>11</w:t>
        </w:r>
        <w:r w:rsidR="000748DF">
          <w:rPr>
            <w:noProof/>
            <w:webHidden/>
          </w:rPr>
          <w:fldChar w:fldCharType="end"/>
        </w:r>
      </w:hyperlink>
    </w:p>
    <w:p w14:paraId="325FBB6B" w14:textId="3B59BD20" w:rsidR="000748DF" w:rsidRDefault="005A4242">
      <w:pPr>
        <w:pStyle w:val="TOC3"/>
        <w:tabs>
          <w:tab w:val="right" w:leader="dot" w:pos="9350"/>
        </w:tabs>
        <w:rPr>
          <w:rFonts w:asciiTheme="minorHAnsi" w:eastAsiaTheme="minorEastAsia" w:hAnsiTheme="minorHAnsi" w:cstheme="minorBidi"/>
          <w:noProof/>
          <w:sz w:val="22"/>
          <w:szCs w:val="22"/>
        </w:rPr>
      </w:pPr>
      <w:hyperlink w:anchor="_Toc62566900" w:history="1">
        <w:r w:rsidR="000748DF" w:rsidRPr="00D805AF">
          <w:rPr>
            <w:rStyle w:val="Hyperlink"/>
            <w:noProof/>
          </w:rPr>
          <w:t>3.7.1 Service and document schemes defined by SMP</w:t>
        </w:r>
        <w:r w:rsidR="000748DF">
          <w:rPr>
            <w:noProof/>
            <w:webHidden/>
          </w:rPr>
          <w:tab/>
        </w:r>
        <w:r w:rsidR="000748DF">
          <w:rPr>
            <w:noProof/>
            <w:webHidden/>
          </w:rPr>
          <w:fldChar w:fldCharType="begin"/>
        </w:r>
        <w:r w:rsidR="000748DF">
          <w:rPr>
            <w:noProof/>
            <w:webHidden/>
          </w:rPr>
          <w:instrText xml:space="preserve"> PAGEREF _Toc62566900 \h </w:instrText>
        </w:r>
        <w:r w:rsidR="000748DF">
          <w:rPr>
            <w:noProof/>
            <w:webHidden/>
          </w:rPr>
        </w:r>
        <w:r w:rsidR="000748DF">
          <w:rPr>
            <w:noProof/>
            <w:webHidden/>
          </w:rPr>
          <w:fldChar w:fldCharType="separate"/>
        </w:r>
        <w:r w:rsidR="000748DF">
          <w:rPr>
            <w:noProof/>
            <w:webHidden/>
          </w:rPr>
          <w:t>11</w:t>
        </w:r>
        <w:r w:rsidR="000748DF">
          <w:rPr>
            <w:noProof/>
            <w:webHidden/>
          </w:rPr>
          <w:fldChar w:fldCharType="end"/>
        </w:r>
      </w:hyperlink>
    </w:p>
    <w:p w14:paraId="1DA5CC05" w14:textId="4E65BD69" w:rsidR="000748DF" w:rsidRDefault="005A4242">
      <w:pPr>
        <w:pStyle w:val="TOC4"/>
        <w:tabs>
          <w:tab w:val="right" w:leader="dot" w:pos="9350"/>
        </w:tabs>
        <w:rPr>
          <w:rFonts w:asciiTheme="minorHAnsi" w:eastAsiaTheme="minorEastAsia" w:hAnsiTheme="minorHAnsi" w:cstheme="minorBidi"/>
          <w:noProof/>
          <w:sz w:val="22"/>
          <w:szCs w:val="22"/>
        </w:rPr>
      </w:pPr>
      <w:hyperlink w:anchor="_Toc62566901" w:history="1">
        <w:r w:rsidR="000748DF" w:rsidRPr="00D805AF">
          <w:rPr>
            <w:rStyle w:val="Hyperlink"/>
            <w:noProof/>
          </w:rPr>
          <w:t>3.7.1.1 Introduction</w:t>
        </w:r>
        <w:r w:rsidR="000748DF">
          <w:rPr>
            <w:noProof/>
            <w:webHidden/>
          </w:rPr>
          <w:tab/>
        </w:r>
        <w:r w:rsidR="000748DF">
          <w:rPr>
            <w:noProof/>
            <w:webHidden/>
          </w:rPr>
          <w:fldChar w:fldCharType="begin"/>
        </w:r>
        <w:r w:rsidR="000748DF">
          <w:rPr>
            <w:noProof/>
            <w:webHidden/>
          </w:rPr>
          <w:instrText xml:space="preserve"> PAGEREF _Toc62566901 \h </w:instrText>
        </w:r>
        <w:r w:rsidR="000748DF">
          <w:rPr>
            <w:noProof/>
            <w:webHidden/>
          </w:rPr>
        </w:r>
        <w:r w:rsidR="000748DF">
          <w:rPr>
            <w:noProof/>
            <w:webHidden/>
          </w:rPr>
          <w:fldChar w:fldCharType="separate"/>
        </w:r>
        <w:r w:rsidR="000748DF">
          <w:rPr>
            <w:noProof/>
            <w:webHidden/>
          </w:rPr>
          <w:t>11</w:t>
        </w:r>
        <w:r w:rsidR="000748DF">
          <w:rPr>
            <w:noProof/>
            <w:webHidden/>
          </w:rPr>
          <w:fldChar w:fldCharType="end"/>
        </w:r>
      </w:hyperlink>
    </w:p>
    <w:p w14:paraId="7C908E9D" w14:textId="6AA0C531" w:rsidR="000748DF" w:rsidRDefault="005A4242">
      <w:pPr>
        <w:pStyle w:val="TOC4"/>
        <w:tabs>
          <w:tab w:val="right" w:leader="dot" w:pos="9350"/>
        </w:tabs>
        <w:rPr>
          <w:rFonts w:asciiTheme="minorHAnsi" w:eastAsiaTheme="minorEastAsia" w:hAnsiTheme="minorHAnsi" w:cstheme="minorBidi"/>
          <w:noProof/>
          <w:sz w:val="22"/>
          <w:szCs w:val="22"/>
        </w:rPr>
      </w:pPr>
      <w:hyperlink w:anchor="_Toc62566902" w:history="1">
        <w:r w:rsidR="000748DF" w:rsidRPr="00D805AF">
          <w:rPr>
            <w:rStyle w:val="Hyperlink"/>
            <w:noProof/>
          </w:rPr>
          <w:t>3.7.1.2 Representing QName/Subtype Identifier</w:t>
        </w:r>
        <w:r w:rsidR="000748DF">
          <w:rPr>
            <w:noProof/>
            <w:webHidden/>
          </w:rPr>
          <w:tab/>
        </w:r>
        <w:r w:rsidR="000748DF">
          <w:rPr>
            <w:noProof/>
            <w:webHidden/>
          </w:rPr>
          <w:fldChar w:fldCharType="begin"/>
        </w:r>
        <w:r w:rsidR="000748DF">
          <w:rPr>
            <w:noProof/>
            <w:webHidden/>
          </w:rPr>
          <w:instrText xml:space="preserve"> PAGEREF _Toc62566902 \h </w:instrText>
        </w:r>
        <w:r w:rsidR="000748DF">
          <w:rPr>
            <w:noProof/>
            <w:webHidden/>
          </w:rPr>
        </w:r>
        <w:r w:rsidR="000748DF">
          <w:rPr>
            <w:noProof/>
            <w:webHidden/>
          </w:rPr>
          <w:fldChar w:fldCharType="separate"/>
        </w:r>
        <w:r w:rsidR="000748DF">
          <w:rPr>
            <w:noProof/>
            <w:webHidden/>
          </w:rPr>
          <w:t>12</w:t>
        </w:r>
        <w:r w:rsidR="000748DF">
          <w:rPr>
            <w:noProof/>
            <w:webHidden/>
          </w:rPr>
          <w:fldChar w:fldCharType="end"/>
        </w:r>
      </w:hyperlink>
    </w:p>
    <w:p w14:paraId="50BC2315" w14:textId="7B6EA8BC" w:rsidR="000748DF" w:rsidRDefault="005A4242">
      <w:pPr>
        <w:pStyle w:val="TOC4"/>
        <w:tabs>
          <w:tab w:val="right" w:leader="dot" w:pos="9350"/>
        </w:tabs>
        <w:rPr>
          <w:rFonts w:asciiTheme="minorHAnsi" w:eastAsiaTheme="minorEastAsia" w:hAnsiTheme="minorHAnsi" w:cstheme="minorBidi"/>
          <w:noProof/>
          <w:sz w:val="22"/>
          <w:szCs w:val="22"/>
        </w:rPr>
      </w:pPr>
      <w:hyperlink w:anchor="_Toc62566903" w:history="1">
        <w:r w:rsidR="000748DF" w:rsidRPr="00D805AF">
          <w:rPr>
            <w:rStyle w:val="Hyperlink"/>
            <w:noProof/>
          </w:rPr>
          <w:t>3.7.1.3 Representing JSON Identifier</w:t>
        </w:r>
        <w:r w:rsidR="000748DF">
          <w:rPr>
            <w:noProof/>
            <w:webHidden/>
          </w:rPr>
          <w:tab/>
        </w:r>
        <w:r w:rsidR="000748DF">
          <w:rPr>
            <w:noProof/>
            <w:webHidden/>
          </w:rPr>
          <w:fldChar w:fldCharType="begin"/>
        </w:r>
        <w:r w:rsidR="000748DF">
          <w:rPr>
            <w:noProof/>
            <w:webHidden/>
          </w:rPr>
          <w:instrText xml:space="preserve"> PAGEREF _Toc62566903 \h </w:instrText>
        </w:r>
        <w:r w:rsidR="000748DF">
          <w:rPr>
            <w:noProof/>
            <w:webHidden/>
          </w:rPr>
        </w:r>
        <w:r w:rsidR="000748DF">
          <w:rPr>
            <w:noProof/>
            <w:webHidden/>
          </w:rPr>
          <w:fldChar w:fldCharType="separate"/>
        </w:r>
        <w:r w:rsidR="000748DF">
          <w:rPr>
            <w:noProof/>
            <w:webHidden/>
          </w:rPr>
          <w:t>12</w:t>
        </w:r>
        <w:r w:rsidR="000748DF">
          <w:rPr>
            <w:noProof/>
            <w:webHidden/>
          </w:rPr>
          <w:fldChar w:fldCharType="end"/>
        </w:r>
      </w:hyperlink>
    </w:p>
    <w:p w14:paraId="5C9AB4D1" w14:textId="28902884" w:rsidR="000748DF" w:rsidRDefault="005A4242">
      <w:pPr>
        <w:pStyle w:val="TOC3"/>
        <w:tabs>
          <w:tab w:val="right" w:leader="dot" w:pos="9350"/>
        </w:tabs>
        <w:rPr>
          <w:rFonts w:asciiTheme="minorHAnsi" w:eastAsiaTheme="minorEastAsia" w:hAnsiTheme="minorHAnsi" w:cstheme="minorBidi"/>
          <w:noProof/>
          <w:sz w:val="22"/>
          <w:szCs w:val="22"/>
        </w:rPr>
      </w:pPr>
      <w:hyperlink w:anchor="_Toc62566904" w:history="1">
        <w:r w:rsidR="000748DF" w:rsidRPr="00D805AF">
          <w:rPr>
            <w:rStyle w:val="Hyperlink"/>
            <w:noProof/>
          </w:rPr>
          <w:t>3.7.2 XML Representation of service identifiers</w:t>
        </w:r>
        <w:r w:rsidR="000748DF">
          <w:rPr>
            <w:noProof/>
            <w:webHidden/>
          </w:rPr>
          <w:tab/>
        </w:r>
        <w:r w:rsidR="000748DF">
          <w:rPr>
            <w:noProof/>
            <w:webHidden/>
          </w:rPr>
          <w:fldChar w:fldCharType="begin"/>
        </w:r>
        <w:r w:rsidR="000748DF">
          <w:rPr>
            <w:noProof/>
            <w:webHidden/>
          </w:rPr>
          <w:instrText xml:space="preserve"> PAGEREF _Toc62566904 \h </w:instrText>
        </w:r>
        <w:r w:rsidR="000748DF">
          <w:rPr>
            <w:noProof/>
            <w:webHidden/>
          </w:rPr>
        </w:r>
        <w:r w:rsidR="000748DF">
          <w:rPr>
            <w:noProof/>
            <w:webHidden/>
          </w:rPr>
          <w:fldChar w:fldCharType="separate"/>
        </w:r>
        <w:r w:rsidR="000748DF">
          <w:rPr>
            <w:noProof/>
            <w:webHidden/>
          </w:rPr>
          <w:t>12</w:t>
        </w:r>
        <w:r w:rsidR="000748DF">
          <w:rPr>
            <w:noProof/>
            <w:webHidden/>
          </w:rPr>
          <w:fldChar w:fldCharType="end"/>
        </w:r>
      </w:hyperlink>
    </w:p>
    <w:p w14:paraId="3617AE1D" w14:textId="085F8785" w:rsidR="000748DF" w:rsidRDefault="005A4242">
      <w:pPr>
        <w:pStyle w:val="TOC3"/>
        <w:tabs>
          <w:tab w:val="right" w:leader="dot" w:pos="9350"/>
        </w:tabs>
        <w:rPr>
          <w:rFonts w:asciiTheme="minorHAnsi" w:eastAsiaTheme="minorEastAsia" w:hAnsiTheme="minorHAnsi" w:cstheme="minorBidi"/>
          <w:noProof/>
          <w:sz w:val="22"/>
          <w:szCs w:val="22"/>
        </w:rPr>
      </w:pPr>
      <w:hyperlink w:anchor="_Toc62566905" w:history="1">
        <w:r w:rsidR="000748DF" w:rsidRPr="00D805AF">
          <w:rPr>
            <w:rStyle w:val="Hyperlink"/>
            <w:noProof/>
          </w:rPr>
          <w:t>3.7.3 URL representation of service identifiers</w:t>
        </w:r>
        <w:r w:rsidR="000748DF">
          <w:rPr>
            <w:noProof/>
            <w:webHidden/>
          </w:rPr>
          <w:tab/>
        </w:r>
        <w:r w:rsidR="000748DF">
          <w:rPr>
            <w:noProof/>
            <w:webHidden/>
          </w:rPr>
          <w:fldChar w:fldCharType="begin"/>
        </w:r>
        <w:r w:rsidR="000748DF">
          <w:rPr>
            <w:noProof/>
            <w:webHidden/>
          </w:rPr>
          <w:instrText xml:space="preserve"> PAGEREF _Toc62566905 \h </w:instrText>
        </w:r>
        <w:r w:rsidR="000748DF">
          <w:rPr>
            <w:noProof/>
            <w:webHidden/>
          </w:rPr>
        </w:r>
        <w:r w:rsidR="000748DF">
          <w:rPr>
            <w:noProof/>
            <w:webHidden/>
          </w:rPr>
          <w:fldChar w:fldCharType="separate"/>
        </w:r>
        <w:r w:rsidR="000748DF">
          <w:rPr>
            <w:noProof/>
            <w:webHidden/>
          </w:rPr>
          <w:t>12</w:t>
        </w:r>
        <w:r w:rsidR="000748DF">
          <w:rPr>
            <w:noProof/>
            <w:webHidden/>
          </w:rPr>
          <w:fldChar w:fldCharType="end"/>
        </w:r>
      </w:hyperlink>
    </w:p>
    <w:p w14:paraId="457F4F7F" w14:textId="59FBA47A" w:rsidR="000748DF" w:rsidRDefault="005A4242">
      <w:pPr>
        <w:pStyle w:val="TOC1"/>
        <w:tabs>
          <w:tab w:val="left" w:pos="480"/>
          <w:tab w:val="right" w:leader="dot" w:pos="9350"/>
        </w:tabs>
        <w:rPr>
          <w:rFonts w:asciiTheme="minorHAnsi" w:eastAsiaTheme="minorEastAsia" w:hAnsiTheme="minorHAnsi" w:cstheme="minorBidi"/>
          <w:noProof/>
          <w:sz w:val="22"/>
          <w:szCs w:val="22"/>
        </w:rPr>
      </w:pPr>
      <w:hyperlink w:anchor="_Toc62566906" w:history="1">
        <w:r w:rsidR="000748DF" w:rsidRPr="00D805AF">
          <w:rPr>
            <w:rStyle w:val="Hyperlink"/>
            <w:noProof/>
          </w:rPr>
          <w:t>4</w:t>
        </w:r>
        <w:r w:rsidR="000748DF">
          <w:rPr>
            <w:rFonts w:asciiTheme="minorHAnsi" w:eastAsiaTheme="minorEastAsia" w:hAnsiTheme="minorHAnsi" w:cstheme="minorBidi"/>
            <w:noProof/>
            <w:sz w:val="22"/>
            <w:szCs w:val="22"/>
          </w:rPr>
          <w:tab/>
        </w:r>
        <w:r w:rsidR="000748DF" w:rsidRPr="00D805AF">
          <w:rPr>
            <w:rStyle w:val="Hyperlink"/>
            <w:noProof/>
          </w:rPr>
          <w:t>Data Model</w:t>
        </w:r>
        <w:r w:rsidR="000748DF">
          <w:rPr>
            <w:noProof/>
            <w:webHidden/>
          </w:rPr>
          <w:tab/>
        </w:r>
        <w:r w:rsidR="000748DF">
          <w:rPr>
            <w:noProof/>
            <w:webHidden/>
          </w:rPr>
          <w:fldChar w:fldCharType="begin"/>
        </w:r>
        <w:r w:rsidR="000748DF">
          <w:rPr>
            <w:noProof/>
            <w:webHidden/>
          </w:rPr>
          <w:instrText xml:space="preserve"> PAGEREF _Toc62566906 \h </w:instrText>
        </w:r>
        <w:r w:rsidR="000748DF">
          <w:rPr>
            <w:noProof/>
            <w:webHidden/>
          </w:rPr>
        </w:r>
        <w:r w:rsidR="000748DF">
          <w:rPr>
            <w:noProof/>
            <w:webHidden/>
          </w:rPr>
          <w:fldChar w:fldCharType="separate"/>
        </w:r>
        <w:r w:rsidR="000748DF">
          <w:rPr>
            <w:noProof/>
            <w:webHidden/>
          </w:rPr>
          <w:t>14</w:t>
        </w:r>
        <w:r w:rsidR="000748DF">
          <w:rPr>
            <w:noProof/>
            <w:webHidden/>
          </w:rPr>
          <w:fldChar w:fldCharType="end"/>
        </w:r>
      </w:hyperlink>
    </w:p>
    <w:p w14:paraId="4019A77C" w14:textId="231A34E6" w:rsidR="000748DF" w:rsidRDefault="005A4242">
      <w:pPr>
        <w:pStyle w:val="TOC2"/>
        <w:tabs>
          <w:tab w:val="right" w:leader="dot" w:pos="9350"/>
        </w:tabs>
        <w:rPr>
          <w:rFonts w:asciiTheme="minorHAnsi" w:eastAsiaTheme="minorEastAsia" w:hAnsiTheme="minorHAnsi" w:cstheme="minorBidi"/>
          <w:noProof/>
          <w:sz w:val="22"/>
          <w:szCs w:val="22"/>
        </w:rPr>
      </w:pPr>
      <w:hyperlink w:anchor="_Toc62566907" w:history="1">
        <w:r w:rsidR="000748DF" w:rsidRPr="00D805AF">
          <w:rPr>
            <w:rStyle w:val="Hyperlink"/>
            <w:noProof/>
          </w:rPr>
          <w:t>4.1 Class diagram</w:t>
        </w:r>
        <w:r w:rsidR="000748DF">
          <w:rPr>
            <w:noProof/>
            <w:webHidden/>
          </w:rPr>
          <w:tab/>
        </w:r>
        <w:r w:rsidR="000748DF">
          <w:rPr>
            <w:noProof/>
            <w:webHidden/>
          </w:rPr>
          <w:fldChar w:fldCharType="begin"/>
        </w:r>
        <w:r w:rsidR="000748DF">
          <w:rPr>
            <w:noProof/>
            <w:webHidden/>
          </w:rPr>
          <w:instrText xml:space="preserve"> PAGEREF _Toc62566907 \h </w:instrText>
        </w:r>
        <w:r w:rsidR="000748DF">
          <w:rPr>
            <w:noProof/>
            <w:webHidden/>
          </w:rPr>
        </w:r>
        <w:r w:rsidR="000748DF">
          <w:rPr>
            <w:noProof/>
            <w:webHidden/>
          </w:rPr>
          <w:fldChar w:fldCharType="separate"/>
        </w:r>
        <w:r w:rsidR="000748DF">
          <w:rPr>
            <w:noProof/>
            <w:webHidden/>
          </w:rPr>
          <w:t>14</w:t>
        </w:r>
        <w:r w:rsidR="000748DF">
          <w:rPr>
            <w:noProof/>
            <w:webHidden/>
          </w:rPr>
          <w:fldChar w:fldCharType="end"/>
        </w:r>
      </w:hyperlink>
    </w:p>
    <w:p w14:paraId="333B0C8D" w14:textId="59147F73" w:rsidR="000748DF" w:rsidRDefault="005A4242">
      <w:pPr>
        <w:pStyle w:val="TOC2"/>
        <w:tabs>
          <w:tab w:val="right" w:leader="dot" w:pos="9350"/>
        </w:tabs>
        <w:rPr>
          <w:rFonts w:asciiTheme="minorHAnsi" w:eastAsiaTheme="minorEastAsia" w:hAnsiTheme="minorHAnsi" w:cstheme="minorBidi"/>
          <w:noProof/>
          <w:sz w:val="22"/>
          <w:szCs w:val="22"/>
        </w:rPr>
      </w:pPr>
      <w:hyperlink w:anchor="_Toc62566908" w:history="1">
        <w:r w:rsidR="000748DF" w:rsidRPr="00D805AF">
          <w:rPr>
            <w:rStyle w:val="Hyperlink"/>
            <w:noProof/>
          </w:rPr>
          <w:t>4.2 CCTS and non-CCTS information</w:t>
        </w:r>
        <w:r w:rsidR="000748DF">
          <w:rPr>
            <w:noProof/>
            <w:webHidden/>
          </w:rPr>
          <w:tab/>
        </w:r>
        <w:r w:rsidR="000748DF">
          <w:rPr>
            <w:noProof/>
            <w:webHidden/>
          </w:rPr>
          <w:fldChar w:fldCharType="begin"/>
        </w:r>
        <w:r w:rsidR="000748DF">
          <w:rPr>
            <w:noProof/>
            <w:webHidden/>
          </w:rPr>
          <w:instrText xml:space="preserve"> PAGEREF _Toc62566908 \h </w:instrText>
        </w:r>
        <w:r w:rsidR="000748DF">
          <w:rPr>
            <w:noProof/>
            <w:webHidden/>
          </w:rPr>
        </w:r>
        <w:r w:rsidR="000748DF">
          <w:rPr>
            <w:noProof/>
            <w:webHidden/>
          </w:rPr>
          <w:fldChar w:fldCharType="separate"/>
        </w:r>
        <w:r w:rsidR="000748DF">
          <w:rPr>
            <w:noProof/>
            <w:webHidden/>
          </w:rPr>
          <w:t>15</w:t>
        </w:r>
        <w:r w:rsidR="000748DF">
          <w:rPr>
            <w:noProof/>
            <w:webHidden/>
          </w:rPr>
          <w:fldChar w:fldCharType="end"/>
        </w:r>
      </w:hyperlink>
    </w:p>
    <w:p w14:paraId="7B5D4227" w14:textId="4A2EF3B3" w:rsidR="000748DF" w:rsidRDefault="005A4242">
      <w:pPr>
        <w:pStyle w:val="TOC2"/>
        <w:tabs>
          <w:tab w:val="right" w:leader="dot" w:pos="9350"/>
        </w:tabs>
        <w:rPr>
          <w:rFonts w:asciiTheme="minorHAnsi" w:eastAsiaTheme="minorEastAsia" w:hAnsiTheme="minorHAnsi" w:cstheme="minorBidi"/>
          <w:noProof/>
          <w:sz w:val="22"/>
          <w:szCs w:val="22"/>
        </w:rPr>
      </w:pPr>
      <w:hyperlink w:anchor="_Toc62566909" w:history="1">
        <w:r w:rsidR="000748DF" w:rsidRPr="00D805AF">
          <w:rPr>
            <w:rStyle w:val="Hyperlink"/>
            <w:noProof/>
          </w:rPr>
          <w:t>4.3 Basic SMP information</w:t>
        </w:r>
        <w:r w:rsidR="000748DF">
          <w:rPr>
            <w:noProof/>
            <w:webHidden/>
          </w:rPr>
          <w:tab/>
        </w:r>
        <w:r w:rsidR="000748DF">
          <w:rPr>
            <w:noProof/>
            <w:webHidden/>
          </w:rPr>
          <w:fldChar w:fldCharType="begin"/>
        </w:r>
        <w:r w:rsidR="000748DF">
          <w:rPr>
            <w:noProof/>
            <w:webHidden/>
          </w:rPr>
          <w:instrText xml:space="preserve"> PAGEREF _Toc62566909 \h </w:instrText>
        </w:r>
        <w:r w:rsidR="000748DF">
          <w:rPr>
            <w:noProof/>
            <w:webHidden/>
          </w:rPr>
        </w:r>
        <w:r w:rsidR="000748DF">
          <w:rPr>
            <w:noProof/>
            <w:webHidden/>
          </w:rPr>
          <w:fldChar w:fldCharType="separate"/>
        </w:r>
        <w:r w:rsidR="000748DF">
          <w:rPr>
            <w:noProof/>
            <w:webHidden/>
          </w:rPr>
          <w:t>15</w:t>
        </w:r>
        <w:r w:rsidR="000748DF">
          <w:rPr>
            <w:noProof/>
            <w:webHidden/>
          </w:rPr>
          <w:fldChar w:fldCharType="end"/>
        </w:r>
      </w:hyperlink>
    </w:p>
    <w:p w14:paraId="43BFD691" w14:textId="53FC9036" w:rsidR="000748DF" w:rsidRDefault="005A4242">
      <w:pPr>
        <w:pStyle w:val="TOC3"/>
        <w:tabs>
          <w:tab w:val="right" w:leader="dot" w:pos="9350"/>
        </w:tabs>
        <w:rPr>
          <w:rFonts w:asciiTheme="minorHAnsi" w:eastAsiaTheme="minorEastAsia" w:hAnsiTheme="minorHAnsi" w:cstheme="minorBidi"/>
          <w:noProof/>
          <w:sz w:val="22"/>
          <w:szCs w:val="22"/>
        </w:rPr>
      </w:pPr>
      <w:hyperlink w:anchor="_Toc62566910" w:history="1">
        <w:r w:rsidR="000748DF" w:rsidRPr="00D805AF">
          <w:rPr>
            <w:rStyle w:val="Hyperlink"/>
            <w:noProof/>
          </w:rPr>
          <w:t>4.3.1 The ServiceGroup class</w:t>
        </w:r>
        <w:r w:rsidR="000748DF">
          <w:rPr>
            <w:noProof/>
            <w:webHidden/>
          </w:rPr>
          <w:tab/>
        </w:r>
        <w:r w:rsidR="000748DF">
          <w:rPr>
            <w:noProof/>
            <w:webHidden/>
          </w:rPr>
          <w:fldChar w:fldCharType="begin"/>
        </w:r>
        <w:r w:rsidR="000748DF">
          <w:rPr>
            <w:noProof/>
            <w:webHidden/>
          </w:rPr>
          <w:instrText xml:space="preserve"> PAGEREF _Toc62566910 \h </w:instrText>
        </w:r>
        <w:r w:rsidR="000748DF">
          <w:rPr>
            <w:noProof/>
            <w:webHidden/>
          </w:rPr>
        </w:r>
        <w:r w:rsidR="000748DF">
          <w:rPr>
            <w:noProof/>
            <w:webHidden/>
          </w:rPr>
          <w:fldChar w:fldCharType="separate"/>
        </w:r>
        <w:r w:rsidR="000748DF">
          <w:rPr>
            <w:noProof/>
            <w:webHidden/>
          </w:rPr>
          <w:t>15</w:t>
        </w:r>
        <w:r w:rsidR="000748DF">
          <w:rPr>
            <w:noProof/>
            <w:webHidden/>
          </w:rPr>
          <w:fldChar w:fldCharType="end"/>
        </w:r>
      </w:hyperlink>
    </w:p>
    <w:p w14:paraId="31975104" w14:textId="28A7386A" w:rsidR="000748DF" w:rsidRDefault="005A4242">
      <w:pPr>
        <w:pStyle w:val="TOC3"/>
        <w:tabs>
          <w:tab w:val="right" w:leader="dot" w:pos="9350"/>
        </w:tabs>
        <w:rPr>
          <w:rFonts w:asciiTheme="minorHAnsi" w:eastAsiaTheme="minorEastAsia" w:hAnsiTheme="minorHAnsi" w:cstheme="minorBidi"/>
          <w:noProof/>
          <w:sz w:val="22"/>
          <w:szCs w:val="22"/>
        </w:rPr>
      </w:pPr>
      <w:hyperlink w:anchor="_Toc62566911" w:history="1">
        <w:r w:rsidR="000748DF" w:rsidRPr="00D805AF">
          <w:rPr>
            <w:rStyle w:val="Hyperlink"/>
            <w:noProof/>
          </w:rPr>
          <w:t>4.3.2 The ServiceMetadata class</w:t>
        </w:r>
        <w:r w:rsidR="000748DF">
          <w:rPr>
            <w:noProof/>
            <w:webHidden/>
          </w:rPr>
          <w:tab/>
        </w:r>
        <w:r w:rsidR="000748DF">
          <w:rPr>
            <w:noProof/>
            <w:webHidden/>
          </w:rPr>
          <w:fldChar w:fldCharType="begin"/>
        </w:r>
        <w:r w:rsidR="000748DF">
          <w:rPr>
            <w:noProof/>
            <w:webHidden/>
          </w:rPr>
          <w:instrText xml:space="preserve"> PAGEREF _Toc62566911 \h </w:instrText>
        </w:r>
        <w:r w:rsidR="000748DF">
          <w:rPr>
            <w:noProof/>
            <w:webHidden/>
          </w:rPr>
        </w:r>
        <w:r w:rsidR="000748DF">
          <w:rPr>
            <w:noProof/>
            <w:webHidden/>
          </w:rPr>
          <w:fldChar w:fldCharType="separate"/>
        </w:r>
        <w:r w:rsidR="000748DF">
          <w:rPr>
            <w:noProof/>
            <w:webHidden/>
          </w:rPr>
          <w:t>15</w:t>
        </w:r>
        <w:r w:rsidR="000748DF">
          <w:rPr>
            <w:noProof/>
            <w:webHidden/>
          </w:rPr>
          <w:fldChar w:fldCharType="end"/>
        </w:r>
      </w:hyperlink>
    </w:p>
    <w:p w14:paraId="150BE637" w14:textId="40D890A5" w:rsidR="000748DF" w:rsidRDefault="005A4242">
      <w:pPr>
        <w:pStyle w:val="TOC3"/>
        <w:tabs>
          <w:tab w:val="right" w:leader="dot" w:pos="9350"/>
        </w:tabs>
        <w:rPr>
          <w:rFonts w:asciiTheme="minorHAnsi" w:eastAsiaTheme="minorEastAsia" w:hAnsiTheme="minorHAnsi" w:cstheme="minorBidi"/>
          <w:noProof/>
          <w:sz w:val="22"/>
          <w:szCs w:val="22"/>
        </w:rPr>
      </w:pPr>
      <w:hyperlink w:anchor="_Toc62566912" w:history="1">
        <w:r w:rsidR="000748DF" w:rsidRPr="00D805AF">
          <w:rPr>
            <w:rStyle w:val="Hyperlink"/>
            <w:noProof/>
          </w:rPr>
          <w:t>4.3.3 The ServiceReference class</w:t>
        </w:r>
        <w:r w:rsidR="000748DF">
          <w:rPr>
            <w:noProof/>
            <w:webHidden/>
          </w:rPr>
          <w:tab/>
        </w:r>
        <w:r w:rsidR="000748DF">
          <w:rPr>
            <w:noProof/>
            <w:webHidden/>
          </w:rPr>
          <w:fldChar w:fldCharType="begin"/>
        </w:r>
        <w:r w:rsidR="000748DF">
          <w:rPr>
            <w:noProof/>
            <w:webHidden/>
          </w:rPr>
          <w:instrText xml:space="preserve"> PAGEREF _Toc62566912 \h </w:instrText>
        </w:r>
        <w:r w:rsidR="000748DF">
          <w:rPr>
            <w:noProof/>
            <w:webHidden/>
          </w:rPr>
        </w:r>
        <w:r w:rsidR="000748DF">
          <w:rPr>
            <w:noProof/>
            <w:webHidden/>
          </w:rPr>
          <w:fldChar w:fldCharType="separate"/>
        </w:r>
        <w:r w:rsidR="000748DF">
          <w:rPr>
            <w:noProof/>
            <w:webHidden/>
          </w:rPr>
          <w:t>16</w:t>
        </w:r>
        <w:r w:rsidR="000748DF">
          <w:rPr>
            <w:noProof/>
            <w:webHidden/>
          </w:rPr>
          <w:fldChar w:fldCharType="end"/>
        </w:r>
      </w:hyperlink>
    </w:p>
    <w:p w14:paraId="048B84B5" w14:textId="627FD4BD" w:rsidR="000748DF" w:rsidRDefault="005A4242">
      <w:pPr>
        <w:pStyle w:val="TOC3"/>
        <w:tabs>
          <w:tab w:val="right" w:leader="dot" w:pos="9350"/>
        </w:tabs>
        <w:rPr>
          <w:rFonts w:asciiTheme="minorHAnsi" w:eastAsiaTheme="minorEastAsia" w:hAnsiTheme="minorHAnsi" w:cstheme="minorBidi"/>
          <w:noProof/>
          <w:sz w:val="22"/>
          <w:szCs w:val="22"/>
        </w:rPr>
      </w:pPr>
      <w:hyperlink w:anchor="_Toc62566913" w:history="1">
        <w:r w:rsidR="000748DF" w:rsidRPr="00D805AF">
          <w:rPr>
            <w:rStyle w:val="Hyperlink"/>
            <w:noProof/>
          </w:rPr>
          <w:t>4.3.4 The ProcessMetadata class</w:t>
        </w:r>
        <w:r w:rsidR="000748DF">
          <w:rPr>
            <w:noProof/>
            <w:webHidden/>
          </w:rPr>
          <w:tab/>
        </w:r>
        <w:r w:rsidR="000748DF">
          <w:rPr>
            <w:noProof/>
            <w:webHidden/>
          </w:rPr>
          <w:fldChar w:fldCharType="begin"/>
        </w:r>
        <w:r w:rsidR="000748DF">
          <w:rPr>
            <w:noProof/>
            <w:webHidden/>
          </w:rPr>
          <w:instrText xml:space="preserve"> PAGEREF _Toc62566913 \h </w:instrText>
        </w:r>
        <w:r w:rsidR="000748DF">
          <w:rPr>
            <w:noProof/>
            <w:webHidden/>
          </w:rPr>
        </w:r>
        <w:r w:rsidR="000748DF">
          <w:rPr>
            <w:noProof/>
            <w:webHidden/>
          </w:rPr>
          <w:fldChar w:fldCharType="separate"/>
        </w:r>
        <w:r w:rsidR="000748DF">
          <w:rPr>
            <w:noProof/>
            <w:webHidden/>
          </w:rPr>
          <w:t>16</w:t>
        </w:r>
        <w:r w:rsidR="000748DF">
          <w:rPr>
            <w:noProof/>
            <w:webHidden/>
          </w:rPr>
          <w:fldChar w:fldCharType="end"/>
        </w:r>
      </w:hyperlink>
    </w:p>
    <w:p w14:paraId="776EB41F" w14:textId="1DBF3018" w:rsidR="000748DF" w:rsidRDefault="005A4242">
      <w:pPr>
        <w:pStyle w:val="TOC3"/>
        <w:tabs>
          <w:tab w:val="right" w:leader="dot" w:pos="9350"/>
        </w:tabs>
        <w:rPr>
          <w:rFonts w:asciiTheme="minorHAnsi" w:eastAsiaTheme="minorEastAsia" w:hAnsiTheme="minorHAnsi" w:cstheme="minorBidi"/>
          <w:noProof/>
          <w:sz w:val="22"/>
          <w:szCs w:val="22"/>
        </w:rPr>
      </w:pPr>
      <w:hyperlink w:anchor="_Toc62566914" w:history="1">
        <w:r w:rsidR="000748DF" w:rsidRPr="00D805AF">
          <w:rPr>
            <w:rStyle w:val="Hyperlink"/>
            <w:noProof/>
          </w:rPr>
          <w:t>4.3.5 The Process class</w:t>
        </w:r>
        <w:r w:rsidR="000748DF">
          <w:rPr>
            <w:noProof/>
            <w:webHidden/>
          </w:rPr>
          <w:tab/>
        </w:r>
        <w:r w:rsidR="000748DF">
          <w:rPr>
            <w:noProof/>
            <w:webHidden/>
          </w:rPr>
          <w:fldChar w:fldCharType="begin"/>
        </w:r>
        <w:r w:rsidR="000748DF">
          <w:rPr>
            <w:noProof/>
            <w:webHidden/>
          </w:rPr>
          <w:instrText xml:space="preserve"> PAGEREF _Toc62566914 \h </w:instrText>
        </w:r>
        <w:r w:rsidR="000748DF">
          <w:rPr>
            <w:noProof/>
            <w:webHidden/>
          </w:rPr>
        </w:r>
        <w:r w:rsidR="000748DF">
          <w:rPr>
            <w:noProof/>
            <w:webHidden/>
          </w:rPr>
          <w:fldChar w:fldCharType="separate"/>
        </w:r>
        <w:r w:rsidR="000748DF">
          <w:rPr>
            <w:noProof/>
            <w:webHidden/>
          </w:rPr>
          <w:t>17</w:t>
        </w:r>
        <w:r w:rsidR="000748DF">
          <w:rPr>
            <w:noProof/>
            <w:webHidden/>
          </w:rPr>
          <w:fldChar w:fldCharType="end"/>
        </w:r>
      </w:hyperlink>
    </w:p>
    <w:p w14:paraId="6D00F515" w14:textId="12B91E3B" w:rsidR="000748DF" w:rsidRDefault="005A4242">
      <w:pPr>
        <w:pStyle w:val="TOC3"/>
        <w:tabs>
          <w:tab w:val="right" w:leader="dot" w:pos="9350"/>
        </w:tabs>
        <w:rPr>
          <w:rFonts w:asciiTheme="minorHAnsi" w:eastAsiaTheme="minorEastAsia" w:hAnsiTheme="minorHAnsi" w:cstheme="minorBidi"/>
          <w:noProof/>
          <w:sz w:val="22"/>
          <w:szCs w:val="22"/>
        </w:rPr>
      </w:pPr>
      <w:hyperlink w:anchor="_Toc62566915" w:history="1">
        <w:r w:rsidR="000748DF" w:rsidRPr="00D805AF">
          <w:rPr>
            <w:rStyle w:val="Hyperlink"/>
            <w:noProof/>
          </w:rPr>
          <w:t>4.3.6 The Endpoint class</w:t>
        </w:r>
        <w:r w:rsidR="000748DF">
          <w:rPr>
            <w:noProof/>
            <w:webHidden/>
          </w:rPr>
          <w:tab/>
        </w:r>
        <w:r w:rsidR="000748DF">
          <w:rPr>
            <w:noProof/>
            <w:webHidden/>
          </w:rPr>
          <w:fldChar w:fldCharType="begin"/>
        </w:r>
        <w:r w:rsidR="000748DF">
          <w:rPr>
            <w:noProof/>
            <w:webHidden/>
          </w:rPr>
          <w:instrText xml:space="preserve"> PAGEREF _Toc62566915 \h </w:instrText>
        </w:r>
        <w:r w:rsidR="000748DF">
          <w:rPr>
            <w:noProof/>
            <w:webHidden/>
          </w:rPr>
        </w:r>
        <w:r w:rsidR="000748DF">
          <w:rPr>
            <w:noProof/>
            <w:webHidden/>
          </w:rPr>
          <w:fldChar w:fldCharType="separate"/>
        </w:r>
        <w:r w:rsidR="000748DF">
          <w:rPr>
            <w:noProof/>
            <w:webHidden/>
          </w:rPr>
          <w:t>17</w:t>
        </w:r>
        <w:r w:rsidR="000748DF">
          <w:rPr>
            <w:noProof/>
            <w:webHidden/>
          </w:rPr>
          <w:fldChar w:fldCharType="end"/>
        </w:r>
      </w:hyperlink>
    </w:p>
    <w:p w14:paraId="58C70F27" w14:textId="4B4757D8" w:rsidR="000748DF" w:rsidRDefault="005A4242">
      <w:pPr>
        <w:pStyle w:val="TOC3"/>
        <w:tabs>
          <w:tab w:val="right" w:leader="dot" w:pos="9350"/>
        </w:tabs>
        <w:rPr>
          <w:rFonts w:asciiTheme="minorHAnsi" w:eastAsiaTheme="minorEastAsia" w:hAnsiTheme="minorHAnsi" w:cstheme="minorBidi"/>
          <w:noProof/>
          <w:sz w:val="22"/>
          <w:szCs w:val="22"/>
        </w:rPr>
      </w:pPr>
      <w:hyperlink w:anchor="_Toc62566916" w:history="1">
        <w:r w:rsidR="000748DF" w:rsidRPr="00D805AF">
          <w:rPr>
            <w:rStyle w:val="Hyperlink"/>
            <w:noProof/>
          </w:rPr>
          <w:t>4.3.7 The Redirect class</w:t>
        </w:r>
        <w:r w:rsidR="000748DF">
          <w:rPr>
            <w:noProof/>
            <w:webHidden/>
          </w:rPr>
          <w:tab/>
        </w:r>
        <w:r w:rsidR="000748DF">
          <w:rPr>
            <w:noProof/>
            <w:webHidden/>
          </w:rPr>
          <w:fldChar w:fldCharType="begin"/>
        </w:r>
        <w:r w:rsidR="000748DF">
          <w:rPr>
            <w:noProof/>
            <w:webHidden/>
          </w:rPr>
          <w:instrText xml:space="preserve"> PAGEREF _Toc62566916 \h </w:instrText>
        </w:r>
        <w:r w:rsidR="000748DF">
          <w:rPr>
            <w:noProof/>
            <w:webHidden/>
          </w:rPr>
        </w:r>
        <w:r w:rsidR="000748DF">
          <w:rPr>
            <w:noProof/>
            <w:webHidden/>
          </w:rPr>
          <w:fldChar w:fldCharType="separate"/>
        </w:r>
        <w:r w:rsidR="000748DF">
          <w:rPr>
            <w:noProof/>
            <w:webHidden/>
          </w:rPr>
          <w:t>18</w:t>
        </w:r>
        <w:r w:rsidR="000748DF">
          <w:rPr>
            <w:noProof/>
            <w:webHidden/>
          </w:rPr>
          <w:fldChar w:fldCharType="end"/>
        </w:r>
      </w:hyperlink>
    </w:p>
    <w:p w14:paraId="679D33FE" w14:textId="4E169337" w:rsidR="000748DF" w:rsidRDefault="005A4242">
      <w:pPr>
        <w:pStyle w:val="TOC3"/>
        <w:tabs>
          <w:tab w:val="right" w:leader="dot" w:pos="9350"/>
        </w:tabs>
        <w:rPr>
          <w:rFonts w:asciiTheme="minorHAnsi" w:eastAsiaTheme="minorEastAsia" w:hAnsiTheme="minorHAnsi" w:cstheme="minorBidi"/>
          <w:noProof/>
          <w:sz w:val="22"/>
          <w:szCs w:val="22"/>
        </w:rPr>
      </w:pPr>
      <w:hyperlink w:anchor="_Toc62566917" w:history="1">
        <w:r w:rsidR="000748DF" w:rsidRPr="00D805AF">
          <w:rPr>
            <w:rStyle w:val="Hyperlink"/>
            <w:noProof/>
          </w:rPr>
          <w:t>4.3.8 The Certificate class</w:t>
        </w:r>
        <w:r w:rsidR="000748DF">
          <w:rPr>
            <w:noProof/>
            <w:webHidden/>
          </w:rPr>
          <w:tab/>
        </w:r>
        <w:r w:rsidR="000748DF">
          <w:rPr>
            <w:noProof/>
            <w:webHidden/>
          </w:rPr>
          <w:fldChar w:fldCharType="begin"/>
        </w:r>
        <w:r w:rsidR="000748DF">
          <w:rPr>
            <w:noProof/>
            <w:webHidden/>
          </w:rPr>
          <w:instrText xml:space="preserve"> PAGEREF _Toc62566917 \h </w:instrText>
        </w:r>
        <w:r w:rsidR="000748DF">
          <w:rPr>
            <w:noProof/>
            <w:webHidden/>
          </w:rPr>
        </w:r>
        <w:r w:rsidR="000748DF">
          <w:rPr>
            <w:noProof/>
            <w:webHidden/>
          </w:rPr>
          <w:fldChar w:fldCharType="separate"/>
        </w:r>
        <w:r w:rsidR="000748DF">
          <w:rPr>
            <w:noProof/>
            <w:webHidden/>
          </w:rPr>
          <w:t>18</w:t>
        </w:r>
        <w:r w:rsidR="000748DF">
          <w:rPr>
            <w:noProof/>
            <w:webHidden/>
          </w:rPr>
          <w:fldChar w:fldCharType="end"/>
        </w:r>
      </w:hyperlink>
    </w:p>
    <w:p w14:paraId="14E07589" w14:textId="1CBEC451" w:rsidR="000748DF" w:rsidRDefault="005A4242">
      <w:pPr>
        <w:pStyle w:val="TOC2"/>
        <w:tabs>
          <w:tab w:val="right" w:leader="dot" w:pos="9350"/>
        </w:tabs>
        <w:rPr>
          <w:rFonts w:asciiTheme="minorHAnsi" w:eastAsiaTheme="minorEastAsia" w:hAnsiTheme="minorHAnsi" w:cstheme="minorBidi"/>
          <w:noProof/>
          <w:sz w:val="22"/>
          <w:szCs w:val="22"/>
        </w:rPr>
      </w:pPr>
      <w:hyperlink w:anchor="_Toc62566918" w:history="1">
        <w:r w:rsidR="000748DF" w:rsidRPr="00D805AF">
          <w:rPr>
            <w:rStyle w:val="Hyperlink"/>
            <w:noProof/>
          </w:rPr>
          <w:t>4.4 Additional SMP information</w:t>
        </w:r>
        <w:r w:rsidR="000748DF">
          <w:rPr>
            <w:noProof/>
            <w:webHidden/>
          </w:rPr>
          <w:tab/>
        </w:r>
        <w:r w:rsidR="000748DF">
          <w:rPr>
            <w:noProof/>
            <w:webHidden/>
          </w:rPr>
          <w:fldChar w:fldCharType="begin"/>
        </w:r>
        <w:r w:rsidR="000748DF">
          <w:rPr>
            <w:noProof/>
            <w:webHidden/>
          </w:rPr>
          <w:instrText xml:space="preserve"> PAGEREF _Toc62566918 \h </w:instrText>
        </w:r>
        <w:r w:rsidR="000748DF">
          <w:rPr>
            <w:noProof/>
            <w:webHidden/>
          </w:rPr>
        </w:r>
        <w:r w:rsidR="000748DF">
          <w:rPr>
            <w:noProof/>
            <w:webHidden/>
          </w:rPr>
          <w:fldChar w:fldCharType="separate"/>
        </w:r>
        <w:r w:rsidR="000748DF">
          <w:rPr>
            <w:noProof/>
            <w:webHidden/>
          </w:rPr>
          <w:t>19</w:t>
        </w:r>
        <w:r w:rsidR="000748DF">
          <w:rPr>
            <w:noProof/>
            <w:webHidden/>
          </w:rPr>
          <w:fldChar w:fldCharType="end"/>
        </w:r>
      </w:hyperlink>
    </w:p>
    <w:p w14:paraId="0209CF95" w14:textId="335564D7" w:rsidR="000748DF" w:rsidRDefault="005A4242">
      <w:pPr>
        <w:pStyle w:val="TOC3"/>
        <w:tabs>
          <w:tab w:val="right" w:leader="dot" w:pos="9350"/>
        </w:tabs>
        <w:rPr>
          <w:rFonts w:asciiTheme="minorHAnsi" w:eastAsiaTheme="minorEastAsia" w:hAnsiTheme="minorHAnsi" w:cstheme="minorBidi"/>
          <w:noProof/>
          <w:sz w:val="22"/>
          <w:szCs w:val="22"/>
        </w:rPr>
      </w:pPr>
      <w:hyperlink w:anchor="_Toc62566919" w:history="1">
        <w:r w:rsidR="000748DF" w:rsidRPr="00D805AF">
          <w:rPr>
            <w:rStyle w:val="Hyperlink"/>
            <w:noProof/>
          </w:rPr>
          <w:t>4.4.1 Extensions</w:t>
        </w:r>
        <w:r w:rsidR="000748DF">
          <w:rPr>
            <w:noProof/>
            <w:webHidden/>
          </w:rPr>
          <w:tab/>
        </w:r>
        <w:r w:rsidR="000748DF">
          <w:rPr>
            <w:noProof/>
            <w:webHidden/>
          </w:rPr>
          <w:fldChar w:fldCharType="begin"/>
        </w:r>
        <w:r w:rsidR="000748DF">
          <w:rPr>
            <w:noProof/>
            <w:webHidden/>
          </w:rPr>
          <w:instrText xml:space="preserve"> PAGEREF _Toc62566919 \h </w:instrText>
        </w:r>
        <w:r w:rsidR="000748DF">
          <w:rPr>
            <w:noProof/>
            <w:webHidden/>
          </w:rPr>
        </w:r>
        <w:r w:rsidR="000748DF">
          <w:rPr>
            <w:noProof/>
            <w:webHidden/>
          </w:rPr>
          <w:fldChar w:fldCharType="separate"/>
        </w:r>
        <w:r w:rsidR="000748DF">
          <w:rPr>
            <w:noProof/>
            <w:webHidden/>
          </w:rPr>
          <w:t>19</w:t>
        </w:r>
        <w:r w:rsidR="000748DF">
          <w:rPr>
            <w:noProof/>
            <w:webHidden/>
          </w:rPr>
          <w:fldChar w:fldCharType="end"/>
        </w:r>
      </w:hyperlink>
    </w:p>
    <w:p w14:paraId="4D6D2D31" w14:textId="53E41B53" w:rsidR="000748DF" w:rsidRDefault="005A4242">
      <w:pPr>
        <w:pStyle w:val="TOC4"/>
        <w:tabs>
          <w:tab w:val="right" w:leader="dot" w:pos="9350"/>
        </w:tabs>
        <w:rPr>
          <w:rFonts w:asciiTheme="minorHAnsi" w:eastAsiaTheme="minorEastAsia" w:hAnsiTheme="minorHAnsi" w:cstheme="minorBidi"/>
          <w:noProof/>
          <w:sz w:val="22"/>
          <w:szCs w:val="22"/>
        </w:rPr>
      </w:pPr>
      <w:hyperlink w:anchor="_Toc62566920" w:history="1">
        <w:r w:rsidR="000748DF" w:rsidRPr="00D805AF">
          <w:rPr>
            <w:rStyle w:val="Hyperlink"/>
            <w:noProof/>
          </w:rPr>
          <w:t>4.4.1.1 On the use of extensions</w:t>
        </w:r>
        <w:r w:rsidR="000748DF">
          <w:rPr>
            <w:noProof/>
            <w:webHidden/>
          </w:rPr>
          <w:tab/>
        </w:r>
        <w:r w:rsidR="000748DF">
          <w:rPr>
            <w:noProof/>
            <w:webHidden/>
          </w:rPr>
          <w:fldChar w:fldCharType="begin"/>
        </w:r>
        <w:r w:rsidR="000748DF">
          <w:rPr>
            <w:noProof/>
            <w:webHidden/>
          </w:rPr>
          <w:instrText xml:space="preserve"> PAGEREF _Toc62566920 \h </w:instrText>
        </w:r>
        <w:r w:rsidR="000748DF">
          <w:rPr>
            <w:noProof/>
            <w:webHidden/>
          </w:rPr>
        </w:r>
        <w:r w:rsidR="000748DF">
          <w:rPr>
            <w:noProof/>
            <w:webHidden/>
          </w:rPr>
          <w:fldChar w:fldCharType="separate"/>
        </w:r>
        <w:r w:rsidR="000748DF">
          <w:rPr>
            <w:noProof/>
            <w:webHidden/>
          </w:rPr>
          <w:t>19</w:t>
        </w:r>
        <w:r w:rsidR="000748DF">
          <w:rPr>
            <w:noProof/>
            <w:webHidden/>
          </w:rPr>
          <w:fldChar w:fldCharType="end"/>
        </w:r>
      </w:hyperlink>
    </w:p>
    <w:p w14:paraId="706B9521" w14:textId="084D9C7A" w:rsidR="000748DF" w:rsidRDefault="005A4242">
      <w:pPr>
        <w:pStyle w:val="TOC4"/>
        <w:tabs>
          <w:tab w:val="right" w:leader="dot" w:pos="9350"/>
        </w:tabs>
        <w:rPr>
          <w:rFonts w:asciiTheme="minorHAnsi" w:eastAsiaTheme="minorEastAsia" w:hAnsiTheme="minorHAnsi" w:cstheme="minorBidi"/>
          <w:noProof/>
          <w:sz w:val="22"/>
          <w:szCs w:val="22"/>
        </w:rPr>
      </w:pPr>
      <w:hyperlink w:anchor="_Toc62566921" w:history="1">
        <w:r w:rsidR="000748DF" w:rsidRPr="00D805AF">
          <w:rPr>
            <w:rStyle w:val="Hyperlink"/>
            <w:noProof/>
          </w:rPr>
          <w:t>4.4.1.2 Extension information</w:t>
        </w:r>
        <w:r w:rsidR="000748DF">
          <w:rPr>
            <w:noProof/>
            <w:webHidden/>
          </w:rPr>
          <w:tab/>
        </w:r>
        <w:r w:rsidR="000748DF">
          <w:rPr>
            <w:noProof/>
            <w:webHidden/>
          </w:rPr>
          <w:fldChar w:fldCharType="begin"/>
        </w:r>
        <w:r w:rsidR="000748DF">
          <w:rPr>
            <w:noProof/>
            <w:webHidden/>
          </w:rPr>
          <w:instrText xml:space="preserve"> PAGEREF _Toc62566921 \h </w:instrText>
        </w:r>
        <w:r w:rsidR="000748DF">
          <w:rPr>
            <w:noProof/>
            <w:webHidden/>
          </w:rPr>
        </w:r>
        <w:r w:rsidR="000748DF">
          <w:rPr>
            <w:noProof/>
            <w:webHidden/>
          </w:rPr>
          <w:fldChar w:fldCharType="separate"/>
        </w:r>
        <w:r w:rsidR="000748DF">
          <w:rPr>
            <w:noProof/>
            <w:webHidden/>
          </w:rPr>
          <w:t>19</w:t>
        </w:r>
        <w:r w:rsidR="000748DF">
          <w:rPr>
            <w:noProof/>
            <w:webHidden/>
          </w:rPr>
          <w:fldChar w:fldCharType="end"/>
        </w:r>
      </w:hyperlink>
    </w:p>
    <w:p w14:paraId="6A450C25" w14:textId="136D607F" w:rsidR="000748DF" w:rsidRDefault="005A4242">
      <w:pPr>
        <w:pStyle w:val="TOC3"/>
        <w:tabs>
          <w:tab w:val="right" w:leader="dot" w:pos="9350"/>
        </w:tabs>
        <w:rPr>
          <w:rFonts w:asciiTheme="minorHAnsi" w:eastAsiaTheme="minorEastAsia" w:hAnsiTheme="minorHAnsi" w:cstheme="minorBidi"/>
          <w:noProof/>
          <w:sz w:val="22"/>
          <w:szCs w:val="22"/>
        </w:rPr>
      </w:pPr>
      <w:hyperlink w:anchor="_Toc62566922" w:history="1">
        <w:r w:rsidR="000748DF" w:rsidRPr="00D805AF">
          <w:rPr>
            <w:rStyle w:val="Hyperlink"/>
            <w:noProof/>
          </w:rPr>
          <w:t>4.4.2 Signature information</w:t>
        </w:r>
        <w:r w:rsidR="000748DF">
          <w:rPr>
            <w:noProof/>
            <w:webHidden/>
          </w:rPr>
          <w:tab/>
        </w:r>
        <w:r w:rsidR="000748DF">
          <w:rPr>
            <w:noProof/>
            <w:webHidden/>
          </w:rPr>
          <w:fldChar w:fldCharType="begin"/>
        </w:r>
        <w:r w:rsidR="000748DF">
          <w:rPr>
            <w:noProof/>
            <w:webHidden/>
          </w:rPr>
          <w:instrText xml:space="preserve"> PAGEREF _Toc62566922 \h </w:instrText>
        </w:r>
        <w:r w:rsidR="000748DF">
          <w:rPr>
            <w:noProof/>
            <w:webHidden/>
          </w:rPr>
        </w:r>
        <w:r w:rsidR="000748DF">
          <w:rPr>
            <w:noProof/>
            <w:webHidden/>
          </w:rPr>
          <w:fldChar w:fldCharType="separate"/>
        </w:r>
        <w:r w:rsidR="000748DF">
          <w:rPr>
            <w:noProof/>
            <w:webHidden/>
          </w:rPr>
          <w:t>20</w:t>
        </w:r>
        <w:r w:rsidR="000748DF">
          <w:rPr>
            <w:noProof/>
            <w:webHidden/>
          </w:rPr>
          <w:fldChar w:fldCharType="end"/>
        </w:r>
      </w:hyperlink>
    </w:p>
    <w:p w14:paraId="75EFDCB4" w14:textId="7BC663F9" w:rsidR="000748DF" w:rsidRDefault="005A4242">
      <w:pPr>
        <w:pStyle w:val="TOC1"/>
        <w:tabs>
          <w:tab w:val="left" w:pos="480"/>
          <w:tab w:val="right" w:leader="dot" w:pos="9350"/>
        </w:tabs>
        <w:rPr>
          <w:rFonts w:asciiTheme="minorHAnsi" w:eastAsiaTheme="minorEastAsia" w:hAnsiTheme="minorHAnsi" w:cstheme="minorBidi"/>
          <w:noProof/>
          <w:sz w:val="22"/>
          <w:szCs w:val="22"/>
        </w:rPr>
      </w:pPr>
      <w:hyperlink w:anchor="_Toc62566923" w:history="1">
        <w:r w:rsidR="000748DF" w:rsidRPr="00D805AF">
          <w:rPr>
            <w:rStyle w:val="Hyperlink"/>
            <w:noProof/>
          </w:rPr>
          <w:t>5</w:t>
        </w:r>
        <w:r w:rsidR="000748DF">
          <w:rPr>
            <w:rFonts w:asciiTheme="minorHAnsi" w:eastAsiaTheme="minorEastAsia" w:hAnsiTheme="minorHAnsi" w:cstheme="minorBidi"/>
            <w:noProof/>
            <w:sz w:val="22"/>
            <w:szCs w:val="22"/>
          </w:rPr>
          <w:tab/>
        </w:r>
        <w:r w:rsidR="000748DF" w:rsidRPr="00D805AF">
          <w:rPr>
            <w:rStyle w:val="Hyperlink"/>
            <w:noProof/>
          </w:rPr>
          <w:t>Service Metadata Publishing REST binding</w:t>
        </w:r>
        <w:r w:rsidR="000748DF">
          <w:rPr>
            <w:noProof/>
            <w:webHidden/>
          </w:rPr>
          <w:tab/>
        </w:r>
        <w:r w:rsidR="000748DF">
          <w:rPr>
            <w:noProof/>
            <w:webHidden/>
          </w:rPr>
          <w:fldChar w:fldCharType="begin"/>
        </w:r>
        <w:r w:rsidR="000748DF">
          <w:rPr>
            <w:noProof/>
            <w:webHidden/>
          </w:rPr>
          <w:instrText xml:space="preserve"> PAGEREF _Toc62566923 \h </w:instrText>
        </w:r>
        <w:r w:rsidR="000748DF">
          <w:rPr>
            <w:noProof/>
            <w:webHidden/>
          </w:rPr>
        </w:r>
        <w:r w:rsidR="000748DF">
          <w:rPr>
            <w:noProof/>
            <w:webHidden/>
          </w:rPr>
          <w:fldChar w:fldCharType="separate"/>
        </w:r>
        <w:r w:rsidR="000748DF">
          <w:rPr>
            <w:noProof/>
            <w:webHidden/>
          </w:rPr>
          <w:t>21</w:t>
        </w:r>
        <w:r w:rsidR="000748DF">
          <w:rPr>
            <w:noProof/>
            <w:webHidden/>
          </w:rPr>
          <w:fldChar w:fldCharType="end"/>
        </w:r>
      </w:hyperlink>
    </w:p>
    <w:p w14:paraId="0DF2C980" w14:textId="4D4008F1" w:rsidR="000748DF" w:rsidRDefault="005A4242">
      <w:pPr>
        <w:pStyle w:val="TOC2"/>
        <w:tabs>
          <w:tab w:val="right" w:leader="dot" w:pos="9350"/>
        </w:tabs>
        <w:rPr>
          <w:rFonts w:asciiTheme="minorHAnsi" w:eastAsiaTheme="minorEastAsia" w:hAnsiTheme="minorHAnsi" w:cstheme="minorBidi"/>
          <w:noProof/>
          <w:sz w:val="22"/>
          <w:szCs w:val="22"/>
        </w:rPr>
      </w:pPr>
      <w:hyperlink w:anchor="_Toc62566924" w:history="1">
        <w:r w:rsidR="000748DF" w:rsidRPr="00D805AF">
          <w:rPr>
            <w:rStyle w:val="Hyperlink"/>
            <w:noProof/>
          </w:rPr>
          <w:t>5.1 Introduction</w:t>
        </w:r>
        <w:r w:rsidR="000748DF">
          <w:rPr>
            <w:noProof/>
            <w:webHidden/>
          </w:rPr>
          <w:tab/>
        </w:r>
        <w:r w:rsidR="000748DF">
          <w:rPr>
            <w:noProof/>
            <w:webHidden/>
          </w:rPr>
          <w:fldChar w:fldCharType="begin"/>
        </w:r>
        <w:r w:rsidR="000748DF">
          <w:rPr>
            <w:noProof/>
            <w:webHidden/>
          </w:rPr>
          <w:instrText xml:space="preserve"> PAGEREF _Toc62566924 \h </w:instrText>
        </w:r>
        <w:r w:rsidR="000748DF">
          <w:rPr>
            <w:noProof/>
            <w:webHidden/>
          </w:rPr>
        </w:r>
        <w:r w:rsidR="000748DF">
          <w:rPr>
            <w:noProof/>
            <w:webHidden/>
          </w:rPr>
          <w:fldChar w:fldCharType="separate"/>
        </w:r>
        <w:r w:rsidR="000748DF">
          <w:rPr>
            <w:noProof/>
            <w:webHidden/>
          </w:rPr>
          <w:t>21</w:t>
        </w:r>
        <w:r w:rsidR="000748DF">
          <w:rPr>
            <w:noProof/>
            <w:webHidden/>
          </w:rPr>
          <w:fldChar w:fldCharType="end"/>
        </w:r>
      </w:hyperlink>
    </w:p>
    <w:p w14:paraId="3628DA64" w14:textId="4AE8FBCA" w:rsidR="000748DF" w:rsidRDefault="005A4242">
      <w:pPr>
        <w:pStyle w:val="TOC2"/>
        <w:tabs>
          <w:tab w:val="right" w:leader="dot" w:pos="9350"/>
        </w:tabs>
        <w:rPr>
          <w:rFonts w:asciiTheme="minorHAnsi" w:eastAsiaTheme="minorEastAsia" w:hAnsiTheme="minorHAnsi" w:cstheme="minorBidi"/>
          <w:noProof/>
          <w:sz w:val="22"/>
          <w:szCs w:val="22"/>
        </w:rPr>
      </w:pPr>
      <w:hyperlink w:anchor="_Toc62566925" w:history="1">
        <w:r w:rsidR="000748DF" w:rsidRPr="00D805AF">
          <w:rPr>
            <w:rStyle w:val="Hyperlink"/>
            <w:noProof/>
          </w:rPr>
          <w:t>5.2 The use of HTTP 1.x</w:t>
        </w:r>
        <w:r w:rsidR="000748DF">
          <w:rPr>
            <w:noProof/>
            <w:webHidden/>
          </w:rPr>
          <w:tab/>
        </w:r>
        <w:r w:rsidR="000748DF">
          <w:rPr>
            <w:noProof/>
            <w:webHidden/>
          </w:rPr>
          <w:fldChar w:fldCharType="begin"/>
        </w:r>
        <w:r w:rsidR="000748DF">
          <w:rPr>
            <w:noProof/>
            <w:webHidden/>
          </w:rPr>
          <w:instrText xml:space="preserve"> PAGEREF _Toc62566925 \h </w:instrText>
        </w:r>
        <w:r w:rsidR="000748DF">
          <w:rPr>
            <w:noProof/>
            <w:webHidden/>
          </w:rPr>
        </w:r>
        <w:r w:rsidR="000748DF">
          <w:rPr>
            <w:noProof/>
            <w:webHidden/>
          </w:rPr>
          <w:fldChar w:fldCharType="separate"/>
        </w:r>
        <w:r w:rsidR="000748DF">
          <w:rPr>
            <w:noProof/>
            <w:webHidden/>
          </w:rPr>
          <w:t>21</w:t>
        </w:r>
        <w:r w:rsidR="000748DF">
          <w:rPr>
            <w:noProof/>
            <w:webHidden/>
          </w:rPr>
          <w:fldChar w:fldCharType="end"/>
        </w:r>
      </w:hyperlink>
    </w:p>
    <w:p w14:paraId="584EEC38" w14:textId="30057818" w:rsidR="000748DF" w:rsidRDefault="005A4242">
      <w:pPr>
        <w:pStyle w:val="TOC3"/>
        <w:tabs>
          <w:tab w:val="right" w:leader="dot" w:pos="9350"/>
        </w:tabs>
        <w:rPr>
          <w:rFonts w:asciiTheme="minorHAnsi" w:eastAsiaTheme="minorEastAsia" w:hAnsiTheme="minorHAnsi" w:cstheme="minorBidi"/>
          <w:noProof/>
          <w:sz w:val="22"/>
          <w:szCs w:val="22"/>
        </w:rPr>
      </w:pPr>
      <w:hyperlink w:anchor="_Toc62566926" w:history="1">
        <w:r w:rsidR="000748DF" w:rsidRPr="00D805AF">
          <w:rPr>
            <w:rStyle w:val="Hyperlink"/>
            <w:noProof/>
          </w:rPr>
          <w:t>5.2.1 General use of HTTP 1.x</w:t>
        </w:r>
        <w:r w:rsidR="000748DF">
          <w:rPr>
            <w:noProof/>
            <w:webHidden/>
          </w:rPr>
          <w:tab/>
        </w:r>
        <w:r w:rsidR="000748DF">
          <w:rPr>
            <w:noProof/>
            <w:webHidden/>
          </w:rPr>
          <w:fldChar w:fldCharType="begin"/>
        </w:r>
        <w:r w:rsidR="000748DF">
          <w:rPr>
            <w:noProof/>
            <w:webHidden/>
          </w:rPr>
          <w:instrText xml:space="preserve"> PAGEREF _Toc62566926 \h </w:instrText>
        </w:r>
        <w:r w:rsidR="000748DF">
          <w:rPr>
            <w:noProof/>
            <w:webHidden/>
          </w:rPr>
        </w:r>
        <w:r w:rsidR="000748DF">
          <w:rPr>
            <w:noProof/>
            <w:webHidden/>
          </w:rPr>
          <w:fldChar w:fldCharType="separate"/>
        </w:r>
        <w:r w:rsidR="000748DF">
          <w:rPr>
            <w:noProof/>
            <w:webHidden/>
          </w:rPr>
          <w:t>21</w:t>
        </w:r>
        <w:r w:rsidR="000748DF">
          <w:rPr>
            <w:noProof/>
            <w:webHidden/>
          </w:rPr>
          <w:fldChar w:fldCharType="end"/>
        </w:r>
      </w:hyperlink>
    </w:p>
    <w:p w14:paraId="66C8FB88" w14:textId="19FB78F5" w:rsidR="000748DF" w:rsidRDefault="005A4242">
      <w:pPr>
        <w:pStyle w:val="TOC3"/>
        <w:tabs>
          <w:tab w:val="right" w:leader="dot" w:pos="9350"/>
        </w:tabs>
        <w:rPr>
          <w:rFonts w:asciiTheme="minorHAnsi" w:eastAsiaTheme="minorEastAsia" w:hAnsiTheme="minorHAnsi" w:cstheme="minorBidi"/>
          <w:noProof/>
          <w:sz w:val="22"/>
          <w:szCs w:val="22"/>
        </w:rPr>
      </w:pPr>
      <w:hyperlink w:anchor="_Toc62566927" w:history="1">
        <w:r w:rsidR="000748DF" w:rsidRPr="00D805AF">
          <w:rPr>
            <w:rStyle w:val="Hyperlink"/>
            <w:noProof/>
          </w:rPr>
          <w:t>5.2.2 Caching of HTTP responses</w:t>
        </w:r>
        <w:r w:rsidR="000748DF">
          <w:rPr>
            <w:noProof/>
            <w:webHidden/>
          </w:rPr>
          <w:tab/>
        </w:r>
        <w:r w:rsidR="000748DF">
          <w:rPr>
            <w:noProof/>
            <w:webHidden/>
          </w:rPr>
          <w:fldChar w:fldCharType="begin"/>
        </w:r>
        <w:r w:rsidR="000748DF">
          <w:rPr>
            <w:noProof/>
            <w:webHidden/>
          </w:rPr>
          <w:instrText xml:space="preserve"> PAGEREF _Toc62566927 \h </w:instrText>
        </w:r>
        <w:r w:rsidR="000748DF">
          <w:rPr>
            <w:noProof/>
            <w:webHidden/>
          </w:rPr>
        </w:r>
        <w:r w:rsidR="000748DF">
          <w:rPr>
            <w:noProof/>
            <w:webHidden/>
          </w:rPr>
          <w:fldChar w:fldCharType="separate"/>
        </w:r>
        <w:r w:rsidR="000748DF">
          <w:rPr>
            <w:noProof/>
            <w:webHidden/>
          </w:rPr>
          <w:t>21</w:t>
        </w:r>
        <w:r w:rsidR="000748DF">
          <w:rPr>
            <w:noProof/>
            <w:webHidden/>
          </w:rPr>
          <w:fldChar w:fldCharType="end"/>
        </w:r>
      </w:hyperlink>
    </w:p>
    <w:p w14:paraId="47666C6B" w14:textId="5EDA4BE9" w:rsidR="000748DF" w:rsidRDefault="005A4242">
      <w:pPr>
        <w:pStyle w:val="TOC2"/>
        <w:tabs>
          <w:tab w:val="right" w:leader="dot" w:pos="9350"/>
        </w:tabs>
        <w:rPr>
          <w:rFonts w:asciiTheme="minorHAnsi" w:eastAsiaTheme="minorEastAsia" w:hAnsiTheme="minorHAnsi" w:cstheme="minorBidi"/>
          <w:noProof/>
          <w:sz w:val="22"/>
          <w:szCs w:val="22"/>
        </w:rPr>
      </w:pPr>
      <w:hyperlink w:anchor="_Toc62566928" w:history="1">
        <w:r w:rsidR="000748DF" w:rsidRPr="00D805AF">
          <w:rPr>
            <w:rStyle w:val="Hyperlink"/>
            <w:noProof/>
            <w:lang w:bidi="he-IL"/>
          </w:rPr>
          <w:t>5.3 The use of XML and encoding</w:t>
        </w:r>
        <w:r w:rsidR="000748DF">
          <w:rPr>
            <w:noProof/>
            <w:webHidden/>
          </w:rPr>
          <w:tab/>
        </w:r>
        <w:r w:rsidR="000748DF">
          <w:rPr>
            <w:noProof/>
            <w:webHidden/>
          </w:rPr>
          <w:fldChar w:fldCharType="begin"/>
        </w:r>
        <w:r w:rsidR="000748DF">
          <w:rPr>
            <w:noProof/>
            <w:webHidden/>
          </w:rPr>
          <w:instrText xml:space="preserve"> PAGEREF _Toc62566928 \h </w:instrText>
        </w:r>
        <w:r w:rsidR="000748DF">
          <w:rPr>
            <w:noProof/>
            <w:webHidden/>
          </w:rPr>
        </w:r>
        <w:r w:rsidR="000748DF">
          <w:rPr>
            <w:noProof/>
            <w:webHidden/>
          </w:rPr>
          <w:fldChar w:fldCharType="separate"/>
        </w:r>
        <w:r w:rsidR="000748DF">
          <w:rPr>
            <w:noProof/>
            <w:webHidden/>
          </w:rPr>
          <w:t>22</w:t>
        </w:r>
        <w:r w:rsidR="000748DF">
          <w:rPr>
            <w:noProof/>
            <w:webHidden/>
          </w:rPr>
          <w:fldChar w:fldCharType="end"/>
        </w:r>
      </w:hyperlink>
    </w:p>
    <w:p w14:paraId="3F5A20CF" w14:textId="7A75CB0F" w:rsidR="000748DF" w:rsidRDefault="005A4242">
      <w:pPr>
        <w:pStyle w:val="TOC2"/>
        <w:tabs>
          <w:tab w:val="right" w:leader="dot" w:pos="9350"/>
        </w:tabs>
        <w:rPr>
          <w:rFonts w:asciiTheme="minorHAnsi" w:eastAsiaTheme="minorEastAsia" w:hAnsiTheme="minorHAnsi" w:cstheme="minorBidi"/>
          <w:noProof/>
          <w:sz w:val="22"/>
          <w:szCs w:val="22"/>
        </w:rPr>
      </w:pPr>
      <w:hyperlink w:anchor="_Toc62566929" w:history="1">
        <w:r w:rsidR="000748DF" w:rsidRPr="00D805AF">
          <w:rPr>
            <w:rStyle w:val="Hyperlink"/>
            <w:noProof/>
            <w:lang w:bidi="he-IL"/>
          </w:rPr>
          <w:t>5.4 Resources</w:t>
        </w:r>
        <w:r w:rsidR="000748DF">
          <w:rPr>
            <w:noProof/>
            <w:webHidden/>
          </w:rPr>
          <w:tab/>
        </w:r>
        <w:r w:rsidR="000748DF">
          <w:rPr>
            <w:noProof/>
            <w:webHidden/>
          </w:rPr>
          <w:fldChar w:fldCharType="begin"/>
        </w:r>
        <w:r w:rsidR="000748DF">
          <w:rPr>
            <w:noProof/>
            <w:webHidden/>
          </w:rPr>
          <w:instrText xml:space="preserve"> PAGEREF _Toc62566929 \h </w:instrText>
        </w:r>
        <w:r w:rsidR="000748DF">
          <w:rPr>
            <w:noProof/>
            <w:webHidden/>
          </w:rPr>
        </w:r>
        <w:r w:rsidR="000748DF">
          <w:rPr>
            <w:noProof/>
            <w:webHidden/>
          </w:rPr>
          <w:fldChar w:fldCharType="separate"/>
        </w:r>
        <w:r w:rsidR="000748DF">
          <w:rPr>
            <w:noProof/>
            <w:webHidden/>
          </w:rPr>
          <w:t>22</w:t>
        </w:r>
        <w:r w:rsidR="000748DF">
          <w:rPr>
            <w:noProof/>
            <w:webHidden/>
          </w:rPr>
          <w:fldChar w:fldCharType="end"/>
        </w:r>
      </w:hyperlink>
    </w:p>
    <w:p w14:paraId="7FA97A2A" w14:textId="0D267760" w:rsidR="000748DF" w:rsidRDefault="005A4242">
      <w:pPr>
        <w:pStyle w:val="TOC2"/>
        <w:tabs>
          <w:tab w:val="right" w:leader="dot" w:pos="9350"/>
        </w:tabs>
        <w:rPr>
          <w:rFonts w:asciiTheme="minorHAnsi" w:eastAsiaTheme="minorEastAsia" w:hAnsiTheme="minorHAnsi" w:cstheme="minorBidi"/>
          <w:noProof/>
          <w:sz w:val="22"/>
          <w:szCs w:val="22"/>
        </w:rPr>
      </w:pPr>
      <w:hyperlink w:anchor="_Toc62566930" w:history="1">
        <w:r w:rsidR="000748DF" w:rsidRPr="00D805AF">
          <w:rPr>
            <w:rStyle w:val="Hyperlink"/>
            <w:noProof/>
            <w:lang w:bidi="he-IL"/>
          </w:rPr>
          <w:t>5.5 Referencing the SMP REST binding</w:t>
        </w:r>
        <w:r w:rsidR="000748DF">
          <w:rPr>
            <w:noProof/>
            <w:webHidden/>
          </w:rPr>
          <w:tab/>
        </w:r>
        <w:r w:rsidR="000748DF">
          <w:rPr>
            <w:noProof/>
            <w:webHidden/>
          </w:rPr>
          <w:fldChar w:fldCharType="begin"/>
        </w:r>
        <w:r w:rsidR="000748DF">
          <w:rPr>
            <w:noProof/>
            <w:webHidden/>
          </w:rPr>
          <w:instrText xml:space="preserve"> PAGEREF _Toc62566930 \h </w:instrText>
        </w:r>
        <w:r w:rsidR="000748DF">
          <w:rPr>
            <w:noProof/>
            <w:webHidden/>
          </w:rPr>
        </w:r>
        <w:r w:rsidR="000748DF">
          <w:rPr>
            <w:noProof/>
            <w:webHidden/>
          </w:rPr>
          <w:fldChar w:fldCharType="separate"/>
        </w:r>
        <w:r w:rsidR="000748DF">
          <w:rPr>
            <w:noProof/>
            <w:webHidden/>
          </w:rPr>
          <w:t>22</w:t>
        </w:r>
        <w:r w:rsidR="000748DF">
          <w:rPr>
            <w:noProof/>
            <w:webHidden/>
          </w:rPr>
          <w:fldChar w:fldCharType="end"/>
        </w:r>
      </w:hyperlink>
    </w:p>
    <w:p w14:paraId="23C09CB6" w14:textId="78362C85" w:rsidR="000748DF" w:rsidRDefault="005A4242">
      <w:pPr>
        <w:pStyle w:val="TOC2"/>
        <w:tabs>
          <w:tab w:val="right" w:leader="dot" w:pos="9350"/>
        </w:tabs>
        <w:rPr>
          <w:rFonts w:asciiTheme="minorHAnsi" w:eastAsiaTheme="minorEastAsia" w:hAnsiTheme="minorHAnsi" w:cstheme="minorBidi"/>
          <w:noProof/>
          <w:sz w:val="22"/>
          <w:szCs w:val="22"/>
        </w:rPr>
      </w:pPr>
      <w:hyperlink w:anchor="_Toc62566931" w:history="1">
        <w:r w:rsidR="000748DF" w:rsidRPr="00D805AF">
          <w:rPr>
            <w:rStyle w:val="Hyperlink"/>
            <w:noProof/>
            <w:lang w:bidi="he-IL"/>
          </w:rPr>
          <w:t>5.6 Security</w:t>
        </w:r>
        <w:r w:rsidR="000748DF">
          <w:rPr>
            <w:noProof/>
            <w:webHidden/>
          </w:rPr>
          <w:tab/>
        </w:r>
        <w:r w:rsidR="000748DF">
          <w:rPr>
            <w:noProof/>
            <w:webHidden/>
          </w:rPr>
          <w:fldChar w:fldCharType="begin"/>
        </w:r>
        <w:r w:rsidR="000748DF">
          <w:rPr>
            <w:noProof/>
            <w:webHidden/>
          </w:rPr>
          <w:instrText xml:space="preserve"> PAGEREF _Toc62566931 \h </w:instrText>
        </w:r>
        <w:r w:rsidR="000748DF">
          <w:rPr>
            <w:noProof/>
            <w:webHidden/>
          </w:rPr>
        </w:r>
        <w:r w:rsidR="000748DF">
          <w:rPr>
            <w:noProof/>
            <w:webHidden/>
          </w:rPr>
          <w:fldChar w:fldCharType="separate"/>
        </w:r>
        <w:r w:rsidR="000748DF">
          <w:rPr>
            <w:noProof/>
            <w:webHidden/>
          </w:rPr>
          <w:t>22</w:t>
        </w:r>
        <w:r w:rsidR="000748DF">
          <w:rPr>
            <w:noProof/>
            <w:webHidden/>
          </w:rPr>
          <w:fldChar w:fldCharType="end"/>
        </w:r>
      </w:hyperlink>
    </w:p>
    <w:p w14:paraId="2F48CAE9" w14:textId="6087BFE1" w:rsidR="000748DF" w:rsidRDefault="005A4242">
      <w:pPr>
        <w:pStyle w:val="TOC3"/>
        <w:tabs>
          <w:tab w:val="right" w:leader="dot" w:pos="9350"/>
        </w:tabs>
        <w:rPr>
          <w:rFonts w:asciiTheme="minorHAnsi" w:eastAsiaTheme="minorEastAsia" w:hAnsiTheme="minorHAnsi" w:cstheme="minorBidi"/>
          <w:noProof/>
          <w:sz w:val="22"/>
          <w:szCs w:val="22"/>
        </w:rPr>
      </w:pPr>
      <w:hyperlink w:anchor="_Toc62566932" w:history="1">
        <w:r w:rsidR="000748DF" w:rsidRPr="00D805AF">
          <w:rPr>
            <w:rStyle w:val="Hyperlink"/>
            <w:noProof/>
            <w:lang w:bidi="he-IL"/>
          </w:rPr>
          <w:t>5.6.1 General</w:t>
        </w:r>
        <w:r w:rsidR="000748DF">
          <w:rPr>
            <w:noProof/>
            <w:webHidden/>
          </w:rPr>
          <w:tab/>
        </w:r>
        <w:r w:rsidR="000748DF">
          <w:rPr>
            <w:noProof/>
            <w:webHidden/>
          </w:rPr>
          <w:fldChar w:fldCharType="begin"/>
        </w:r>
        <w:r w:rsidR="000748DF">
          <w:rPr>
            <w:noProof/>
            <w:webHidden/>
          </w:rPr>
          <w:instrText xml:space="preserve"> PAGEREF _Toc62566932 \h </w:instrText>
        </w:r>
        <w:r w:rsidR="000748DF">
          <w:rPr>
            <w:noProof/>
            <w:webHidden/>
          </w:rPr>
        </w:r>
        <w:r w:rsidR="000748DF">
          <w:rPr>
            <w:noProof/>
            <w:webHidden/>
          </w:rPr>
          <w:fldChar w:fldCharType="separate"/>
        </w:r>
        <w:r w:rsidR="000748DF">
          <w:rPr>
            <w:noProof/>
            <w:webHidden/>
          </w:rPr>
          <w:t>22</w:t>
        </w:r>
        <w:r w:rsidR="000748DF">
          <w:rPr>
            <w:noProof/>
            <w:webHidden/>
          </w:rPr>
          <w:fldChar w:fldCharType="end"/>
        </w:r>
      </w:hyperlink>
    </w:p>
    <w:p w14:paraId="169D097D" w14:textId="6A514F2F" w:rsidR="000748DF" w:rsidRDefault="005A4242">
      <w:pPr>
        <w:pStyle w:val="TOC3"/>
        <w:tabs>
          <w:tab w:val="right" w:leader="dot" w:pos="9350"/>
        </w:tabs>
        <w:rPr>
          <w:rFonts w:asciiTheme="minorHAnsi" w:eastAsiaTheme="minorEastAsia" w:hAnsiTheme="minorHAnsi" w:cstheme="minorBidi"/>
          <w:noProof/>
          <w:sz w:val="22"/>
          <w:szCs w:val="22"/>
        </w:rPr>
      </w:pPr>
      <w:hyperlink w:anchor="_Toc62566933" w:history="1">
        <w:r w:rsidR="000748DF" w:rsidRPr="00D805AF">
          <w:rPr>
            <w:rStyle w:val="Hyperlink"/>
            <w:noProof/>
            <w:lang w:bidi="he-IL"/>
          </w:rPr>
          <w:t>5.6.2 Message signature</w:t>
        </w:r>
        <w:r w:rsidR="000748DF">
          <w:rPr>
            <w:noProof/>
            <w:webHidden/>
          </w:rPr>
          <w:tab/>
        </w:r>
        <w:r w:rsidR="000748DF">
          <w:rPr>
            <w:noProof/>
            <w:webHidden/>
          </w:rPr>
          <w:fldChar w:fldCharType="begin"/>
        </w:r>
        <w:r w:rsidR="000748DF">
          <w:rPr>
            <w:noProof/>
            <w:webHidden/>
          </w:rPr>
          <w:instrText xml:space="preserve"> PAGEREF _Toc62566933 \h </w:instrText>
        </w:r>
        <w:r w:rsidR="000748DF">
          <w:rPr>
            <w:noProof/>
            <w:webHidden/>
          </w:rPr>
        </w:r>
        <w:r w:rsidR="000748DF">
          <w:rPr>
            <w:noProof/>
            <w:webHidden/>
          </w:rPr>
          <w:fldChar w:fldCharType="separate"/>
        </w:r>
        <w:r w:rsidR="000748DF">
          <w:rPr>
            <w:noProof/>
            <w:webHidden/>
          </w:rPr>
          <w:t>23</w:t>
        </w:r>
        <w:r w:rsidR="000748DF">
          <w:rPr>
            <w:noProof/>
            <w:webHidden/>
          </w:rPr>
          <w:fldChar w:fldCharType="end"/>
        </w:r>
      </w:hyperlink>
    </w:p>
    <w:p w14:paraId="2181C6C5" w14:textId="74D5737F" w:rsidR="000748DF" w:rsidRDefault="005A4242">
      <w:pPr>
        <w:pStyle w:val="TOC4"/>
        <w:tabs>
          <w:tab w:val="right" w:leader="dot" w:pos="9350"/>
        </w:tabs>
        <w:rPr>
          <w:rFonts w:asciiTheme="minorHAnsi" w:eastAsiaTheme="minorEastAsia" w:hAnsiTheme="minorHAnsi" w:cstheme="minorBidi"/>
          <w:noProof/>
          <w:sz w:val="22"/>
          <w:szCs w:val="22"/>
        </w:rPr>
      </w:pPr>
      <w:hyperlink w:anchor="_Toc62566934" w:history="1">
        <w:r w:rsidR="000748DF" w:rsidRPr="00D805AF">
          <w:rPr>
            <w:rStyle w:val="Hyperlink"/>
            <w:noProof/>
            <w:lang w:bidi="he-IL"/>
          </w:rPr>
          <w:t>5.6.2.1 Use of XML signatures</w:t>
        </w:r>
        <w:r w:rsidR="000748DF">
          <w:rPr>
            <w:noProof/>
            <w:webHidden/>
          </w:rPr>
          <w:tab/>
        </w:r>
        <w:r w:rsidR="000748DF">
          <w:rPr>
            <w:noProof/>
            <w:webHidden/>
          </w:rPr>
          <w:fldChar w:fldCharType="begin"/>
        </w:r>
        <w:r w:rsidR="000748DF">
          <w:rPr>
            <w:noProof/>
            <w:webHidden/>
          </w:rPr>
          <w:instrText xml:space="preserve"> PAGEREF _Toc62566934 \h </w:instrText>
        </w:r>
        <w:r w:rsidR="000748DF">
          <w:rPr>
            <w:noProof/>
            <w:webHidden/>
          </w:rPr>
        </w:r>
        <w:r w:rsidR="000748DF">
          <w:rPr>
            <w:noProof/>
            <w:webHidden/>
          </w:rPr>
          <w:fldChar w:fldCharType="separate"/>
        </w:r>
        <w:r w:rsidR="000748DF">
          <w:rPr>
            <w:noProof/>
            <w:webHidden/>
          </w:rPr>
          <w:t>23</w:t>
        </w:r>
        <w:r w:rsidR="000748DF">
          <w:rPr>
            <w:noProof/>
            <w:webHidden/>
          </w:rPr>
          <w:fldChar w:fldCharType="end"/>
        </w:r>
      </w:hyperlink>
    </w:p>
    <w:p w14:paraId="0AB33C8D" w14:textId="56D7120E" w:rsidR="000748DF" w:rsidRDefault="005A4242">
      <w:pPr>
        <w:pStyle w:val="TOC4"/>
        <w:tabs>
          <w:tab w:val="right" w:leader="dot" w:pos="9350"/>
        </w:tabs>
        <w:rPr>
          <w:rFonts w:asciiTheme="minorHAnsi" w:eastAsiaTheme="minorEastAsia" w:hAnsiTheme="minorHAnsi" w:cstheme="minorBidi"/>
          <w:noProof/>
          <w:sz w:val="22"/>
          <w:szCs w:val="22"/>
        </w:rPr>
      </w:pPr>
      <w:hyperlink w:anchor="_Toc62566935" w:history="1">
        <w:r w:rsidR="000748DF" w:rsidRPr="00D805AF">
          <w:rPr>
            <w:rStyle w:val="Hyperlink"/>
            <w:noProof/>
            <w:lang w:bidi="he-IL"/>
          </w:rPr>
          <w:t>5.6.2.2 Verifying the signature</w:t>
        </w:r>
        <w:r w:rsidR="000748DF">
          <w:rPr>
            <w:noProof/>
            <w:webHidden/>
          </w:rPr>
          <w:tab/>
        </w:r>
        <w:r w:rsidR="000748DF">
          <w:rPr>
            <w:noProof/>
            <w:webHidden/>
          </w:rPr>
          <w:fldChar w:fldCharType="begin"/>
        </w:r>
        <w:r w:rsidR="000748DF">
          <w:rPr>
            <w:noProof/>
            <w:webHidden/>
          </w:rPr>
          <w:instrText xml:space="preserve"> PAGEREF _Toc62566935 \h </w:instrText>
        </w:r>
        <w:r w:rsidR="000748DF">
          <w:rPr>
            <w:noProof/>
            <w:webHidden/>
          </w:rPr>
        </w:r>
        <w:r w:rsidR="000748DF">
          <w:rPr>
            <w:noProof/>
            <w:webHidden/>
          </w:rPr>
          <w:fldChar w:fldCharType="separate"/>
        </w:r>
        <w:r w:rsidR="000748DF">
          <w:rPr>
            <w:noProof/>
            <w:webHidden/>
          </w:rPr>
          <w:t>23</w:t>
        </w:r>
        <w:r w:rsidR="000748DF">
          <w:rPr>
            <w:noProof/>
            <w:webHidden/>
          </w:rPr>
          <w:fldChar w:fldCharType="end"/>
        </w:r>
      </w:hyperlink>
    </w:p>
    <w:p w14:paraId="19269D8E" w14:textId="626A828B" w:rsidR="000748DF" w:rsidRDefault="005A4242">
      <w:pPr>
        <w:pStyle w:val="TOC4"/>
        <w:tabs>
          <w:tab w:val="right" w:leader="dot" w:pos="9350"/>
        </w:tabs>
        <w:rPr>
          <w:rFonts w:asciiTheme="minorHAnsi" w:eastAsiaTheme="minorEastAsia" w:hAnsiTheme="minorHAnsi" w:cstheme="minorBidi"/>
          <w:noProof/>
          <w:sz w:val="22"/>
          <w:szCs w:val="22"/>
        </w:rPr>
      </w:pPr>
      <w:hyperlink w:anchor="_Toc62566936" w:history="1">
        <w:r w:rsidR="000748DF" w:rsidRPr="00D805AF">
          <w:rPr>
            <w:rStyle w:val="Hyperlink"/>
            <w:noProof/>
            <w:lang w:bidi="he-IL"/>
          </w:rPr>
          <w:t>5.6.2.3 Verifying the signature of the destination SMP</w:t>
        </w:r>
        <w:r w:rsidR="000748DF">
          <w:rPr>
            <w:noProof/>
            <w:webHidden/>
          </w:rPr>
          <w:tab/>
        </w:r>
        <w:r w:rsidR="000748DF">
          <w:rPr>
            <w:noProof/>
            <w:webHidden/>
          </w:rPr>
          <w:fldChar w:fldCharType="begin"/>
        </w:r>
        <w:r w:rsidR="000748DF">
          <w:rPr>
            <w:noProof/>
            <w:webHidden/>
          </w:rPr>
          <w:instrText xml:space="preserve"> PAGEREF _Toc62566936 \h </w:instrText>
        </w:r>
        <w:r w:rsidR="000748DF">
          <w:rPr>
            <w:noProof/>
            <w:webHidden/>
          </w:rPr>
        </w:r>
        <w:r w:rsidR="000748DF">
          <w:rPr>
            <w:noProof/>
            <w:webHidden/>
          </w:rPr>
          <w:fldChar w:fldCharType="separate"/>
        </w:r>
        <w:r w:rsidR="000748DF">
          <w:rPr>
            <w:noProof/>
            <w:webHidden/>
          </w:rPr>
          <w:t>23</w:t>
        </w:r>
        <w:r w:rsidR="000748DF">
          <w:rPr>
            <w:noProof/>
            <w:webHidden/>
          </w:rPr>
          <w:fldChar w:fldCharType="end"/>
        </w:r>
      </w:hyperlink>
    </w:p>
    <w:p w14:paraId="79770A21" w14:textId="1A6EABD8" w:rsidR="000748DF" w:rsidRDefault="005A4242">
      <w:pPr>
        <w:pStyle w:val="TOC4"/>
        <w:tabs>
          <w:tab w:val="right" w:leader="dot" w:pos="9350"/>
        </w:tabs>
        <w:rPr>
          <w:rFonts w:asciiTheme="minorHAnsi" w:eastAsiaTheme="minorEastAsia" w:hAnsiTheme="minorHAnsi" w:cstheme="minorBidi"/>
          <w:noProof/>
          <w:sz w:val="22"/>
          <w:szCs w:val="22"/>
        </w:rPr>
      </w:pPr>
      <w:hyperlink w:anchor="_Toc62566937" w:history="1">
        <w:r w:rsidR="000748DF" w:rsidRPr="00D805AF">
          <w:rPr>
            <w:rStyle w:val="Hyperlink"/>
            <w:noProof/>
            <w:lang w:bidi="he-IL"/>
          </w:rPr>
          <w:t>5.6.2.4 XAdES</w:t>
        </w:r>
        <w:r w:rsidR="000748DF">
          <w:rPr>
            <w:noProof/>
            <w:webHidden/>
          </w:rPr>
          <w:tab/>
        </w:r>
        <w:r w:rsidR="000748DF">
          <w:rPr>
            <w:noProof/>
            <w:webHidden/>
          </w:rPr>
          <w:fldChar w:fldCharType="begin"/>
        </w:r>
        <w:r w:rsidR="000748DF">
          <w:rPr>
            <w:noProof/>
            <w:webHidden/>
          </w:rPr>
          <w:instrText xml:space="preserve"> PAGEREF _Toc62566937 \h </w:instrText>
        </w:r>
        <w:r w:rsidR="000748DF">
          <w:rPr>
            <w:noProof/>
            <w:webHidden/>
          </w:rPr>
        </w:r>
        <w:r w:rsidR="000748DF">
          <w:rPr>
            <w:noProof/>
            <w:webHidden/>
          </w:rPr>
          <w:fldChar w:fldCharType="separate"/>
        </w:r>
        <w:r w:rsidR="000748DF">
          <w:rPr>
            <w:noProof/>
            <w:webHidden/>
          </w:rPr>
          <w:t>23</w:t>
        </w:r>
        <w:r w:rsidR="000748DF">
          <w:rPr>
            <w:noProof/>
            <w:webHidden/>
          </w:rPr>
          <w:fldChar w:fldCharType="end"/>
        </w:r>
      </w:hyperlink>
    </w:p>
    <w:p w14:paraId="66CC8102" w14:textId="76273D4E" w:rsidR="000748DF" w:rsidRDefault="005A4242">
      <w:pPr>
        <w:pStyle w:val="TOC1"/>
        <w:tabs>
          <w:tab w:val="left" w:pos="480"/>
          <w:tab w:val="right" w:leader="dot" w:pos="9350"/>
        </w:tabs>
        <w:rPr>
          <w:rFonts w:asciiTheme="minorHAnsi" w:eastAsiaTheme="minorEastAsia" w:hAnsiTheme="minorHAnsi" w:cstheme="minorBidi"/>
          <w:noProof/>
          <w:sz w:val="22"/>
          <w:szCs w:val="22"/>
        </w:rPr>
      </w:pPr>
      <w:hyperlink w:anchor="_Toc62566938" w:history="1">
        <w:r w:rsidR="000748DF" w:rsidRPr="00D805AF">
          <w:rPr>
            <w:rStyle w:val="Hyperlink"/>
            <w:noProof/>
          </w:rPr>
          <w:t>6</w:t>
        </w:r>
        <w:r w:rsidR="000748DF">
          <w:rPr>
            <w:rFonts w:asciiTheme="minorHAnsi" w:eastAsiaTheme="minorEastAsia" w:hAnsiTheme="minorHAnsi" w:cstheme="minorBidi"/>
            <w:noProof/>
            <w:sz w:val="22"/>
            <w:szCs w:val="22"/>
          </w:rPr>
          <w:tab/>
        </w:r>
        <w:r w:rsidR="000748DF" w:rsidRPr="00D805AF">
          <w:rPr>
            <w:rStyle w:val="Hyperlink"/>
            <w:noProof/>
          </w:rPr>
          <w:t>Conformance</w:t>
        </w:r>
        <w:r w:rsidR="000748DF">
          <w:rPr>
            <w:noProof/>
            <w:webHidden/>
          </w:rPr>
          <w:tab/>
        </w:r>
        <w:r w:rsidR="000748DF">
          <w:rPr>
            <w:noProof/>
            <w:webHidden/>
          </w:rPr>
          <w:fldChar w:fldCharType="begin"/>
        </w:r>
        <w:r w:rsidR="000748DF">
          <w:rPr>
            <w:noProof/>
            <w:webHidden/>
          </w:rPr>
          <w:instrText xml:space="preserve"> PAGEREF _Toc62566938 \h </w:instrText>
        </w:r>
        <w:r w:rsidR="000748DF">
          <w:rPr>
            <w:noProof/>
            <w:webHidden/>
          </w:rPr>
        </w:r>
        <w:r w:rsidR="000748DF">
          <w:rPr>
            <w:noProof/>
            <w:webHidden/>
          </w:rPr>
          <w:fldChar w:fldCharType="separate"/>
        </w:r>
        <w:r w:rsidR="000748DF">
          <w:rPr>
            <w:noProof/>
            <w:webHidden/>
          </w:rPr>
          <w:t>24</w:t>
        </w:r>
        <w:r w:rsidR="000748DF">
          <w:rPr>
            <w:noProof/>
            <w:webHidden/>
          </w:rPr>
          <w:fldChar w:fldCharType="end"/>
        </w:r>
      </w:hyperlink>
    </w:p>
    <w:p w14:paraId="4E7E0EA8" w14:textId="2E5B5750" w:rsidR="000748DF" w:rsidRDefault="005A4242">
      <w:pPr>
        <w:pStyle w:val="TOC1"/>
        <w:tabs>
          <w:tab w:val="right" w:leader="dot" w:pos="9350"/>
        </w:tabs>
        <w:rPr>
          <w:rFonts w:asciiTheme="minorHAnsi" w:eastAsiaTheme="minorEastAsia" w:hAnsiTheme="minorHAnsi" w:cstheme="minorBidi"/>
          <w:noProof/>
          <w:sz w:val="22"/>
          <w:szCs w:val="22"/>
        </w:rPr>
      </w:pPr>
      <w:hyperlink w:anchor="_Toc62566939" w:history="1">
        <w:r w:rsidR="000748DF" w:rsidRPr="00D805AF">
          <w:rPr>
            <w:rStyle w:val="Hyperlink"/>
            <w:noProof/>
          </w:rPr>
          <w:t>Appendix A. ServiceGroup example (non-normative)</w:t>
        </w:r>
        <w:r w:rsidR="000748DF">
          <w:rPr>
            <w:noProof/>
            <w:webHidden/>
          </w:rPr>
          <w:tab/>
        </w:r>
        <w:r w:rsidR="000748DF">
          <w:rPr>
            <w:noProof/>
            <w:webHidden/>
          </w:rPr>
          <w:fldChar w:fldCharType="begin"/>
        </w:r>
        <w:r w:rsidR="000748DF">
          <w:rPr>
            <w:noProof/>
            <w:webHidden/>
          </w:rPr>
          <w:instrText xml:space="preserve"> PAGEREF _Toc62566939 \h </w:instrText>
        </w:r>
        <w:r w:rsidR="000748DF">
          <w:rPr>
            <w:noProof/>
            <w:webHidden/>
          </w:rPr>
        </w:r>
        <w:r w:rsidR="000748DF">
          <w:rPr>
            <w:noProof/>
            <w:webHidden/>
          </w:rPr>
          <w:fldChar w:fldCharType="separate"/>
        </w:r>
        <w:r w:rsidR="000748DF">
          <w:rPr>
            <w:noProof/>
            <w:webHidden/>
          </w:rPr>
          <w:t>25</w:t>
        </w:r>
        <w:r w:rsidR="000748DF">
          <w:rPr>
            <w:noProof/>
            <w:webHidden/>
          </w:rPr>
          <w:fldChar w:fldCharType="end"/>
        </w:r>
      </w:hyperlink>
    </w:p>
    <w:p w14:paraId="55051035" w14:textId="7A7FE020" w:rsidR="000748DF" w:rsidRDefault="005A4242">
      <w:pPr>
        <w:pStyle w:val="TOC1"/>
        <w:tabs>
          <w:tab w:val="right" w:leader="dot" w:pos="9350"/>
        </w:tabs>
        <w:rPr>
          <w:rFonts w:asciiTheme="minorHAnsi" w:eastAsiaTheme="minorEastAsia" w:hAnsiTheme="minorHAnsi" w:cstheme="minorBidi"/>
          <w:noProof/>
          <w:sz w:val="22"/>
          <w:szCs w:val="22"/>
        </w:rPr>
      </w:pPr>
      <w:hyperlink w:anchor="_Toc62566940" w:history="1">
        <w:r w:rsidR="000748DF" w:rsidRPr="00D805AF">
          <w:rPr>
            <w:rStyle w:val="Hyperlink"/>
            <w:noProof/>
          </w:rPr>
          <w:t>Appendix B. ServiceMetadata example (non-normative)</w:t>
        </w:r>
        <w:r w:rsidR="000748DF">
          <w:rPr>
            <w:noProof/>
            <w:webHidden/>
          </w:rPr>
          <w:tab/>
        </w:r>
        <w:r w:rsidR="000748DF">
          <w:rPr>
            <w:noProof/>
            <w:webHidden/>
          </w:rPr>
          <w:fldChar w:fldCharType="begin"/>
        </w:r>
        <w:r w:rsidR="000748DF">
          <w:rPr>
            <w:noProof/>
            <w:webHidden/>
          </w:rPr>
          <w:instrText xml:space="preserve"> PAGEREF _Toc62566940 \h </w:instrText>
        </w:r>
        <w:r w:rsidR="000748DF">
          <w:rPr>
            <w:noProof/>
            <w:webHidden/>
          </w:rPr>
        </w:r>
        <w:r w:rsidR="000748DF">
          <w:rPr>
            <w:noProof/>
            <w:webHidden/>
          </w:rPr>
          <w:fldChar w:fldCharType="separate"/>
        </w:r>
        <w:r w:rsidR="000748DF">
          <w:rPr>
            <w:noProof/>
            <w:webHidden/>
          </w:rPr>
          <w:t>26</w:t>
        </w:r>
        <w:r w:rsidR="000748DF">
          <w:rPr>
            <w:noProof/>
            <w:webHidden/>
          </w:rPr>
          <w:fldChar w:fldCharType="end"/>
        </w:r>
      </w:hyperlink>
    </w:p>
    <w:p w14:paraId="3E4B9E8A" w14:textId="1D5A1901" w:rsidR="000748DF" w:rsidRDefault="005A4242">
      <w:pPr>
        <w:pStyle w:val="TOC1"/>
        <w:tabs>
          <w:tab w:val="right" w:leader="dot" w:pos="9350"/>
        </w:tabs>
        <w:rPr>
          <w:rFonts w:asciiTheme="minorHAnsi" w:eastAsiaTheme="minorEastAsia" w:hAnsiTheme="minorHAnsi" w:cstheme="minorBidi"/>
          <w:noProof/>
          <w:sz w:val="22"/>
          <w:szCs w:val="22"/>
        </w:rPr>
      </w:pPr>
      <w:hyperlink w:anchor="_Toc62566941" w:history="1">
        <w:r w:rsidR="000748DF" w:rsidRPr="00D805AF">
          <w:rPr>
            <w:rStyle w:val="Hyperlink"/>
            <w:noProof/>
          </w:rPr>
          <w:t>Appendix C. Major changes from SMP 1.0 (non-normative)</w:t>
        </w:r>
        <w:r w:rsidR="000748DF">
          <w:rPr>
            <w:noProof/>
            <w:webHidden/>
          </w:rPr>
          <w:tab/>
        </w:r>
        <w:r w:rsidR="000748DF">
          <w:rPr>
            <w:noProof/>
            <w:webHidden/>
          </w:rPr>
          <w:fldChar w:fldCharType="begin"/>
        </w:r>
        <w:r w:rsidR="000748DF">
          <w:rPr>
            <w:noProof/>
            <w:webHidden/>
          </w:rPr>
          <w:instrText xml:space="preserve"> PAGEREF _Toc62566941 \h </w:instrText>
        </w:r>
        <w:r w:rsidR="000748DF">
          <w:rPr>
            <w:noProof/>
            <w:webHidden/>
          </w:rPr>
        </w:r>
        <w:r w:rsidR="000748DF">
          <w:rPr>
            <w:noProof/>
            <w:webHidden/>
          </w:rPr>
          <w:fldChar w:fldCharType="separate"/>
        </w:r>
        <w:r w:rsidR="000748DF">
          <w:rPr>
            <w:noProof/>
            <w:webHidden/>
          </w:rPr>
          <w:t>27</w:t>
        </w:r>
        <w:r w:rsidR="000748DF">
          <w:rPr>
            <w:noProof/>
            <w:webHidden/>
          </w:rPr>
          <w:fldChar w:fldCharType="end"/>
        </w:r>
      </w:hyperlink>
    </w:p>
    <w:p w14:paraId="760DF370" w14:textId="2FC43FA3" w:rsidR="000748DF" w:rsidRDefault="005A4242">
      <w:pPr>
        <w:pStyle w:val="TOC1"/>
        <w:tabs>
          <w:tab w:val="right" w:leader="dot" w:pos="9350"/>
        </w:tabs>
        <w:rPr>
          <w:rFonts w:asciiTheme="minorHAnsi" w:eastAsiaTheme="minorEastAsia" w:hAnsiTheme="minorHAnsi" w:cstheme="minorBidi"/>
          <w:noProof/>
          <w:sz w:val="22"/>
          <w:szCs w:val="22"/>
        </w:rPr>
      </w:pPr>
      <w:hyperlink w:anchor="_Toc62566942" w:history="1">
        <w:r w:rsidR="000748DF" w:rsidRPr="00D805AF">
          <w:rPr>
            <w:rStyle w:val="Hyperlink"/>
            <w:noProof/>
          </w:rPr>
          <w:t>Appendix D. Acknowledgments (non-normative)</w:t>
        </w:r>
        <w:r w:rsidR="000748DF">
          <w:rPr>
            <w:noProof/>
            <w:webHidden/>
          </w:rPr>
          <w:tab/>
        </w:r>
        <w:r w:rsidR="000748DF">
          <w:rPr>
            <w:noProof/>
            <w:webHidden/>
          </w:rPr>
          <w:fldChar w:fldCharType="begin"/>
        </w:r>
        <w:r w:rsidR="000748DF">
          <w:rPr>
            <w:noProof/>
            <w:webHidden/>
          </w:rPr>
          <w:instrText xml:space="preserve"> PAGEREF _Toc62566942 \h </w:instrText>
        </w:r>
        <w:r w:rsidR="000748DF">
          <w:rPr>
            <w:noProof/>
            <w:webHidden/>
          </w:rPr>
        </w:r>
        <w:r w:rsidR="000748DF">
          <w:rPr>
            <w:noProof/>
            <w:webHidden/>
          </w:rPr>
          <w:fldChar w:fldCharType="separate"/>
        </w:r>
        <w:r w:rsidR="000748DF">
          <w:rPr>
            <w:noProof/>
            <w:webHidden/>
          </w:rPr>
          <w:t>28</w:t>
        </w:r>
        <w:r w:rsidR="000748DF">
          <w:rPr>
            <w:noProof/>
            <w:webHidden/>
          </w:rPr>
          <w:fldChar w:fldCharType="end"/>
        </w:r>
      </w:hyperlink>
    </w:p>
    <w:p w14:paraId="672B9E89" w14:textId="104111B1" w:rsidR="00177DED" w:rsidRDefault="00294283" w:rsidP="008C100C">
      <w:pPr>
        <w:pStyle w:val="TextBody"/>
      </w:pPr>
      <w:r>
        <w:rPr>
          <w:szCs w:val="24"/>
        </w:rPr>
        <w:fldChar w:fldCharType="end"/>
      </w:r>
    </w:p>
    <w:p w14:paraId="0F6DD027" w14:textId="77777777" w:rsidR="00177DED" w:rsidRDefault="00177DED" w:rsidP="008C100C">
      <w:pPr>
        <w:pStyle w:val="TextBody"/>
      </w:pPr>
    </w:p>
    <w:p w14:paraId="02D72E9B" w14:textId="77777777" w:rsidR="00177DED" w:rsidRPr="00177DED" w:rsidRDefault="00177DED" w:rsidP="008C100C">
      <w:pPr>
        <w:pStyle w:val="TextBody"/>
        <w:sectPr w:rsidR="00177DED" w:rsidRPr="00177DED" w:rsidSect="000307A3">
          <w:headerReference w:type="even" r:id="rId50"/>
          <w:footerReference w:type="default" r:id="rId51"/>
          <w:footerReference w:type="first" r:id="rId52"/>
          <w:pgSz w:w="12240" w:h="15840" w:code="1"/>
          <w:pgMar w:top="1440" w:right="1440" w:bottom="720" w:left="1440" w:header="720" w:footer="508" w:gutter="0"/>
          <w:cols w:space="720"/>
          <w:docGrid w:linePitch="360"/>
        </w:sectPr>
      </w:pPr>
    </w:p>
    <w:p w14:paraId="5D666E6A" w14:textId="77777777" w:rsidR="00C50A5F" w:rsidRDefault="00C50A5F" w:rsidP="002B747E">
      <w:pPr>
        <w:pStyle w:val="Heading1"/>
        <w:numPr>
          <w:ilvl w:val="0"/>
          <w:numId w:val="2"/>
        </w:numPr>
      </w:pPr>
      <w:bookmarkStart w:id="2" w:name="_Toc7437160"/>
      <w:bookmarkStart w:id="3" w:name="_Toc62566878"/>
      <w:r w:rsidRPr="00F35F0E">
        <w:lastRenderedPageBreak/>
        <w:t>Introduction</w:t>
      </w:r>
      <w:bookmarkEnd w:id="2"/>
      <w:bookmarkEnd w:id="3"/>
    </w:p>
    <w:p w14:paraId="3DA6BD10" w14:textId="77777777" w:rsidR="00C50A5F" w:rsidRPr="00C33136" w:rsidRDefault="00C50A5F" w:rsidP="002B747E">
      <w:pPr>
        <w:pStyle w:val="Heading2"/>
        <w:numPr>
          <w:ilvl w:val="1"/>
          <w:numId w:val="2"/>
        </w:numPr>
      </w:pPr>
      <w:bookmarkStart w:id="4" w:name="_Toc7437161"/>
      <w:bookmarkStart w:id="5" w:name="_Toc62566879"/>
      <w:r>
        <w:t>Service Metadata Publishing</w:t>
      </w:r>
      <w:bookmarkEnd w:id="4"/>
      <w:bookmarkEnd w:id="5"/>
    </w:p>
    <w:p w14:paraId="40AFDF83" w14:textId="77777777" w:rsidR="00C50A5F" w:rsidRDefault="00C50A5F" w:rsidP="00C50A5F">
      <w:r>
        <w:t xml:space="preserve">This document describes the Service Metadata Publishing protocol (SMP) and its binding to a </w:t>
      </w:r>
      <w:r>
        <w:fldChar w:fldCharType="begin"/>
      </w:r>
      <w:r>
        <w:instrText xml:space="preserve"> REF REST \h </w:instrText>
      </w:r>
      <w:r>
        <w:fldChar w:fldCharType="separate"/>
      </w:r>
      <w:r w:rsidRPr="00F35F0E">
        <w:rPr>
          <w:b/>
        </w:rPr>
        <w:t>[REST]</w:t>
      </w:r>
      <w:r>
        <w:fldChar w:fldCharType="end"/>
      </w:r>
      <w:r>
        <w:t xml:space="preserve"> interface for Service Metadata Publication within a 4-corner network. It defines the data model for the messages exchanged between a Service Metadata Publisher and a client application wishing to discover the endpoint information necessary to send a business document to the intended recipient (defined in this specification as a “Participant”). A client application in this context can either be an end-user business application or a gateway in a 4-corner network (sometimes also referred to as an Access Point).</w:t>
      </w:r>
    </w:p>
    <w:p w14:paraId="361E701E" w14:textId="77777777" w:rsidR="00C50A5F" w:rsidRDefault="00C50A5F" w:rsidP="00C50A5F">
      <w:r>
        <w:t>It also specifies how this endpoint discovery process is implemented using a REST transport interface. The SMP protocol itself however is open for binding to other transport protocols such as AS4, however such bindings are not specified in this specification.</w:t>
      </w:r>
    </w:p>
    <w:p w14:paraId="48C00C55" w14:textId="77777777" w:rsidR="00C50A5F" w:rsidRPr="00F35F0E" w:rsidRDefault="00C50A5F" w:rsidP="00C50A5F">
      <w:r>
        <w:t>SMP is typically used to discover endpoint information and capabilities between entities exchanging business documents in a 4-cornered network. In some 4-cornered networks, such as is the case in the European eHealth domain, business information is being exchanged in different structured forms than as documents. The term “document” used in this specification may in such networks be interpreted as referring to any resource that is being exchanged in the network.</w:t>
      </w:r>
    </w:p>
    <w:p w14:paraId="0AA60621" w14:textId="77777777" w:rsidR="00C50A5F" w:rsidRPr="00F35F0E" w:rsidRDefault="00C50A5F" w:rsidP="002B747E">
      <w:pPr>
        <w:pStyle w:val="Heading2"/>
        <w:numPr>
          <w:ilvl w:val="1"/>
          <w:numId w:val="2"/>
        </w:numPr>
      </w:pPr>
      <w:bookmarkStart w:id="6" w:name="_Toc7437162"/>
      <w:bookmarkStart w:id="7" w:name="_Toc62566880"/>
      <w:bookmarkStart w:id="8" w:name="_Toc85472893"/>
      <w:bookmarkStart w:id="9" w:name="_Toc287332007"/>
      <w:r w:rsidRPr="00F35F0E">
        <w:t>IPR Policy</w:t>
      </w:r>
      <w:bookmarkEnd w:id="6"/>
      <w:bookmarkEnd w:id="7"/>
    </w:p>
    <w:p w14:paraId="76D71905" w14:textId="1976516E" w:rsidR="00C50A5F" w:rsidRPr="00F35F0E" w:rsidRDefault="00C50A5F" w:rsidP="00C50A5F">
      <w:pPr>
        <w:pStyle w:val="Abstract"/>
      </w:pPr>
      <w:r w:rsidRPr="009D6316">
        <w:t xml:space="preserve">This </w:t>
      </w:r>
      <w:r>
        <w:t>specification</w:t>
      </w:r>
      <w:r w:rsidRPr="009D6316">
        <w:t xml:space="preserve"> is provided under </w:t>
      </w:r>
      <w:r w:rsidRPr="004C3207">
        <w:t xml:space="preserve">the </w:t>
      </w:r>
      <w:hyperlink r:id="rId53" w:anchor="Non-Assertion-Mode" w:history="1">
        <w:r w:rsidRPr="004C3207">
          <w:rPr>
            <w:rStyle w:val="Hyperlink"/>
          </w:rPr>
          <w:t>Non-Assertion</w:t>
        </w:r>
      </w:hyperlink>
      <w:r w:rsidRPr="004C3207">
        <w:t xml:space="preserve"> Mode of the </w:t>
      </w:r>
      <w:hyperlink r:id="rId54"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w:t>
      </w:r>
      <w:r w:rsidRPr="00852E10">
        <w:t>'</w:t>
      </w:r>
      <w:r>
        <w:t>s</w:t>
      </w:r>
      <w:r w:rsidRPr="00B569DB">
        <w:t xml:space="preserve"> web page (</w:t>
      </w:r>
      <w:hyperlink r:id="rId55" w:history="1">
        <w:r>
          <w:rPr>
            <w:rStyle w:val="Hyperlink"/>
          </w:rPr>
          <w:t>https://www.oasis-open.org/committees/bdxr/ipr.php</w:t>
        </w:r>
      </w:hyperlink>
      <w:r>
        <w:t>).</w:t>
      </w:r>
    </w:p>
    <w:p w14:paraId="34E7DDB6" w14:textId="77777777" w:rsidR="00C50A5F" w:rsidRPr="00F35F0E" w:rsidRDefault="00C50A5F" w:rsidP="002B747E">
      <w:pPr>
        <w:pStyle w:val="Heading2"/>
        <w:numPr>
          <w:ilvl w:val="1"/>
          <w:numId w:val="2"/>
        </w:numPr>
      </w:pPr>
      <w:bookmarkStart w:id="10" w:name="_Toc7437163"/>
      <w:bookmarkStart w:id="11" w:name="_Toc62566881"/>
      <w:r w:rsidRPr="00F35F0E">
        <w:t>Terminology</w:t>
      </w:r>
      <w:bookmarkEnd w:id="8"/>
      <w:bookmarkEnd w:id="9"/>
      <w:bookmarkEnd w:id="10"/>
      <w:bookmarkEnd w:id="11"/>
    </w:p>
    <w:p w14:paraId="3E316390" w14:textId="77777777" w:rsidR="00C50A5F" w:rsidRPr="00F35F0E" w:rsidRDefault="00C50A5F" w:rsidP="00C50A5F">
      <w:r w:rsidRPr="00F35F0E">
        <w:t>The key words “MUST”, “MUST NOT”, “REQUIRED”, “SHALL”, “SHALL NOT”, “SHOULD”, “SHOULD NOT”, “RECOMMENDED”, “MAY”, and “OPTIONAL” in this document are to be interpreted as described in [</w:t>
      </w:r>
      <w:hyperlink w:anchor="RFC2119" w:history="1">
        <w:r w:rsidRPr="00F35F0E">
          <w:rPr>
            <w:rStyle w:val="Hyperlink"/>
          </w:rPr>
          <w:t>RFC2119</w:t>
        </w:r>
      </w:hyperlink>
      <w:r w:rsidRPr="00F35F0E">
        <w:t>].</w:t>
      </w:r>
    </w:p>
    <w:p w14:paraId="07C559FE" w14:textId="77777777" w:rsidR="00C50A5F" w:rsidRPr="00F35F0E" w:rsidRDefault="00C50A5F" w:rsidP="002B747E">
      <w:pPr>
        <w:pStyle w:val="Heading2"/>
        <w:numPr>
          <w:ilvl w:val="1"/>
          <w:numId w:val="2"/>
        </w:numPr>
      </w:pPr>
      <w:bookmarkStart w:id="12" w:name="_Ref7502892"/>
      <w:bookmarkStart w:id="13" w:name="_Toc12011611"/>
      <w:bookmarkStart w:id="14" w:name="_Toc85472894"/>
      <w:bookmarkStart w:id="15" w:name="_Toc287332008"/>
      <w:bookmarkStart w:id="16" w:name="_Toc7437164"/>
      <w:bookmarkStart w:id="17" w:name="_Toc62566882"/>
      <w:r w:rsidRPr="00F35F0E">
        <w:t>Normative</w:t>
      </w:r>
      <w:bookmarkEnd w:id="12"/>
      <w:bookmarkEnd w:id="13"/>
      <w:r w:rsidRPr="00F35F0E">
        <w:t xml:space="preserve"> References</w:t>
      </w:r>
      <w:bookmarkEnd w:id="14"/>
      <w:bookmarkEnd w:id="15"/>
      <w:bookmarkEnd w:id="16"/>
      <w:bookmarkEnd w:id="17"/>
    </w:p>
    <w:p w14:paraId="391A0E1C" w14:textId="77777777" w:rsidR="00C50A5F" w:rsidRPr="00F35F0E" w:rsidRDefault="00C50A5F" w:rsidP="00C50A5F">
      <w:pPr>
        <w:pStyle w:val="Ref"/>
      </w:pPr>
      <w:bookmarkStart w:id="18" w:name="_Toc85472895"/>
      <w:bookmarkStart w:id="19" w:name="_Toc287332009"/>
      <w:r w:rsidRPr="00F35F0E">
        <w:rPr>
          <w:rStyle w:val="Refterm"/>
        </w:rPr>
        <w:t>[</w:t>
      </w:r>
      <w:bookmarkStart w:id="20" w:name="RFC2119"/>
      <w:r w:rsidRPr="00F35F0E">
        <w:rPr>
          <w:rStyle w:val="Refterm"/>
        </w:rPr>
        <w:t>RFC2119</w:t>
      </w:r>
      <w:bookmarkEnd w:id="20"/>
      <w:r w:rsidRPr="00F35F0E">
        <w:rPr>
          <w:rStyle w:val="Refterm"/>
        </w:rPr>
        <w:t>]</w:t>
      </w:r>
      <w:r w:rsidRPr="00F35F0E">
        <w:tab/>
      </w:r>
      <w:proofErr w:type="spellStart"/>
      <w:r w:rsidRPr="00F35F0E">
        <w:t>Bradner</w:t>
      </w:r>
      <w:proofErr w:type="spellEnd"/>
      <w:r w:rsidRPr="00F35F0E">
        <w:t xml:space="preserve">, S., “Key words for use in RFCs to Indicate Requirement Levels”, BCP 14, RFC 2119, March 1997. </w:t>
      </w:r>
      <w:hyperlink r:id="rId56" w:history="1">
        <w:r w:rsidRPr="00F35F0E">
          <w:rPr>
            <w:rStyle w:val="Hyperlink"/>
          </w:rPr>
          <w:t>http://www.ietf.org/rfc/rfc2119.txt</w:t>
        </w:r>
      </w:hyperlink>
      <w:r w:rsidRPr="00F35F0E">
        <w:t>.</w:t>
      </w:r>
    </w:p>
    <w:p w14:paraId="379C21C9" w14:textId="77777777" w:rsidR="00C50A5F" w:rsidRPr="00F35F0E" w:rsidRDefault="00C50A5F" w:rsidP="00C50A5F">
      <w:pPr>
        <w:pStyle w:val="Ref"/>
      </w:pPr>
      <w:bookmarkStart w:id="21" w:name="RFC7231"/>
      <w:r w:rsidRPr="00F35F0E">
        <w:rPr>
          <w:b/>
        </w:rPr>
        <w:t>[RFC7231]</w:t>
      </w:r>
      <w:bookmarkEnd w:id="21"/>
      <w:r w:rsidRPr="00F35F0E">
        <w:tab/>
        <w:t xml:space="preserve">"Hypertext Transfer Protocol (HTTP/1.1): Semantics and Content", RFC 7231, June 2014. </w:t>
      </w:r>
      <w:hyperlink r:id="rId57" w:history="1">
        <w:r w:rsidRPr="00F35F0E">
          <w:rPr>
            <w:rStyle w:val="Hyperlink"/>
          </w:rPr>
          <w:t>https://tools.ietf.org/html/rfc7231</w:t>
        </w:r>
      </w:hyperlink>
    </w:p>
    <w:p w14:paraId="7BC8FF25" w14:textId="77777777" w:rsidR="00C50A5F" w:rsidRPr="00F35F0E" w:rsidRDefault="00C50A5F" w:rsidP="00C50A5F">
      <w:pPr>
        <w:pStyle w:val="Ref"/>
      </w:pPr>
      <w:bookmarkStart w:id="22" w:name="RFC7232"/>
      <w:r w:rsidRPr="00F35F0E">
        <w:rPr>
          <w:b/>
        </w:rPr>
        <w:t>[RFC7232]</w:t>
      </w:r>
      <w:bookmarkEnd w:id="22"/>
      <w:r w:rsidRPr="00F35F0E">
        <w:tab/>
        <w:t xml:space="preserve">“Hypertext Transfer Protocol (HTTP/1.1): Conditional Requests”, RFC 7232, June 2014, </w:t>
      </w:r>
      <w:hyperlink r:id="rId58" w:history="1">
        <w:r w:rsidRPr="00F35F0E">
          <w:rPr>
            <w:rStyle w:val="Hyperlink"/>
          </w:rPr>
          <w:t>http://www.ietf.org/rfc/rfc7232.txt</w:t>
        </w:r>
      </w:hyperlink>
    </w:p>
    <w:p w14:paraId="68F13A8E" w14:textId="77777777" w:rsidR="00C50A5F" w:rsidRPr="00F35F0E" w:rsidRDefault="00C50A5F" w:rsidP="00C50A5F">
      <w:pPr>
        <w:pStyle w:val="Ref"/>
      </w:pPr>
      <w:bookmarkStart w:id="23" w:name="XML1_0"/>
      <w:r w:rsidRPr="00F35F0E">
        <w:rPr>
          <w:b/>
        </w:rPr>
        <w:t>[XML 1.0]</w:t>
      </w:r>
      <w:bookmarkEnd w:id="23"/>
      <w:r w:rsidRPr="00F35F0E">
        <w:tab/>
        <w:t xml:space="preserve">“Extensible Markup Language (XML) 1.0 (Fifth Edition)”, W3C Recommendations, 26 November 2008, </w:t>
      </w:r>
      <w:hyperlink r:id="rId59" w:history="1">
        <w:r w:rsidRPr="00F35F0E">
          <w:rPr>
            <w:rStyle w:val="Hyperlink"/>
          </w:rPr>
          <w:t>http://www.w3.org/TR/xml/</w:t>
        </w:r>
      </w:hyperlink>
    </w:p>
    <w:p w14:paraId="09604D34" w14:textId="77777777" w:rsidR="00C50A5F" w:rsidRPr="00F35F0E" w:rsidRDefault="00C50A5F" w:rsidP="00C50A5F">
      <w:pPr>
        <w:pStyle w:val="Ref"/>
      </w:pPr>
      <w:bookmarkStart w:id="24" w:name="Unicode"/>
      <w:r w:rsidRPr="00F35F0E">
        <w:rPr>
          <w:b/>
        </w:rPr>
        <w:t>[Unicode]</w:t>
      </w:r>
      <w:bookmarkEnd w:id="24"/>
      <w:r w:rsidRPr="00F35F0E">
        <w:tab/>
        <w:t xml:space="preserve">“The Unicode Standard, Version 7.0.0”, (Mountain View, CA: The Unicode Consortium, 2014. ISBN 978-1-936213-09-2) </w:t>
      </w:r>
      <w:hyperlink r:id="rId60" w:history="1">
        <w:r w:rsidRPr="00F35F0E">
          <w:rPr>
            <w:rStyle w:val="Hyperlink"/>
          </w:rPr>
          <w:t>http://www.unicode.org/versions/Unicode7.0.0/</w:t>
        </w:r>
      </w:hyperlink>
    </w:p>
    <w:p w14:paraId="4E7E81C8" w14:textId="77777777" w:rsidR="00C50A5F" w:rsidRPr="00F35F0E" w:rsidRDefault="00C50A5F" w:rsidP="00C50A5F">
      <w:pPr>
        <w:pStyle w:val="Ref"/>
      </w:pPr>
      <w:bookmarkStart w:id="25" w:name="XML_DSIG1"/>
      <w:r w:rsidRPr="00F35F0E">
        <w:rPr>
          <w:b/>
        </w:rPr>
        <w:t>[XML-DSIG1]</w:t>
      </w:r>
      <w:bookmarkEnd w:id="25"/>
      <w:r w:rsidRPr="00F35F0E">
        <w:tab/>
        <w:t xml:space="preserve">XML Signature Syntax and Processing Version 1.1, D. Eastlake, J. </w:t>
      </w:r>
      <w:proofErr w:type="spellStart"/>
      <w:r w:rsidRPr="00F35F0E">
        <w:t>Reagle</w:t>
      </w:r>
      <w:proofErr w:type="spellEnd"/>
      <w:r w:rsidRPr="00F35F0E">
        <w:t xml:space="preserve">, D. Solo, F. Hirsch, M. </w:t>
      </w:r>
      <w:proofErr w:type="spellStart"/>
      <w:r w:rsidRPr="00F35F0E">
        <w:t>Nyström</w:t>
      </w:r>
      <w:proofErr w:type="spellEnd"/>
      <w:r w:rsidRPr="00F35F0E">
        <w:t xml:space="preserve">, T. Roessler, K. </w:t>
      </w:r>
      <w:proofErr w:type="spellStart"/>
      <w:r w:rsidRPr="00F35F0E">
        <w:t>Yiu</w:t>
      </w:r>
      <w:proofErr w:type="spellEnd"/>
      <w:r w:rsidRPr="00F35F0E">
        <w:t xml:space="preserve">, Editors, W3C Recommendation, April 11, 2013, http://www.w3.org/TR/2013/REC-xmldsig-core1-20130411/. Latest version available at </w:t>
      </w:r>
      <w:hyperlink r:id="rId61" w:history="1">
        <w:r w:rsidRPr="00F35F0E">
          <w:rPr>
            <w:rStyle w:val="Hyperlink"/>
          </w:rPr>
          <w:t>http://www.w3.org/TR/xmldsig-core1/</w:t>
        </w:r>
      </w:hyperlink>
    </w:p>
    <w:p w14:paraId="6645B0D8" w14:textId="77777777" w:rsidR="00C50A5F" w:rsidRPr="00F35F0E" w:rsidRDefault="00C50A5F" w:rsidP="00C50A5F">
      <w:pPr>
        <w:pStyle w:val="Ref"/>
      </w:pPr>
      <w:bookmarkStart w:id="26" w:name="X509v3"/>
      <w:r w:rsidRPr="00F35F0E">
        <w:rPr>
          <w:b/>
        </w:rPr>
        <w:lastRenderedPageBreak/>
        <w:t>[X509v3]</w:t>
      </w:r>
      <w:bookmarkEnd w:id="26"/>
      <w:r w:rsidRPr="00F35F0E">
        <w:tab/>
        <w:t>ITU-T Recommendation X.509 version 3 (1997). "Information Technology - Open Systems Interconnection - The Directory Authentication Framework" ISO/IEC 9594-8:1997</w:t>
      </w:r>
    </w:p>
    <w:p w14:paraId="1A9E2A7C" w14:textId="77777777" w:rsidR="00C50A5F" w:rsidRPr="00F35F0E" w:rsidRDefault="00C50A5F" w:rsidP="00C50A5F">
      <w:pPr>
        <w:pStyle w:val="Ref"/>
        <w:rPr>
          <w:rStyle w:val="Hyperlink"/>
        </w:rPr>
      </w:pPr>
      <w:bookmarkStart w:id="27" w:name="CCTS"/>
      <w:r w:rsidRPr="00F35F0E">
        <w:rPr>
          <w:b/>
        </w:rPr>
        <w:t>[CCTS]</w:t>
      </w:r>
      <w:bookmarkEnd w:id="27"/>
      <w:r w:rsidRPr="00F35F0E">
        <w:rPr>
          <w:b/>
        </w:rPr>
        <w:tab/>
      </w:r>
      <w:r w:rsidRPr="00F35F0E">
        <w:t xml:space="preserve">UN/CEFACT Core Component Technical Specification, Version 2.01, </w:t>
      </w:r>
      <w:hyperlink r:id="rId62" w:history="1">
        <w:r w:rsidRPr="00F35F0E">
          <w:rPr>
            <w:rStyle w:val="Hyperlink"/>
          </w:rPr>
          <w:t>http://www.unece.org/fileadmin/DAM/cefact/codesfortrade/CCTS/CCTS_V2-01_Final.pdf</w:t>
        </w:r>
      </w:hyperlink>
    </w:p>
    <w:p w14:paraId="40D08C9F" w14:textId="77777777" w:rsidR="00C50A5F" w:rsidRDefault="00C50A5F" w:rsidP="00C50A5F">
      <w:pPr>
        <w:pStyle w:val="Ref"/>
        <w:rPr>
          <w:rStyle w:val="Hyperlink"/>
        </w:rPr>
      </w:pPr>
      <w:bookmarkStart w:id="28" w:name="RFC3986"/>
      <w:r w:rsidRPr="00F35F0E">
        <w:rPr>
          <w:b/>
        </w:rPr>
        <w:t>[RFC3986]</w:t>
      </w:r>
      <w:bookmarkEnd w:id="28"/>
      <w:r w:rsidRPr="00F35F0E">
        <w:tab/>
        <w:t xml:space="preserve">Berners-Lee, T., Fielding, R., </w:t>
      </w:r>
      <w:proofErr w:type="spellStart"/>
      <w:r w:rsidRPr="00F35F0E">
        <w:t>Masinter</w:t>
      </w:r>
      <w:proofErr w:type="spellEnd"/>
      <w:r w:rsidRPr="00F35F0E">
        <w:t xml:space="preserve">, L., “Uniform Resource Identifier (URI): Generic Syntax”, RFC 3986, January 2005, </w:t>
      </w:r>
      <w:hyperlink r:id="rId63" w:history="1">
        <w:r w:rsidRPr="00F35F0E">
          <w:rPr>
            <w:rStyle w:val="Hyperlink"/>
          </w:rPr>
          <w:t>http://tools.ietf.org/rfc/rfc3986</w:t>
        </w:r>
      </w:hyperlink>
    </w:p>
    <w:p w14:paraId="1BAF84BC" w14:textId="77777777" w:rsidR="00C50A5F" w:rsidRPr="00F35F0E" w:rsidRDefault="00C50A5F" w:rsidP="00C50A5F">
      <w:pPr>
        <w:pStyle w:val="Ref"/>
      </w:pPr>
      <w:bookmarkStart w:id="29" w:name="C14N11"/>
      <w:r w:rsidRPr="00010341">
        <w:rPr>
          <w:b/>
        </w:rPr>
        <w:t>[C14N11]</w:t>
      </w:r>
      <w:bookmarkEnd w:id="29"/>
      <w:r w:rsidRPr="00010341">
        <w:tab/>
        <w:t xml:space="preserve">Canonical XML Version 1.1, W3C Recommendation, John Boyer and Glenn Marcy, 2 May 2008, </w:t>
      </w:r>
      <w:hyperlink r:id="rId64" w:history="1">
        <w:r w:rsidRPr="00B62BD2">
          <w:rPr>
            <w:rStyle w:val="Hyperlink"/>
          </w:rPr>
          <w:t>http://www.w3.org/TR/2008/REC-xml-c14n11-20080502/</w:t>
        </w:r>
      </w:hyperlink>
    </w:p>
    <w:p w14:paraId="3783D306" w14:textId="77777777" w:rsidR="00C50A5F" w:rsidRPr="00F35F0E" w:rsidRDefault="00C50A5F" w:rsidP="002B747E">
      <w:pPr>
        <w:pStyle w:val="Heading2"/>
        <w:numPr>
          <w:ilvl w:val="1"/>
          <w:numId w:val="2"/>
        </w:numPr>
      </w:pPr>
      <w:bookmarkStart w:id="30" w:name="_Toc7437165"/>
      <w:bookmarkStart w:id="31" w:name="_Toc62566883"/>
      <w:r w:rsidRPr="00F35F0E">
        <w:t>Non-Normative References</w:t>
      </w:r>
      <w:bookmarkEnd w:id="18"/>
      <w:bookmarkEnd w:id="19"/>
      <w:bookmarkEnd w:id="30"/>
      <w:bookmarkEnd w:id="31"/>
    </w:p>
    <w:p w14:paraId="574365E5" w14:textId="77777777" w:rsidR="00C50A5F" w:rsidRPr="00F35F0E" w:rsidRDefault="00C50A5F" w:rsidP="00C50A5F">
      <w:pPr>
        <w:pStyle w:val="Ref"/>
      </w:pPr>
      <w:bookmarkStart w:id="32" w:name="REST"/>
      <w:r w:rsidRPr="00F35F0E">
        <w:rPr>
          <w:b/>
        </w:rPr>
        <w:t>[REST]</w:t>
      </w:r>
      <w:bookmarkEnd w:id="32"/>
      <w:r w:rsidRPr="00F35F0E">
        <w:tab/>
        <w:t xml:space="preserve">“Architectural Styles and the Design of Network-based Software Architectures”, </w:t>
      </w:r>
      <w:hyperlink r:id="rId65" w:history="1">
        <w:r w:rsidRPr="00F35F0E">
          <w:rPr>
            <w:rStyle w:val="Hyperlink"/>
          </w:rPr>
          <w:t>http://www.ics.uci.edu/~fielding/pubs/dissertation/top.htm</w:t>
        </w:r>
      </w:hyperlink>
    </w:p>
    <w:p w14:paraId="4FA8DE6D" w14:textId="77777777" w:rsidR="00C50A5F" w:rsidRPr="00F35F0E" w:rsidRDefault="00C50A5F" w:rsidP="00C50A5F">
      <w:pPr>
        <w:pStyle w:val="Ref"/>
        <w:rPr>
          <w:rStyle w:val="Hyperlink"/>
        </w:rPr>
      </w:pPr>
      <w:bookmarkStart w:id="33" w:name="BDXL"/>
      <w:r w:rsidRPr="00F35F0E">
        <w:rPr>
          <w:b/>
        </w:rPr>
        <w:t>[BDXL]</w:t>
      </w:r>
      <w:bookmarkEnd w:id="33"/>
      <w:r w:rsidRPr="00F35F0E">
        <w:tab/>
        <w:t xml:space="preserve">“Business Document Metadata Service Location (BDXL) Version 1.0“, Committee Specification, 10 June 2014, </w:t>
      </w:r>
      <w:hyperlink r:id="rId66" w:history="1">
        <w:r w:rsidRPr="00F35F0E">
          <w:rPr>
            <w:rStyle w:val="Hyperlink"/>
          </w:rPr>
          <w:t>http://docs.oasis-open.org/bdxr/BDX-Location/v1.0/cs01/BDX-Location-v1.0-cs01.html</w:t>
        </w:r>
      </w:hyperlink>
    </w:p>
    <w:p w14:paraId="1C69EC71" w14:textId="77777777" w:rsidR="00C50A5F" w:rsidRPr="00F35F0E" w:rsidRDefault="00C50A5F" w:rsidP="00C50A5F">
      <w:pPr>
        <w:pStyle w:val="Ref"/>
      </w:pPr>
      <w:bookmarkStart w:id="34" w:name="ebCorePartyId"/>
      <w:r w:rsidRPr="00F35F0E">
        <w:rPr>
          <w:b/>
        </w:rPr>
        <w:t>[</w:t>
      </w:r>
      <w:proofErr w:type="spellStart"/>
      <w:r w:rsidRPr="00F35F0E">
        <w:rPr>
          <w:b/>
        </w:rPr>
        <w:t>ebCorePartyId</w:t>
      </w:r>
      <w:proofErr w:type="spellEnd"/>
      <w:r w:rsidRPr="00F35F0E">
        <w:rPr>
          <w:b/>
        </w:rPr>
        <w:t>]</w:t>
      </w:r>
      <w:bookmarkEnd w:id="34"/>
      <w:r w:rsidRPr="00F35F0E">
        <w:rPr>
          <w:b/>
        </w:rPr>
        <w:tab/>
      </w:r>
      <w:r w:rsidRPr="00F35F0E">
        <w:t xml:space="preserve">“OASIS </w:t>
      </w:r>
      <w:proofErr w:type="spellStart"/>
      <w:r w:rsidRPr="00F35F0E">
        <w:t>ebCore</w:t>
      </w:r>
      <w:proofErr w:type="spellEnd"/>
      <w:r w:rsidRPr="00F35F0E">
        <w:t xml:space="preserve"> Party Id Type Technical Specification Version 1.0. OASIS Committee Specification”, September 2010, </w:t>
      </w:r>
      <w:hyperlink r:id="rId67" w:history="1">
        <w:r w:rsidRPr="00F35F0E">
          <w:rPr>
            <w:rStyle w:val="Hyperlink"/>
          </w:rPr>
          <w:t>https://docs.oasis-open.org/ebcore/PartyIdType/v1.0/PartyIdType-1.0.odt</w:t>
        </w:r>
      </w:hyperlink>
    </w:p>
    <w:p w14:paraId="26A073A8" w14:textId="693C2895" w:rsidR="00C50A5F" w:rsidRPr="004E2FF4" w:rsidRDefault="00C50A5F" w:rsidP="00C50A5F">
      <w:pPr>
        <w:pStyle w:val="Ref"/>
        <w:rPr>
          <w:lang w:val="da-DK"/>
        </w:rPr>
      </w:pPr>
      <w:bookmarkStart w:id="35" w:name="XAdES"/>
      <w:r w:rsidRPr="00F35F0E">
        <w:rPr>
          <w:b/>
        </w:rPr>
        <w:t>[</w:t>
      </w:r>
      <w:proofErr w:type="spellStart"/>
      <w:r w:rsidRPr="00F35F0E">
        <w:rPr>
          <w:b/>
        </w:rPr>
        <w:t>XAdES</w:t>
      </w:r>
      <w:proofErr w:type="spellEnd"/>
      <w:r w:rsidRPr="00F35F0E">
        <w:rPr>
          <w:b/>
        </w:rPr>
        <w:t>]</w:t>
      </w:r>
      <w:bookmarkEnd w:id="35"/>
      <w:r w:rsidRPr="00F35F0E">
        <w:tab/>
        <w:t xml:space="preserve">XML Advanced Electronic Signatures. </w:t>
      </w:r>
      <w:r w:rsidRPr="004E2FF4">
        <w:rPr>
          <w:lang w:val="da-DK"/>
        </w:rPr>
        <w:t xml:space="preserve">ETSI TS 101 903 V1.4.1, June 2009, </w:t>
      </w:r>
      <w:hyperlink r:id="rId68" w:history="1">
        <w:r w:rsidRPr="004E2FF4">
          <w:rPr>
            <w:rStyle w:val="Hyperlink"/>
            <w:lang w:val="da-DK"/>
          </w:rPr>
          <w:t>http://uri.etsi.org/01903/v1.4.1/ts_101903v010401p.pdf</w:t>
        </w:r>
      </w:hyperlink>
      <w:r w:rsidRPr="004E2FF4">
        <w:rPr>
          <w:lang w:val="da-DK"/>
        </w:rPr>
        <w:t>.</w:t>
      </w:r>
    </w:p>
    <w:p w14:paraId="7481CE3E" w14:textId="77777777" w:rsidR="00C50A5F" w:rsidRPr="00F35F0E" w:rsidRDefault="00C50A5F" w:rsidP="002B747E">
      <w:pPr>
        <w:pStyle w:val="Heading1"/>
        <w:numPr>
          <w:ilvl w:val="0"/>
          <w:numId w:val="2"/>
        </w:numPr>
      </w:pPr>
      <w:bookmarkStart w:id="36" w:name="_Toc7437166"/>
      <w:bookmarkStart w:id="37" w:name="_Toc62566884"/>
      <w:r w:rsidRPr="00F35F0E">
        <w:lastRenderedPageBreak/>
        <w:t>SMP Protocol</w:t>
      </w:r>
      <w:bookmarkEnd w:id="36"/>
      <w:bookmarkEnd w:id="37"/>
    </w:p>
    <w:p w14:paraId="32D2150A" w14:textId="77777777" w:rsidR="00C50A5F" w:rsidRPr="00F35F0E" w:rsidRDefault="00C50A5F" w:rsidP="002B747E">
      <w:pPr>
        <w:pStyle w:val="Heading2"/>
        <w:numPr>
          <w:ilvl w:val="1"/>
          <w:numId w:val="2"/>
        </w:numPr>
      </w:pPr>
      <w:bookmarkStart w:id="38" w:name="_Ref512287909"/>
      <w:bookmarkStart w:id="39" w:name="_Toc7437167"/>
      <w:bookmarkStart w:id="40" w:name="_Toc62566885"/>
      <w:r w:rsidRPr="00F35F0E">
        <w:t>The Service Discovery Process</w:t>
      </w:r>
      <w:bookmarkEnd w:id="38"/>
      <w:bookmarkEnd w:id="39"/>
      <w:bookmarkEnd w:id="40"/>
    </w:p>
    <w:p w14:paraId="407DE57E" w14:textId="77777777" w:rsidR="00C50A5F" w:rsidRPr="00F35F0E" w:rsidRDefault="00C50A5F" w:rsidP="002B747E">
      <w:pPr>
        <w:pStyle w:val="Heading3"/>
        <w:numPr>
          <w:ilvl w:val="2"/>
          <w:numId w:val="2"/>
        </w:numPr>
      </w:pPr>
      <w:bookmarkStart w:id="41" w:name="_Toc7437168"/>
      <w:bookmarkStart w:id="42" w:name="_Toc62566886"/>
      <w:r w:rsidRPr="00F35F0E">
        <w:t>Introduction</w:t>
      </w:r>
      <w:bookmarkEnd w:id="41"/>
      <w:bookmarkEnd w:id="42"/>
    </w:p>
    <w:p w14:paraId="38D9E9D7" w14:textId="77777777" w:rsidR="00C50A5F" w:rsidRDefault="00C50A5F" w:rsidP="00C50A5F">
      <w:r>
        <w:t>The SMP protocol is intended to discover the capabilities of Participants in a network of entities. It allows Participants and/or their Access Points in the network to find the technical endpoints of their trading partners. In the 4-corner architecture the technical endpoint, the so-called Access Point, can be provided to the Participant as a service by a separate entity.</w:t>
      </w:r>
    </w:p>
    <w:p w14:paraId="1AECB97F" w14:textId="31979F5E" w:rsidR="00C50A5F" w:rsidRDefault="00C50A5F" w:rsidP="00C50A5F">
      <w:r>
        <w:t xml:space="preserve">In such a 4-cornered network, the discovery process is often a two-step process that starts with the lookup of the SMP service that holds the service metadata information about a Participant in the network. Each Participant is registered </w:t>
      </w:r>
      <w:r w:rsidR="000748DF">
        <w:t xml:space="preserve">in the BDXL </w:t>
      </w:r>
      <w:r>
        <w:t xml:space="preserve">with one and only one Service Metadata Publisher. This lookup MAY be performed by the client using the Business Document Metadata Service Location protocol </w:t>
      </w:r>
      <w:r>
        <w:fldChar w:fldCharType="begin"/>
      </w:r>
      <w:r>
        <w:instrText xml:space="preserve"> REF BDXL \h </w:instrText>
      </w:r>
      <w:r>
        <w:fldChar w:fldCharType="separate"/>
      </w:r>
      <w:r w:rsidRPr="00F35F0E">
        <w:rPr>
          <w:b/>
        </w:rPr>
        <w:t>[BDXL]</w:t>
      </w:r>
      <w:r>
        <w:fldChar w:fldCharType="end"/>
      </w:r>
      <w:r>
        <w:t>.</w:t>
      </w:r>
    </w:p>
    <w:p w14:paraId="0694EF31" w14:textId="77777777" w:rsidR="00C50A5F" w:rsidRDefault="00C50A5F" w:rsidP="00C50A5F">
      <w:r>
        <w:t>After retrieving the location of the SMP service, the client can then retrieve the metadata associated with the Participant. This metadata includes the information necessary to transmit the message to the recipient’s network endpoint.</w:t>
      </w:r>
    </w:p>
    <w:p w14:paraId="1AA8EB2B" w14:textId="77777777" w:rsidR="00C50A5F" w:rsidRPr="00F35F0E" w:rsidRDefault="00C50A5F" w:rsidP="00C50A5F">
      <w:r>
        <w:t>The diagram below represents the lookup flow for a sender contacting both the BDXL and the SMP:</w:t>
      </w:r>
    </w:p>
    <w:p w14:paraId="5D528538" w14:textId="77777777" w:rsidR="00C50A5F" w:rsidRPr="00F35F0E" w:rsidRDefault="00C50A5F" w:rsidP="00C50A5F"/>
    <w:p w14:paraId="41CDA2D0" w14:textId="77777777" w:rsidR="00C50A5F" w:rsidRPr="00F35F0E" w:rsidRDefault="00C50A5F" w:rsidP="00C50A5F">
      <w:pPr>
        <w:keepNext/>
      </w:pPr>
      <w:r w:rsidRPr="00F35F0E">
        <w:rPr>
          <w:noProof/>
        </w:rPr>
        <w:drawing>
          <wp:inline distT="0" distB="0" distL="0" distR="0" wp14:anchorId="0B2C9DE4" wp14:editId="49B1FD42">
            <wp:extent cx="3609330" cy="2457416"/>
            <wp:effectExtent l="0" t="0" r="0" b="0"/>
            <wp:docPr id="2" name="Bild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e 11"/>
                    <pic:cNvPicPr>
                      <a:picLocks/>
                    </pic:cNvPicPr>
                  </pic:nvPicPr>
                  <pic:blipFill>
                    <a:blip r:embed="rId69"/>
                    <a:stretch>
                      <a:fillRect/>
                    </a:stretch>
                  </pic:blipFill>
                  <pic:spPr bwMode="auto">
                    <a:xfrm>
                      <a:off x="0" y="0"/>
                      <a:ext cx="3609330" cy="2457416"/>
                    </a:xfrm>
                    <a:prstGeom prst="rect">
                      <a:avLst/>
                    </a:prstGeom>
                    <a:noFill/>
                    <a:ln>
                      <a:noFill/>
                    </a:ln>
                  </pic:spPr>
                </pic:pic>
              </a:graphicData>
            </a:graphic>
          </wp:inline>
        </w:drawing>
      </w:r>
    </w:p>
    <w:p w14:paraId="08EBEDDE" w14:textId="77777777" w:rsidR="00C50A5F" w:rsidRPr="00F35F0E" w:rsidRDefault="00C50A5F" w:rsidP="00C50A5F">
      <w:pPr>
        <w:pStyle w:val="Caption"/>
      </w:pPr>
      <w:r w:rsidRPr="00F35F0E">
        <w:t xml:space="preserve">Fig </w:t>
      </w:r>
      <w:r w:rsidRPr="00F35F0E">
        <w:rPr>
          <w:noProof/>
        </w:rPr>
        <w:fldChar w:fldCharType="begin"/>
      </w:r>
      <w:r w:rsidRPr="00F35F0E">
        <w:rPr>
          <w:noProof/>
        </w:rPr>
        <w:instrText xml:space="preserve"> SEQ Fig \* ARABIC </w:instrText>
      </w:r>
      <w:r w:rsidRPr="00F35F0E">
        <w:rPr>
          <w:noProof/>
        </w:rPr>
        <w:fldChar w:fldCharType="separate"/>
      </w:r>
      <w:r>
        <w:rPr>
          <w:noProof/>
        </w:rPr>
        <w:t>1</w:t>
      </w:r>
      <w:r w:rsidRPr="00F35F0E">
        <w:rPr>
          <w:noProof/>
        </w:rPr>
        <w:fldChar w:fldCharType="end"/>
      </w:r>
      <w:r w:rsidRPr="00F35F0E">
        <w:t>: Participant lookup with Service Metadata</w:t>
      </w:r>
    </w:p>
    <w:p w14:paraId="5E110B21" w14:textId="77777777" w:rsidR="00C50A5F" w:rsidRDefault="00C50A5F" w:rsidP="00C50A5F">
      <w:r>
        <w:t>Note that the use of BDXL to discover an SMP service is OPTIONAL. Networks implementing SMP MAY define alternative mechanisms for discovering SMP services within the network.</w:t>
      </w:r>
    </w:p>
    <w:p w14:paraId="4EE4D4A4" w14:textId="77777777" w:rsidR="00C50A5F" w:rsidRPr="00F35F0E" w:rsidRDefault="00C50A5F" w:rsidP="00C50A5F">
      <w:r>
        <w:t xml:space="preserve">To accelerate the discovery process, the sender client MAY cache the metadata retrieved from the SMP instead of performing a lookup for every transaction (see: </w:t>
      </w:r>
      <w:r>
        <w:fldChar w:fldCharType="begin"/>
      </w:r>
      <w:r>
        <w:instrText xml:space="preserve"> REF _Ref4837505 \w \h </w:instrText>
      </w:r>
      <w:r>
        <w:fldChar w:fldCharType="separate"/>
      </w:r>
      <w:r>
        <w:t>5.2.2</w:t>
      </w:r>
      <w:r>
        <w:fldChar w:fldCharType="end"/>
      </w:r>
      <w:r>
        <w:t xml:space="preserve"> </w:t>
      </w:r>
      <w:r>
        <w:fldChar w:fldCharType="begin"/>
      </w:r>
      <w:r>
        <w:instrText xml:space="preserve"> REF _Ref4837487 \h </w:instrText>
      </w:r>
      <w:r>
        <w:fldChar w:fldCharType="separate"/>
      </w:r>
      <w:r w:rsidRPr="00F35F0E">
        <w:t>Caching of HTTP responses</w:t>
      </w:r>
      <w:r>
        <w:fldChar w:fldCharType="end"/>
      </w:r>
      <w:r>
        <w:t>).</w:t>
      </w:r>
    </w:p>
    <w:p w14:paraId="3BBE87BF" w14:textId="77777777" w:rsidR="00C50A5F" w:rsidRPr="00F35F0E" w:rsidRDefault="00C50A5F" w:rsidP="002B747E">
      <w:pPr>
        <w:pStyle w:val="Heading3"/>
        <w:numPr>
          <w:ilvl w:val="2"/>
          <w:numId w:val="2"/>
        </w:numPr>
      </w:pPr>
      <w:bookmarkStart w:id="43" w:name="_Toc7437169"/>
      <w:bookmarkStart w:id="44" w:name="_Toc62566887"/>
      <w:r w:rsidRPr="00F35F0E">
        <w:t>Discovering services associated with a Participant</w:t>
      </w:r>
      <w:bookmarkEnd w:id="43"/>
      <w:bookmarkEnd w:id="44"/>
    </w:p>
    <w:p w14:paraId="6BE3DC4D" w14:textId="60BB57C9" w:rsidR="00C50A5F" w:rsidRDefault="00C50A5F" w:rsidP="00C50A5F">
      <w:r>
        <w:t>In addition to the direct lookup of Service Metadata based on a Participant identifier and service type, a sender MAY want to discover what services are provided by a given Participant. Such discovery is relevant for applications supporting several equivalent business processes. Knowing the capabilities of the Participant is valuable information to a sender application and ultimately to an end user. E.g. the end user may be presented with a choice between a “simple” and an “elaborate” business process.</w:t>
      </w:r>
    </w:p>
    <w:p w14:paraId="1F87671E" w14:textId="77777777" w:rsidR="00C50A5F" w:rsidRPr="00F35F0E" w:rsidRDefault="00C50A5F" w:rsidP="00C50A5F">
      <w:r>
        <w:t xml:space="preserve">This is enabled by a pattern where the sender first retrieves the </w:t>
      </w:r>
      <w:proofErr w:type="spellStart"/>
      <w:r>
        <w:t>ServiceGroup</w:t>
      </w:r>
      <w:proofErr w:type="spellEnd"/>
      <w:r>
        <w:t xml:space="preserve"> entity, which holds a list of references to the associated resources.</w:t>
      </w:r>
    </w:p>
    <w:p w14:paraId="288BA82A" w14:textId="77777777" w:rsidR="00C50A5F" w:rsidRPr="00F35F0E" w:rsidRDefault="00C50A5F" w:rsidP="002B747E">
      <w:pPr>
        <w:pStyle w:val="Heading3"/>
        <w:numPr>
          <w:ilvl w:val="2"/>
          <w:numId w:val="2"/>
        </w:numPr>
      </w:pPr>
      <w:bookmarkStart w:id="45" w:name="_Toc7437170"/>
      <w:bookmarkStart w:id="46" w:name="_Toc62566888"/>
      <w:r w:rsidRPr="00F35F0E">
        <w:lastRenderedPageBreak/>
        <w:t>Service Metadata Publisher Redirection</w:t>
      </w:r>
      <w:bookmarkEnd w:id="45"/>
      <w:bookmarkEnd w:id="46"/>
    </w:p>
    <w:p w14:paraId="10BF2AED" w14:textId="77777777" w:rsidR="00C50A5F" w:rsidRDefault="00C50A5F" w:rsidP="00C50A5F">
      <w:r>
        <w:t>In most scenarios, a Participant-lookup will only point to a single Service Metadata Publisher. However, there are cases where a Participant would want to use different Service Metadata Publishers for different document types or processes. This is supported by Service Metadata Publisher Redirection.</w:t>
      </w:r>
    </w:p>
    <w:p w14:paraId="10DE8D82" w14:textId="77777777" w:rsidR="00C50A5F" w:rsidRPr="00F35F0E" w:rsidRDefault="00C50A5F" w:rsidP="00C50A5F">
      <w:r>
        <w:t>In this pattern, the sender is redirected by the Service Metadata Publisher to a secondary, remote Service Metadata Publisher where the actual Service Metadata can be found. A Redirect element within the response points to the SMP that holds further information about the destination SMP, as illustrated in the following diagram:</w:t>
      </w:r>
    </w:p>
    <w:p w14:paraId="44E76BAC" w14:textId="77777777" w:rsidR="00C50A5F" w:rsidRPr="00F35F0E" w:rsidRDefault="00C50A5F" w:rsidP="00C50A5F"/>
    <w:p w14:paraId="7D1A8F34" w14:textId="77777777" w:rsidR="00C50A5F" w:rsidRPr="00F35F0E" w:rsidRDefault="00C50A5F" w:rsidP="00C50A5F">
      <w:pPr>
        <w:keepNext/>
      </w:pPr>
      <w:r w:rsidRPr="00F35F0E">
        <w:rPr>
          <w:noProof/>
        </w:rPr>
        <w:drawing>
          <wp:inline distT="0" distB="0" distL="0" distR="0" wp14:anchorId="4C4DA71D" wp14:editId="5A10F114">
            <wp:extent cx="4614024" cy="3025590"/>
            <wp:effectExtent l="0" t="0" r="0" b="0"/>
            <wp:docPr id="3" name="Bild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e 13"/>
                    <pic:cNvPicPr>
                      <a:picLocks/>
                    </pic:cNvPicPr>
                  </pic:nvPicPr>
                  <pic:blipFill>
                    <a:blip r:embed="rId70"/>
                    <a:stretch>
                      <a:fillRect/>
                    </a:stretch>
                  </pic:blipFill>
                  <pic:spPr bwMode="auto">
                    <a:xfrm>
                      <a:off x="0" y="0"/>
                      <a:ext cx="4614024" cy="3025590"/>
                    </a:xfrm>
                    <a:prstGeom prst="rect">
                      <a:avLst/>
                    </a:prstGeom>
                    <a:noFill/>
                    <a:ln>
                      <a:noFill/>
                    </a:ln>
                  </pic:spPr>
                </pic:pic>
              </a:graphicData>
            </a:graphic>
          </wp:inline>
        </w:drawing>
      </w:r>
    </w:p>
    <w:p w14:paraId="7EF4C967" w14:textId="77777777" w:rsidR="00C50A5F" w:rsidRPr="00F35F0E" w:rsidRDefault="00C50A5F" w:rsidP="00C50A5F">
      <w:pPr>
        <w:pStyle w:val="Caption"/>
      </w:pPr>
      <w:r w:rsidRPr="00F35F0E">
        <w:t xml:space="preserve">Fig </w:t>
      </w:r>
      <w:r w:rsidRPr="00F35F0E">
        <w:rPr>
          <w:noProof/>
        </w:rPr>
        <w:fldChar w:fldCharType="begin"/>
      </w:r>
      <w:r w:rsidRPr="00F35F0E">
        <w:rPr>
          <w:noProof/>
        </w:rPr>
        <w:instrText xml:space="preserve"> SEQ Fig \* ARABIC </w:instrText>
      </w:r>
      <w:r w:rsidRPr="00F35F0E">
        <w:rPr>
          <w:noProof/>
        </w:rPr>
        <w:fldChar w:fldCharType="separate"/>
      </w:r>
      <w:r>
        <w:rPr>
          <w:noProof/>
        </w:rPr>
        <w:t>2</w:t>
      </w:r>
      <w:r w:rsidRPr="00F35F0E">
        <w:rPr>
          <w:noProof/>
        </w:rPr>
        <w:fldChar w:fldCharType="end"/>
      </w:r>
      <w:r w:rsidRPr="00F35F0E">
        <w:t>: Service Metadata redirection</w:t>
      </w:r>
    </w:p>
    <w:p w14:paraId="0FDF7D04" w14:textId="77777777" w:rsidR="00C50A5F" w:rsidRDefault="00C50A5F" w:rsidP="00C50A5F">
      <w:r>
        <w:t>To avoid cyclic references, an SMP client SHOULD NOT follow a redirect instruction from an SMP service if already being redirected from another SMP service. Likewise, an SMP service that has been redirected to by another SMP service SHOULD NOT redirect further.</w:t>
      </w:r>
    </w:p>
    <w:p w14:paraId="0BCBBB07" w14:textId="77777777" w:rsidR="00C50A5F" w:rsidRPr="00F35F0E" w:rsidRDefault="00C50A5F" w:rsidP="00C50A5F">
      <w:r>
        <w:t xml:space="preserve">An SMP service MUST respond with either a </w:t>
      </w:r>
      <w:hyperlink w:anchor="_The_ServiceMetadata_class" w:history="1">
        <w:r w:rsidRPr="00F77780">
          <w:rPr>
            <w:rStyle w:val="Hyperlink"/>
          </w:rPr>
          <w:t>service metadata</w:t>
        </w:r>
      </w:hyperlink>
      <w:r>
        <w:t xml:space="preserve"> element or an </w:t>
      </w:r>
      <w:hyperlink w:anchor="_General_use_of" w:history="1">
        <w:r w:rsidRPr="00F77780">
          <w:rPr>
            <w:rStyle w:val="Hyperlink"/>
          </w:rPr>
          <w:t>error code</w:t>
        </w:r>
      </w:hyperlink>
      <w:r>
        <w:t>.</w:t>
      </w:r>
    </w:p>
    <w:p w14:paraId="21D2B457" w14:textId="77777777" w:rsidR="00C50A5F" w:rsidRPr="00F35F0E" w:rsidRDefault="00C50A5F" w:rsidP="002B747E">
      <w:pPr>
        <w:pStyle w:val="Heading1"/>
        <w:numPr>
          <w:ilvl w:val="0"/>
          <w:numId w:val="2"/>
        </w:numPr>
      </w:pPr>
      <w:bookmarkStart w:id="47" w:name="_Toc7437171"/>
      <w:bookmarkStart w:id="48" w:name="_Toc62566889"/>
      <w:r w:rsidRPr="00F35F0E">
        <w:lastRenderedPageBreak/>
        <w:t>Identifiers</w:t>
      </w:r>
      <w:bookmarkEnd w:id="47"/>
      <w:bookmarkEnd w:id="48"/>
    </w:p>
    <w:p w14:paraId="2B5D3B4F" w14:textId="77777777" w:rsidR="00C50A5F" w:rsidRPr="00F35F0E" w:rsidRDefault="00C50A5F" w:rsidP="002B747E">
      <w:pPr>
        <w:pStyle w:val="Heading2"/>
        <w:numPr>
          <w:ilvl w:val="1"/>
          <w:numId w:val="2"/>
        </w:numPr>
      </w:pPr>
      <w:bookmarkStart w:id="49" w:name="_Toc7437172"/>
      <w:bookmarkStart w:id="50" w:name="_Toc62566890"/>
      <w:r w:rsidRPr="00F35F0E">
        <w:t>Introduction</w:t>
      </w:r>
      <w:bookmarkEnd w:id="49"/>
      <w:bookmarkEnd w:id="50"/>
    </w:p>
    <w:p w14:paraId="32B9070A" w14:textId="77777777" w:rsidR="00C50A5F" w:rsidRPr="00F35F0E" w:rsidRDefault="00C50A5F" w:rsidP="00C50A5F">
      <w:r w:rsidRPr="0002103C">
        <w:t>This section defines what participant-, service- and process-identifiers are, and how they are represented within the SMP protocol.</w:t>
      </w:r>
    </w:p>
    <w:p w14:paraId="7F4FCD17" w14:textId="77777777" w:rsidR="00C50A5F" w:rsidRPr="00F35F0E" w:rsidRDefault="00C50A5F" w:rsidP="002B747E">
      <w:pPr>
        <w:pStyle w:val="Heading2"/>
        <w:numPr>
          <w:ilvl w:val="1"/>
          <w:numId w:val="2"/>
        </w:numPr>
      </w:pPr>
      <w:bookmarkStart w:id="51" w:name="_Toc531593124"/>
      <w:bookmarkStart w:id="52" w:name="_Toc7437173"/>
      <w:bookmarkStart w:id="53" w:name="_Toc62566891"/>
      <w:bookmarkStart w:id="54" w:name="_Ref512308586"/>
      <w:r w:rsidRPr="00F35F0E">
        <w:t>Notational conventions</w:t>
      </w:r>
      <w:bookmarkEnd w:id="51"/>
      <w:bookmarkEnd w:id="52"/>
      <w:bookmarkEnd w:id="53"/>
    </w:p>
    <w:p w14:paraId="337BEFFB" w14:textId="77777777" w:rsidR="00C50A5F" w:rsidRPr="00F35F0E" w:rsidRDefault="00C50A5F" w:rsidP="00C50A5F">
      <w:r w:rsidRPr="00F35F0E">
        <w:t>For describing the textual format of identifiers, the following conventions are used:</w:t>
      </w:r>
    </w:p>
    <w:p w14:paraId="34B23724" w14:textId="77777777" w:rsidR="00C50A5F" w:rsidRPr="00F35F0E" w:rsidRDefault="00C50A5F" w:rsidP="002B747E">
      <w:pPr>
        <w:pStyle w:val="ListParagraph"/>
        <w:numPr>
          <w:ilvl w:val="0"/>
          <w:numId w:val="12"/>
        </w:numPr>
      </w:pPr>
      <w:r w:rsidRPr="00F35F0E">
        <w:t>Everything within the curly brackets { } can be substituted by specific values.</w:t>
      </w:r>
    </w:p>
    <w:p w14:paraId="33FA3A71" w14:textId="77777777" w:rsidR="00C50A5F" w:rsidRPr="00F35F0E" w:rsidRDefault="00C50A5F" w:rsidP="002B747E">
      <w:pPr>
        <w:pStyle w:val="ListParagraph"/>
        <w:numPr>
          <w:ilvl w:val="0"/>
          <w:numId w:val="12"/>
        </w:numPr>
      </w:pPr>
      <w:r w:rsidRPr="00F35F0E">
        <w:t>Everything with square brackets [ ] represents optional content, whether literals or not.</w:t>
      </w:r>
    </w:p>
    <w:p w14:paraId="21A0DD24" w14:textId="77777777" w:rsidR="00C50A5F" w:rsidRPr="00F35F0E" w:rsidRDefault="00C50A5F" w:rsidP="002B747E">
      <w:pPr>
        <w:pStyle w:val="ListParagraph"/>
        <w:numPr>
          <w:ilvl w:val="0"/>
          <w:numId w:val="12"/>
        </w:numPr>
      </w:pPr>
      <w:r w:rsidRPr="00F35F0E">
        <w:t>Everything outside the curly brackets MUST be treated as literals.</w:t>
      </w:r>
    </w:p>
    <w:p w14:paraId="33506A9F" w14:textId="77777777" w:rsidR="00C50A5F" w:rsidRPr="00F35F0E" w:rsidRDefault="00C50A5F" w:rsidP="00C50A5F">
      <w:r w:rsidRPr="00F35F0E">
        <w:t xml:space="preserve">For example, for an identifier with the value </w:t>
      </w:r>
      <w:r w:rsidRPr="00F35F0E">
        <w:rPr>
          <w:rFonts w:ascii="Courier New" w:hAnsi="Courier New" w:cs="Courier New"/>
          <w:i/>
        </w:rPr>
        <w:t>5798000000001</w:t>
      </w:r>
      <w:r w:rsidRPr="00F35F0E">
        <w:t>, the format definition</w:t>
      </w:r>
    </w:p>
    <w:p w14:paraId="2F17269C" w14:textId="77777777" w:rsidR="00C50A5F" w:rsidRPr="00F35F0E" w:rsidRDefault="00C50A5F" w:rsidP="00C50A5F">
      <w:pPr>
        <w:ind w:left="720"/>
        <w:rPr>
          <w:rFonts w:ascii="Courier New" w:hAnsi="Courier New" w:cs="Courier New"/>
          <w:i/>
        </w:rPr>
      </w:pPr>
      <w:r w:rsidRPr="00F35F0E">
        <w:rPr>
          <w:rFonts w:ascii="Courier New" w:hAnsi="Courier New" w:cs="Courier New"/>
          <w:i/>
        </w:rPr>
        <w:t>/{identifier}/service[/{service ID}]</w:t>
      </w:r>
    </w:p>
    <w:p w14:paraId="26310823" w14:textId="77777777" w:rsidR="00C50A5F" w:rsidRPr="00F35F0E" w:rsidRDefault="00C50A5F" w:rsidP="00C50A5F">
      <w:r w:rsidRPr="00F35F0E">
        <w:t>Can be instantiated to either of the strings</w:t>
      </w:r>
    </w:p>
    <w:p w14:paraId="4211FBE9" w14:textId="77777777" w:rsidR="00C50A5F" w:rsidRPr="00F35F0E" w:rsidRDefault="00C50A5F" w:rsidP="00C50A5F">
      <w:pPr>
        <w:ind w:left="720"/>
        <w:rPr>
          <w:rFonts w:ascii="Courier New" w:hAnsi="Courier New" w:cs="Courier New"/>
          <w:i/>
        </w:rPr>
      </w:pPr>
      <w:r w:rsidRPr="00F35F0E">
        <w:rPr>
          <w:rFonts w:ascii="Courier New" w:hAnsi="Courier New" w:cs="Courier New"/>
          <w:i/>
        </w:rPr>
        <w:t>/5798000000001/service</w:t>
      </w:r>
    </w:p>
    <w:p w14:paraId="46F9E147" w14:textId="77777777" w:rsidR="00C50A5F" w:rsidRPr="00F35F0E" w:rsidRDefault="00C50A5F" w:rsidP="00C50A5F">
      <w:r w:rsidRPr="00F35F0E">
        <w:t>And</w:t>
      </w:r>
    </w:p>
    <w:p w14:paraId="7B442D24" w14:textId="77777777" w:rsidR="00C50A5F" w:rsidRPr="00F35F0E" w:rsidRDefault="00C50A5F" w:rsidP="00C50A5F">
      <w:pPr>
        <w:ind w:left="720"/>
        <w:rPr>
          <w:rFonts w:ascii="Courier New" w:hAnsi="Courier New" w:cs="Courier New"/>
          <w:i/>
        </w:rPr>
      </w:pPr>
      <w:r w:rsidRPr="00F35F0E">
        <w:rPr>
          <w:rFonts w:ascii="Courier New" w:hAnsi="Courier New" w:cs="Courier New"/>
          <w:i/>
        </w:rPr>
        <w:t>/5798000000001/service/</w:t>
      </w:r>
      <w:r w:rsidRPr="003140BB">
        <w:rPr>
          <w:rFonts w:ascii="Courier New" w:hAnsi="Courier New" w:cs="Courier New"/>
          <w:i/>
        </w:rPr>
        <w:t>urn:oasis:names:specification:ubl:schema:xsd:Invoice-2::Invoice##UBL-2.1</w:t>
      </w:r>
    </w:p>
    <w:p w14:paraId="0184C1CE" w14:textId="77777777" w:rsidR="00C50A5F" w:rsidRPr="00F35F0E" w:rsidRDefault="00C50A5F" w:rsidP="002B747E">
      <w:pPr>
        <w:pStyle w:val="Heading2"/>
        <w:numPr>
          <w:ilvl w:val="1"/>
          <w:numId w:val="2"/>
        </w:numPr>
      </w:pPr>
      <w:bookmarkStart w:id="55" w:name="_Toc531593125"/>
      <w:bookmarkStart w:id="56" w:name="_Ref4838567"/>
      <w:bookmarkStart w:id="57" w:name="_Toc7437174"/>
      <w:bookmarkStart w:id="58" w:name="_Toc62566892"/>
      <w:bookmarkEnd w:id="54"/>
      <w:r w:rsidRPr="00F35F0E">
        <w:t>On the use of percent encoding in URLs</w:t>
      </w:r>
      <w:bookmarkEnd w:id="55"/>
      <w:bookmarkEnd w:id="56"/>
      <w:bookmarkEnd w:id="57"/>
      <w:bookmarkEnd w:id="58"/>
    </w:p>
    <w:p w14:paraId="5D0BBBE6" w14:textId="77777777" w:rsidR="00C50A5F" w:rsidRPr="00F35F0E" w:rsidRDefault="00C50A5F" w:rsidP="00C50A5F">
      <w:r w:rsidRPr="00F35F0E">
        <w:t>Identifiers may contain characters that need to be percent encoded when included in an URL to ensure the URL is valid</w:t>
      </w:r>
      <w:r>
        <w:t xml:space="preserve"> </w:t>
      </w:r>
      <w:r w:rsidRPr="00DB63F8">
        <w:t xml:space="preserve">(see sections 2.1 and 2.2 of </w:t>
      </w:r>
      <w:r>
        <w:fldChar w:fldCharType="begin"/>
      </w:r>
      <w:r>
        <w:instrText xml:space="preserve"> REF RFC3986 \h </w:instrText>
      </w:r>
      <w:r>
        <w:fldChar w:fldCharType="separate"/>
      </w:r>
      <w:r w:rsidRPr="00F35F0E">
        <w:rPr>
          <w:b/>
        </w:rPr>
        <w:t>[RFC3986]</w:t>
      </w:r>
      <w:r>
        <w:fldChar w:fldCharType="end"/>
      </w:r>
      <w:r w:rsidRPr="00DB63F8">
        <w:t>)</w:t>
      </w:r>
      <w:r w:rsidRPr="00F35F0E">
        <w:t>. When such identifier is used in a URL, the client MUST encode each path segment (i.e. the parts between slashes) individually.</w:t>
      </w:r>
      <w:r>
        <w:t xml:space="preserve"> </w:t>
      </w:r>
      <w:r w:rsidRPr="004F4EA7">
        <w:t xml:space="preserve">An SMP implementation MUST first parse the URL before decoding percent encoded characters (see also section 2.4 of </w:t>
      </w:r>
      <w:r>
        <w:fldChar w:fldCharType="begin"/>
      </w:r>
      <w:r>
        <w:instrText xml:space="preserve"> REF RFC3986 \h </w:instrText>
      </w:r>
      <w:r>
        <w:fldChar w:fldCharType="separate"/>
      </w:r>
      <w:r w:rsidRPr="00F35F0E">
        <w:rPr>
          <w:b/>
        </w:rPr>
        <w:t>[RFC3986]</w:t>
      </w:r>
      <w:r>
        <w:fldChar w:fldCharType="end"/>
      </w:r>
      <w:r w:rsidRPr="004F4EA7">
        <w:t>).</w:t>
      </w:r>
    </w:p>
    <w:p w14:paraId="26344C03" w14:textId="77777777" w:rsidR="00C50A5F" w:rsidRPr="00F35F0E" w:rsidRDefault="00C50A5F" w:rsidP="00C50A5F">
      <w:r w:rsidRPr="00F35F0E">
        <w:t xml:space="preserve">For example, this implies that for an URL in the form of </w:t>
      </w:r>
      <w:r w:rsidRPr="00F35F0E">
        <w:rPr>
          <w:rFonts w:ascii="Courier New" w:hAnsi="Courier New" w:cs="Courier New"/>
          <w:i/>
        </w:rPr>
        <w:t>/[{identifier scheme}::]{participant ID}/services/{service ID}</w:t>
      </w:r>
      <w:r w:rsidRPr="00F35F0E">
        <w:t>, the slash literals MUST NOT be URL encoded.</w:t>
      </w:r>
    </w:p>
    <w:p w14:paraId="3F54CBC8" w14:textId="77777777" w:rsidR="00C50A5F" w:rsidRPr="00F35F0E" w:rsidRDefault="00C50A5F" w:rsidP="002B747E">
      <w:pPr>
        <w:pStyle w:val="Heading2"/>
        <w:numPr>
          <w:ilvl w:val="1"/>
          <w:numId w:val="2"/>
        </w:numPr>
      </w:pPr>
      <w:bookmarkStart w:id="59" w:name="_Toc7437175"/>
      <w:bookmarkStart w:id="60" w:name="_Toc62566893"/>
      <w:r w:rsidRPr="00F35F0E">
        <w:t>On scheme identifiers</w:t>
      </w:r>
      <w:bookmarkEnd w:id="59"/>
      <w:bookmarkEnd w:id="60"/>
      <w:r w:rsidRPr="00F35F0E">
        <w:t xml:space="preserve"> </w:t>
      </w:r>
    </w:p>
    <w:p w14:paraId="331A9671" w14:textId="77777777" w:rsidR="00C50A5F" w:rsidRDefault="00C50A5F" w:rsidP="00C50A5F">
      <w:r>
        <w:t>Identifier schemes for all schemed identifier types (participants, services, processes) MAY be defined outside of this specification. Any instance of a 4-cornered infrastructure MAY choose to define identifier schemes that match the type of services, participants or profiles that are relevant to support in that instance.</w:t>
      </w:r>
    </w:p>
    <w:p w14:paraId="1E0A3E47" w14:textId="77777777" w:rsidR="00C50A5F" w:rsidRPr="00F35F0E" w:rsidRDefault="00C50A5F" w:rsidP="00C50A5F">
      <w:r>
        <w:t xml:space="preserve">An example is the </w:t>
      </w:r>
      <w:r>
        <w:fldChar w:fldCharType="begin"/>
      </w:r>
      <w:r>
        <w:instrText xml:space="preserve"> REF ebCorePartyId \h </w:instrText>
      </w:r>
      <w:r>
        <w:fldChar w:fldCharType="separate"/>
      </w:r>
      <w:r w:rsidRPr="00F35F0E">
        <w:rPr>
          <w:b/>
        </w:rPr>
        <w:t>[</w:t>
      </w:r>
      <w:proofErr w:type="spellStart"/>
      <w:r w:rsidRPr="00F35F0E">
        <w:rPr>
          <w:b/>
        </w:rPr>
        <w:t>ebCorePartyId</w:t>
      </w:r>
      <w:proofErr w:type="spellEnd"/>
      <w:r w:rsidRPr="00F35F0E">
        <w:rPr>
          <w:b/>
        </w:rPr>
        <w:t>]</w:t>
      </w:r>
      <w:r>
        <w:fldChar w:fldCharType="end"/>
      </w:r>
      <w:r>
        <w:t xml:space="preserve"> specification, which defines a mechanism for referencing participant identification schemes using a formal URN notation.</w:t>
      </w:r>
    </w:p>
    <w:p w14:paraId="0A03D960" w14:textId="77777777" w:rsidR="00C50A5F" w:rsidRPr="00F35F0E" w:rsidRDefault="00C50A5F" w:rsidP="00C50A5F">
      <w:bookmarkStart w:id="61" w:name="_Ref512315616"/>
      <w:bookmarkStart w:id="62" w:name="_Ref512344730"/>
      <w:r w:rsidRPr="00F35F0E">
        <w:t xml:space="preserve">Another example is the participant identifier scheme being used in some European networks, </w:t>
      </w:r>
      <w:r w:rsidRPr="00F35F0E">
        <w:rPr>
          <w:rFonts w:ascii="Courier New" w:hAnsi="Courier New" w:cs="Courier New"/>
          <w:i/>
        </w:rPr>
        <w:t>iso6523-actorid-upis</w:t>
      </w:r>
      <w:r w:rsidRPr="00F35F0E">
        <w:t>.</w:t>
      </w:r>
    </w:p>
    <w:p w14:paraId="50B6F876" w14:textId="77777777" w:rsidR="00C50A5F" w:rsidRPr="00F35F0E" w:rsidRDefault="00C50A5F" w:rsidP="002B747E">
      <w:pPr>
        <w:pStyle w:val="Heading2"/>
        <w:numPr>
          <w:ilvl w:val="1"/>
          <w:numId w:val="2"/>
        </w:numPr>
      </w:pPr>
      <w:bookmarkStart w:id="63" w:name="_Toc7437176"/>
      <w:bookmarkStart w:id="64" w:name="_Toc62566894"/>
      <w:r w:rsidRPr="00F35F0E">
        <w:t>Case sensitivity handling</w:t>
      </w:r>
      <w:bookmarkEnd w:id="63"/>
      <w:bookmarkEnd w:id="64"/>
    </w:p>
    <w:p w14:paraId="1666B6BD" w14:textId="77777777" w:rsidR="00C50A5F" w:rsidRDefault="00C50A5F" w:rsidP="00C50A5F">
      <w:r w:rsidRPr="00F35F0E">
        <w:t>A</w:t>
      </w:r>
      <w:r>
        <w:t>n</w:t>
      </w:r>
      <w:r w:rsidRPr="00F35F0E">
        <w:t xml:space="preserve"> identifier scheme MAY define its own requirements for case sensitivity handling. Unless defined differently by the identifier scheme, a</w:t>
      </w:r>
      <w:r>
        <w:t>n</w:t>
      </w:r>
      <w:r w:rsidRPr="00F35F0E">
        <w:t xml:space="preserve"> identifier MUST be treated as case insensitive.</w:t>
      </w:r>
    </w:p>
    <w:p w14:paraId="7D7D2B67" w14:textId="77777777" w:rsidR="00C50A5F" w:rsidRPr="00F35F0E" w:rsidRDefault="00C50A5F" w:rsidP="00C50A5F">
      <w:r w:rsidRPr="00AB47A2">
        <w:t>When a case insensitive identifier scheme is being used, an implementation MUST fold all characters to lower case.</w:t>
      </w:r>
    </w:p>
    <w:p w14:paraId="45F6F7D8" w14:textId="77777777" w:rsidR="00C50A5F" w:rsidRPr="00F35F0E" w:rsidRDefault="00C50A5F" w:rsidP="002B747E">
      <w:pPr>
        <w:pStyle w:val="Heading2"/>
        <w:numPr>
          <w:ilvl w:val="1"/>
          <w:numId w:val="2"/>
        </w:numPr>
      </w:pPr>
      <w:bookmarkStart w:id="65" w:name="_Ref532153815"/>
      <w:bookmarkStart w:id="66" w:name="_Toc7437177"/>
      <w:bookmarkStart w:id="67" w:name="_Toc62566895"/>
      <w:r w:rsidRPr="00F35F0E">
        <w:lastRenderedPageBreak/>
        <w:t>Participant identifiers</w:t>
      </w:r>
      <w:bookmarkEnd w:id="61"/>
      <w:bookmarkEnd w:id="62"/>
      <w:bookmarkEnd w:id="65"/>
      <w:bookmarkEnd w:id="66"/>
      <w:bookmarkEnd w:id="67"/>
    </w:p>
    <w:p w14:paraId="2E8EE2D3" w14:textId="77777777" w:rsidR="00C50A5F" w:rsidRPr="00F35F0E" w:rsidRDefault="00C50A5F" w:rsidP="002B747E">
      <w:pPr>
        <w:pStyle w:val="Heading3"/>
        <w:numPr>
          <w:ilvl w:val="2"/>
          <w:numId w:val="2"/>
        </w:numPr>
      </w:pPr>
      <w:bookmarkStart w:id="68" w:name="_Toc7437178"/>
      <w:bookmarkStart w:id="69" w:name="_Toc62566896"/>
      <w:r w:rsidRPr="00F35F0E">
        <w:t>Participant identifiers and schemes</w:t>
      </w:r>
      <w:bookmarkEnd w:id="68"/>
      <w:bookmarkEnd w:id="69"/>
    </w:p>
    <w:p w14:paraId="3AA08BD3" w14:textId="77777777" w:rsidR="00C50A5F" w:rsidRPr="00F35F0E" w:rsidRDefault="00C50A5F" w:rsidP="00C50A5F">
      <w:r w:rsidRPr="00F35F0E">
        <w:t xml:space="preserve">A “participant identifier” is a business level endpoint key that uniquely identifies an end-user entity (“participant”) in </w:t>
      </w:r>
      <w:r>
        <w:t>a</w:t>
      </w:r>
      <w:r w:rsidRPr="00F35F0E">
        <w:t xml:space="preserve"> network. Examples of identifiers are company registration and VAT numbers, DUNS numbers, GLN numbers, email addresses etc. Participant identifiers are associated with groups of services or service metadata.</w:t>
      </w:r>
    </w:p>
    <w:p w14:paraId="3C20E8F5" w14:textId="77777777" w:rsidR="00C50A5F" w:rsidRPr="00F35F0E" w:rsidRDefault="00C50A5F" w:rsidP="00C50A5F">
      <w:r w:rsidRPr="00F35F0E">
        <w:t>Participant identifiers SHOULD consist of a scheme identifier in addition to the participant identifier itself. The scheme identifier indicates the specification of the participant identifier format, i.e. its representation and meaning.</w:t>
      </w:r>
    </w:p>
    <w:p w14:paraId="5595C789" w14:textId="77777777" w:rsidR="00C50A5F" w:rsidRPr="00F35F0E" w:rsidRDefault="00C50A5F" w:rsidP="002B747E">
      <w:pPr>
        <w:pStyle w:val="Heading3"/>
        <w:numPr>
          <w:ilvl w:val="2"/>
          <w:numId w:val="2"/>
        </w:numPr>
      </w:pPr>
      <w:bookmarkStart w:id="70" w:name="_Toc7437179"/>
      <w:bookmarkStart w:id="71" w:name="_Toc62566897"/>
      <w:r w:rsidRPr="00F35F0E">
        <w:t>XML format for Participant identifiers</w:t>
      </w:r>
      <w:bookmarkEnd w:id="70"/>
      <w:bookmarkEnd w:id="71"/>
    </w:p>
    <w:p w14:paraId="6E14A603" w14:textId="77777777" w:rsidR="00C50A5F" w:rsidRPr="00F35F0E" w:rsidRDefault="00C50A5F" w:rsidP="00C50A5F">
      <w:r w:rsidRPr="00F35F0E">
        <w:t xml:space="preserve">The </w:t>
      </w:r>
      <w:r w:rsidRPr="00F35F0E">
        <w:rPr>
          <w:rFonts w:ascii="Courier New" w:hAnsi="Courier New" w:cs="Courier New"/>
          <w:i/>
        </w:rPr>
        <w:t>&lt;</w:t>
      </w:r>
      <w:proofErr w:type="spellStart"/>
      <w:r w:rsidRPr="00F35F0E">
        <w:rPr>
          <w:rFonts w:ascii="Courier New" w:hAnsi="Courier New" w:cs="Courier New"/>
          <w:i/>
        </w:rPr>
        <w:t>ParticipantID</w:t>
      </w:r>
      <w:proofErr w:type="spellEnd"/>
      <w:r w:rsidRPr="00F35F0E">
        <w:rPr>
          <w:rFonts w:ascii="Courier New" w:hAnsi="Courier New" w:cs="Courier New"/>
          <w:i/>
        </w:rPr>
        <w:t>&gt;</w:t>
      </w:r>
      <w:r w:rsidRPr="00F35F0E">
        <w:t xml:space="preserve"> element is used to represent participant identifiers and scheme information. </w:t>
      </w:r>
    </w:p>
    <w:p w14:paraId="2931B9BA" w14:textId="77777777" w:rsidR="00C50A5F" w:rsidRPr="00F84C26" w:rsidRDefault="00C50A5F" w:rsidP="00C50A5F">
      <w:pPr>
        <w:rPr>
          <w:i/>
        </w:rPr>
      </w:pPr>
      <w:r w:rsidRPr="00F84C26">
        <w:rPr>
          <w:i/>
        </w:rPr>
        <w:t>Example XML representation of a participant ID:</w:t>
      </w:r>
    </w:p>
    <w:p w14:paraId="73AED920" w14:textId="77777777" w:rsidR="00C50A5F" w:rsidRDefault="00C50A5F" w:rsidP="00C50A5F">
      <w:pPr>
        <w:shd w:val="clear" w:color="auto" w:fill="FFFFFF"/>
        <w:autoSpaceDE w:val="0"/>
        <w:autoSpaceDN w:val="0"/>
        <w:adjustRightInd w:val="0"/>
        <w:spacing w:before="0" w:after="0"/>
        <w:ind w:left="720"/>
        <w:rPr>
          <w:rFonts w:ascii="Courier New" w:hAnsi="Courier New" w:cs="Courier New"/>
          <w:color w:val="F5844C"/>
          <w:highlight w:val="white"/>
          <w:lang w:val="es-ES"/>
        </w:rPr>
      </w:pPr>
      <w:r w:rsidRPr="003359F2">
        <w:rPr>
          <w:rFonts w:ascii="Courier New" w:hAnsi="Courier New" w:cs="Courier New"/>
          <w:color w:val="000096"/>
          <w:highlight w:val="white"/>
          <w:lang w:val="es-ES"/>
        </w:rPr>
        <w:t>&lt;</w:t>
      </w:r>
      <w:proofErr w:type="spellStart"/>
      <w:r w:rsidRPr="003359F2">
        <w:rPr>
          <w:rFonts w:ascii="Courier New" w:hAnsi="Courier New" w:cs="Courier New"/>
          <w:color w:val="000096"/>
          <w:highlight w:val="white"/>
          <w:lang w:val="es-ES"/>
        </w:rPr>
        <w:t>ParticipantID</w:t>
      </w:r>
      <w:proofErr w:type="spellEnd"/>
    </w:p>
    <w:p w14:paraId="15CCA88C" w14:textId="77777777" w:rsidR="00C50A5F" w:rsidRPr="003359F2" w:rsidRDefault="00C50A5F" w:rsidP="00C50A5F">
      <w:pPr>
        <w:shd w:val="clear" w:color="auto" w:fill="FFFFFF"/>
        <w:autoSpaceDE w:val="0"/>
        <w:autoSpaceDN w:val="0"/>
        <w:adjustRightInd w:val="0"/>
        <w:spacing w:before="0" w:after="0"/>
        <w:ind w:left="720"/>
        <w:rPr>
          <w:rFonts w:ascii="Courier New" w:hAnsi="Courier New" w:cs="Courier New"/>
          <w:highlight w:val="white"/>
          <w:lang w:val="es-ES"/>
        </w:rPr>
      </w:pPr>
      <w:r>
        <w:rPr>
          <w:rFonts w:ascii="Courier New" w:hAnsi="Courier New" w:cs="Courier New"/>
          <w:color w:val="F5844C"/>
          <w:highlight w:val="white"/>
          <w:lang w:val="es-ES"/>
        </w:rPr>
        <w:t xml:space="preserve">  </w:t>
      </w:r>
      <w:proofErr w:type="spellStart"/>
      <w:r w:rsidRPr="00545B26">
        <w:rPr>
          <w:rFonts w:ascii="Courier New" w:hAnsi="Courier New" w:cs="Courier New"/>
          <w:color w:val="F5844C"/>
          <w:highlight w:val="white"/>
          <w:lang w:val="es-ES"/>
        </w:rPr>
        <w:t>schemeID</w:t>
      </w:r>
      <w:proofErr w:type="spellEnd"/>
      <w:r w:rsidRPr="00545B26">
        <w:rPr>
          <w:rFonts w:ascii="Courier New" w:hAnsi="Courier New" w:cs="Courier New"/>
          <w:color w:val="FF8040"/>
          <w:highlight w:val="white"/>
          <w:lang w:val="es-ES"/>
        </w:rPr>
        <w:t>=</w:t>
      </w:r>
      <w:r w:rsidRPr="00545B26">
        <w:rPr>
          <w:rFonts w:ascii="Courier New" w:hAnsi="Courier New" w:cs="Courier New"/>
          <w:color w:val="993300"/>
          <w:highlight w:val="white"/>
          <w:lang w:val="es-ES"/>
        </w:rPr>
        <w:t>"iso6523-actorid</w:t>
      </w:r>
      <w:r>
        <w:rPr>
          <w:rFonts w:ascii="Courier New" w:hAnsi="Courier New" w:cs="Courier New"/>
          <w:color w:val="993300"/>
          <w:highlight w:val="white"/>
          <w:lang w:val="es-ES"/>
        </w:rPr>
        <w:t>-</w:t>
      </w:r>
      <w:r w:rsidRPr="00545B26">
        <w:rPr>
          <w:rFonts w:ascii="Courier New" w:hAnsi="Courier New" w:cs="Courier New"/>
          <w:color w:val="993300"/>
          <w:highlight w:val="white"/>
          <w:lang w:val="es-ES"/>
        </w:rPr>
        <w:t>upis"</w:t>
      </w:r>
      <w:r w:rsidRPr="003359F2">
        <w:rPr>
          <w:rFonts w:ascii="Courier New" w:hAnsi="Courier New" w:cs="Courier New"/>
          <w:color w:val="000096"/>
          <w:highlight w:val="white"/>
          <w:lang w:val="es-ES"/>
        </w:rPr>
        <w:t>&gt;</w:t>
      </w:r>
      <w:r w:rsidRPr="003359F2">
        <w:rPr>
          <w:rFonts w:ascii="Courier New" w:hAnsi="Courier New" w:cs="Courier New"/>
          <w:color w:val="000000"/>
          <w:highlight w:val="white"/>
          <w:lang w:val="es-ES"/>
        </w:rPr>
        <w:t>9908:810418052</w:t>
      </w:r>
      <w:r w:rsidRPr="003359F2">
        <w:rPr>
          <w:rFonts w:ascii="Courier New" w:hAnsi="Courier New" w:cs="Courier New"/>
          <w:color w:val="000096"/>
          <w:highlight w:val="white"/>
          <w:lang w:val="es-ES"/>
        </w:rPr>
        <w:t>&lt;/</w:t>
      </w:r>
      <w:proofErr w:type="spellStart"/>
      <w:r w:rsidRPr="003359F2">
        <w:rPr>
          <w:rFonts w:ascii="Courier New" w:hAnsi="Courier New" w:cs="Courier New"/>
          <w:color w:val="000096"/>
          <w:highlight w:val="white"/>
          <w:lang w:val="es-ES"/>
        </w:rPr>
        <w:t>ParticipantID</w:t>
      </w:r>
      <w:proofErr w:type="spellEnd"/>
      <w:r w:rsidRPr="003359F2">
        <w:rPr>
          <w:rFonts w:ascii="Courier New" w:hAnsi="Courier New" w:cs="Courier New"/>
          <w:color w:val="000096"/>
          <w:highlight w:val="white"/>
          <w:lang w:val="es-ES"/>
        </w:rPr>
        <w:t>&gt;</w:t>
      </w:r>
    </w:p>
    <w:p w14:paraId="676AC984" w14:textId="77777777" w:rsidR="00C50A5F" w:rsidRPr="00F35F0E" w:rsidRDefault="00C50A5F" w:rsidP="00C50A5F">
      <w:r w:rsidRPr="00F35F0E">
        <w:t xml:space="preserve">In this example, the scheme identifier </w:t>
      </w:r>
      <w:r w:rsidRPr="00F35F0E">
        <w:rPr>
          <w:rFonts w:ascii="Courier New" w:hAnsi="Courier New" w:cs="Courier New"/>
          <w:i/>
        </w:rPr>
        <w:t>iso6523-actorid-upis</w:t>
      </w:r>
      <w:r w:rsidRPr="00F35F0E">
        <w:t xml:space="preserve"> tells the SMP client that the representation of the participant identifier </w:t>
      </w:r>
      <w:r w:rsidRPr="00F35F0E">
        <w:rPr>
          <w:rFonts w:ascii="Courier New" w:hAnsi="Courier New" w:cs="Courier New"/>
          <w:i/>
        </w:rPr>
        <w:t>9908:810418052</w:t>
      </w:r>
      <w:r w:rsidRPr="00F35F0E">
        <w:t xml:space="preserve"> follows the convention in some European networks for identifying participants in the network.</w:t>
      </w:r>
    </w:p>
    <w:p w14:paraId="06C1B1CF" w14:textId="77777777" w:rsidR="00C50A5F" w:rsidRPr="00F35F0E" w:rsidRDefault="00C50A5F" w:rsidP="002B747E">
      <w:pPr>
        <w:pStyle w:val="Heading3"/>
        <w:numPr>
          <w:ilvl w:val="2"/>
          <w:numId w:val="2"/>
        </w:numPr>
      </w:pPr>
      <w:bookmarkStart w:id="72" w:name="_Toc7437180"/>
      <w:bookmarkStart w:id="73" w:name="_Toc62566898"/>
      <w:r w:rsidRPr="00F35F0E">
        <w:t>Using participant identifiers in URLs</w:t>
      </w:r>
      <w:bookmarkEnd w:id="72"/>
      <w:bookmarkEnd w:id="73"/>
    </w:p>
    <w:p w14:paraId="4FCF1868" w14:textId="77777777" w:rsidR="00C50A5F" w:rsidRPr="00F35F0E" w:rsidRDefault="00C50A5F" w:rsidP="00C50A5F">
      <w:r w:rsidRPr="00F35F0E">
        <w:t>The following format is used:</w:t>
      </w:r>
    </w:p>
    <w:p w14:paraId="56E82F30" w14:textId="77777777" w:rsidR="00C50A5F" w:rsidRPr="00F35F0E" w:rsidRDefault="00C50A5F" w:rsidP="00C50A5F">
      <w:pPr>
        <w:ind w:left="720"/>
        <w:rPr>
          <w:rFonts w:ascii="Courier New" w:hAnsi="Courier New" w:cs="Courier New"/>
          <w:i/>
        </w:rPr>
      </w:pPr>
      <w:r w:rsidRPr="00F35F0E">
        <w:rPr>
          <w:rFonts w:ascii="Courier New" w:hAnsi="Courier New" w:cs="Courier New"/>
          <w:i/>
        </w:rPr>
        <w:t>[{identifier scheme}::]{participant ID}</w:t>
      </w:r>
    </w:p>
    <w:p w14:paraId="24672360" w14:textId="77777777" w:rsidR="00C50A5F" w:rsidRPr="00F35F0E" w:rsidRDefault="00C50A5F" w:rsidP="00C50A5F">
      <w:r w:rsidRPr="00F35F0E">
        <w:t xml:space="preserve">Where </w:t>
      </w:r>
      <w:r w:rsidRPr="00F35F0E">
        <w:rPr>
          <w:rFonts w:ascii="Courier New" w:hAnsi="Courier New" w:cs="Courier New"/>
          <w:i/>
        </w:rPr>
        <w:t>identifier scheme</w:t>
      </w:r>
      <w:r w:rsidRPr="00F35F0E">
        <w:t xml:space="preserve"> is the scheme of the identifier, and </w:t>
      </w:r>
      <w:r w:rsidRPr="00F35F0E">
        <w:rPr>
          <w:rFonts w:ascii="Courier New" w:hAnsi="Courier New" w:cs="Courier New"/>
          <w:i/>
        </w:rPr>
        <w:t>participant ID</w:t>
      </w:r>
      <w:r w:rsidRPr="00F35F0E">
        <w:t xml:space="preserve"> is the participant identifier itself, following the format indicated by the identifier scheme.</w:t>
      </w:r>
    </w:p>
    <w:p w14:paraId="23C4D2AC" w14:textId="77777777" w:rsidR="00C50A5F" w:rsidRPr="00F35F0E" w:rsidRDefault="00C50A5F" w:rsidP="00C50A5F">
      <w:r w:rsidRPr="00F35F0E">
        <w:t xml:space="preserve">In a URL, the string represented by </w:t>
      </w:r>
      <w:r w:rsidRPr="00F35F0E">
        <w:rPr>
          <w:rFonts w:ascii="Courier New" w:hAnsi="Courier New" w:cs="Courier New"/>
          <w:i/>
        </w:rPr>
        <w:t>[{identifier scheme}::]{participant ID}</w:t>
      </w:r>
      <w:r w:rsidRPr="00F35F0E">
        <w:t xml:space="preserve"> MUST be percent encoded as specified in section</w:t>
      </w:r>
      <w:r>
        <w:t xml:space="preserve"> </w:t>
      </w:r>
      <w:r>
        <w:fldChar w:fldCharType="begin"/>
      </w:r>
      <w:r>
        <w:instrText xml:space="preserve"> REF _Ref4838567 \w \h </w:instrText>
      </w:r>
      <w:r>
        <w:fldChar w:fldCharType="separate"/>
      </w:r>
      <w:r>
        <w:t>3.3</w:t>
      </w:r>
      <w:r>
        <w:fldChar w:fldCharType="end"/>
      </w:r>
      <w:r>
        <w:t>.</w:t>
      </w:r>
    </w:p>
    <w:p w14:paraId="50D2DE2F" w14:textId="77777777" w:rsidR="00C50A5F" w:rsidRPr="00F35F0E" w:rsidRDefault="00C50A5F" w:rsidP="00C50A5F">
      <w:pPr>
        <w:rPr>
          <w:i/>
        </w:rPr>
      </w:pPr>
      <w:r w:rsidRPr="00F35F0E">
        <w:rPr>
          <w:i/>
        </w:rPr>
        <w:t xml:space="preserve">Non-normative example using the </w:t>
      </w:r>
      <w:r>
        <w:fldChar w:fldCharType="begin"/>
      </w:r>
      <w:r>
        <w:instrText xml:space="preserve"> REF ebCorePartyId \h  \* MERGEFORMAT </w:instrText>
      </w:r>
      <w:r>
        <w:fldChar w:fldCharType="separate"/>
      </w:r>
      <w:r w:rsidRPr="00203590">
        <w:rPr>
          <w:b/>
          <w:i/>
        </w:rPr>
        <w:t>[</w:t>
      </w:r>
      <w:proofErr w:type="spellStart"/>
      <w:r w:rsidRPr="00203590">
        <w:rPr>
          <w:b/>
          <w:i/>
        </w:rPr>
        <w:t>ebCorePartyId</w:t>
      </w:r>
      <w:proofErr w:type="spellEnd"/>
      <w:r w:rsidRPr="00203590">
        <w:rPr>
          <w:b/>
          <w:i/>
        </w:rPr>
        <w:t>]</w:t>
      </w:r>
      <w:r>
        <w:fldChar w:fldCharType="end"/>
      </w:r>
      <w:r w:rsidRPr="00F35F0E">
        <w:rPr>
          <w:i/>
        </w:rPr>
        <w:t xml:space="preserve"> URN format, assuming an ISO 6523 International Code Designator </w:t>
      </w:r>
      <w:r w:rsidRPr="00F35F0E">
        <w:rPr>
          <w:rFonts w:ascii="Courier New" w:hAnsi="Courier New" w:cs="Courier New"/>
          <w:i/>
        </w:rPr>
        <w:t>9908</w:t>
      </w:r>
      <w:r w:rsidRPr="00F35F0E">
        <w:rPr>
          <w:i/>
        </w:rPr>
        <w:t xml:space="preserve"> with the participant identifier </w:t>
      </w:r>
      <w:r w:rsidRPr="00F35F0E">
        <w:rPr>
          <w:rFonts w:ascii="Courier New" w:hAnsi="Courier New" w:cs="Courier New"/>
          <w:i/>
        </w:rPr>
        <w:t>810418052</w:t>
      </w:r>
      <w:r w:rsidRPr="00F35F0E">
        <w:rPr>
          <w:i/>
        </w:rPr>
        <w:t>:</w:t>
      </w:r>
    </w:p>
    <w:p w14:paraId="44A298C6" w14:textId="77777777" w:rsidR="00C50A5F" w:rsidRPr="00F35F0E" w:rsidRDefault="00C50A5F" w:rsidP="00C50A5F">
      <w:pPr>
        <w:ind w:left="720"/>
        <w:rPr>
          <w:rFonts w:ascii="Courier New" w:hAnsi="Courier New" w:cs="Courier New"/>
          <w:i/>
        </w:rPr>
      </w:pPr>
      <w:r w:rsidRPr="00F35F0E">
        <w:rPr>
          <w:rFonts w:ascii="Courier New" w:hAnsi="Courier New" w:cs="Courier New"/>
          <w:i/>
        </w:rPr>
        <w:t>urn:oasis:names:tc:ebcore:partyid-type:iso6523:9908::810418052</w:t>
      </w:r>
    </w:p>
    <w:p w14:paraId="2CCBCCC2" w14:textId="77777777" w:rsidR="00C50A5F" w:rsidRPr="00F35F0E" w:rsidRDefault="00C50A5F" w:rsidP="00C50A5F">
      <w:pPr>
        <w:rPr>
          <w:i/>
        </w:rPr>
      </w:pPr>
      <w:r w:rsidRPr="00F35F0E">
        <w:rPr>
          <w:i/>
        </w:rPr>
        <w:t>In percent encoded form:</w:t>
      </w:r>
    </w:p>
    <w:p w14:paraId="217AE660" w14:textId="77777777" w:rsidR="00C50A5F" w:rsidRPr="00F35F0E" w:rsidRDefault="00C50A5F" w:rsidP="00C50A5F">
      <w:pPr>
        <w:ind w:left="720"/>
        <w:rPr>
          <w:rFonts w:ascii="Courier New" w:hAnsi="Courier New" w:cs="Courier New"/>
          <w:i/>
        </w:rPr>
      </w:pPr>
      <w:r w:rsidRPr="003D0CAA">
        <w:rPr>
          <w:rFonts w:ascii="Courier New" w:hAnsi="Courier New" w:cs="Courier New"/>
          <w:i/>
        </w:rPr>
        <w:t>urn%3Aoasis%3Anames%3Atc%3Aebcore%3Apartyid-type%3Aiso6523%3A9908%3A%3A810418052</w:t>
      </w:r>
    </w:p>
    <w:p w14:paraId="02E4B7B0" w14:textId="77777777" w:rsidR="00C50A5F" w:rsidRPr="00F35F0E" w:rsidRDefault="00C50A5F" w:rsidP="00C50A5F">
      <w:pPr>
        <w:rPr>
          <w:i/>
        </w:rPr>
      </w:pPr>
      <w:r w:rsidRPr="00F35F0E">
        <w:rPr>
          <w:i/>
        </w:rPr>
        <w:t>And the same non-normative example using the Universal Participant Identifier Format as being used in some European networks:</w:t>
      </w:r>
    </w:p>
    <w:p w14:paraId="1B678101" w14:textId="77777777" w:rsidR="00C50A5F" w:rsidRPr="00F35F0E" w:rsidRDefault="00C50A5F" w:rsidP="00C50A5F">
      <w:pPr>
        <w:ind w:left="720"/>
        <w:rPr>
          <w:rFonts w:ascii="Courier New" w:hAnsi="Courier New" w:cs="Courier New"/>
          <w:i/>
        </w:rPr>
      </w:pPr>
      <w:r w:rsidRPr="00F35F0E">
        <w:rPr>
          <w:rFonts w:ascii="Courier New" w:hAnsi="Courier New" w:cs="Courier New"/>
          <w:i/>
        </w:rPr>
        <w:t>iso6523-actorid-upis::9908:810418052</w:t>
      </w:r>
    </w:p>
    <w:p w14:paraId="6CCCC154" w14:textId="77777777" w:rsidR="00C50A5F" w:rsidRPr="00F35F0E" w:rsidRDefault="00C50A5F" w:rsidP="00C50A5F">
      <w:pPr>
        <w:rPr>
          <w:i/>
        </w:rPr>
      </w:pPr>
      <w:r w:rsidRPr="00F35F0E">
        <w:rPr>
          <w:i/>
        </w:rPr>
        <w:t>In percent encoded form:</w:t>
      </w:r>
    </w:p>
    <w:p w14:paraId="0621ACAE" w14:textId="77777777" w:rsidR="00C50A5F" w:rsidRDefault="00C50A5F" w:rsidP="00C50A5F">
      <w:pPr>
        <w:ind w:left="720"/>
        <w:rPr>
          <w:rFonts w:ascii="Courier New" w:hAnsi="Courier New" w:cs="Courier New"/>
          <w:i/>
          <w:lang w:val="es-ES"/>
        </w:rPr>
      </w:pPr>
      <w:r w:rsidRPr="003359F2">
        <w:rPr>
          <w:rFonts w:ascii="Courier New" w:hAnsi="Courier New" w:cs="Courier New"/>
          <w:i/>
          <w:lang w:val="es-ES"/>
        </w:rPr>
        <w:t>iso6523-actorid-upis%3A%3A9908%3A810418052</w:t>
      </w:r>
    </w:p>
    <w:p w14:paraId="54EA37BF" w14:textId="77777777" w:rsidR="00C50A5F" w:rsidRPr="00F35F0E" w:rsidRDefault="00C50A5F" w:rsidP="002B747E">
      <w:pPr>
        <w:pStyle w:val="Heading2"/>
        <w:numPr>
          <w:ilvl w:val="1"/>
          <w:numId w:val="2"/>
        </w:numPr>
      </w:pPr>
      <w:bookmarkStart w:id="74" w:name="_Ref512315566"/>
      <w:bookmarkStart w:id="75" w:name="_Ref512345431"/>
      <w:bookmarkStart w:id="76" w:name="_Toc7437181"/>
      <w:bookmarkStart w:id="77" w:name="_Toc62566899"/>
      <w:r w:rsidRPr="00F35F0E">
        <w:t>Service identifiers</w:t>
      </w:r>
      <w:bookmarkEnd w:id="74"/>
      <w:bookmarkEnd w:id="75"/>
      <w:bookmarkEnd w:id="76"/>
      <w:bookmarkEnd w:id="77"/>
    </w:p>
    <w:p w14:paraId="38697E7E" w14:textId="77777777" w:rsidR="00C50A5F" w:rsidRDefault="00C50A5F" w:rsidP="002B747E">
      <w:pPr>
        <w:pStyle w:val="Heading3"/>
        <w:numPr>
          <w:ilvl w:val="2"/>
          <w:numId w:val="2"/>
        </w:numPr>
      </w:pPr>
      <w:bookmarkStart w:id="78" w:name="_Toc7437182"/>
      <w:bookmarkStart w:id="79" w:name="_Toc62566900"/>
      <w:r>
        <w:t>Service and document schemes defined by SMP</w:t>
      </w:r>
      <w:bookmarkEnd w:id="78"/>
      <w:bookmarkEnd w:id="79"/>
    </w:p>
    <w:p w14:paraId="42267506" w14:textId="77777777" w:rsidR="00C50A5F" w:rsidRPr="00F35F0E" w:rsidRDefault="00C50A5F" w:rsidP="002B747E">
      <w:pPr>
        <w:pStyle w:val="Heading4"/>
        <w:numPr>
          <w:ilvl w:val="3"/>
          <w:numId w:val="2"/>
        </w:numPr>
      </w:pPr>
      <w:bookmarkStart w:id="80" w:name="_Toc7437183"/>
      <w:bookmarkStart w:id="81" w:name="_Toc62566901"/>
      <w:r w:rsidRPr="00F35F0E">
        <w:t>Introduction</w:t>
      </w:r>
      <w:bookmarkEnd w:id="80"/>
      <w:bookmarkEnd w:id="81"/>
    </w:p>
    <w:p w14:paraId="58644B6F" w14:textId="77777777" w:rsidR="00C50A5F" w:rsidRDefault="00C50A5F" w:rsidP="00C50A5F">
      <w:r w:rsidRPr="00F35F0E">
        <w:t>Services and document</w:t>
      </w:r>
      <w:r>
        <w:t xml:space="preserve"> types </w:t>
      </w:r>
      <w:r w:rsidRPr="00F35F0E">
        <w:t xml:space="preserve">are represented by an identifier (typically identifying the document type) and a scheme </w:t>
      </w:r>
      <w:r>
        <w:t>identifier</w:t>
      </w:r>
      <w:r w:rsidRPr="00F35F0E">
        <w:t xml:space="preserve"> which represents the scheme or format of the identifier itself. It is outside the scope of this document to list identifier schemes that may be valid in a given context.</w:t>
      </w:r>
    </w:p>
    <w:p w14:paraId="1AAEBC84" w14:textId="77777777" w:rsidR="00C50A5F" w:rsidRPr="00F35F0E" w:rsidRDefault="00C50A5F" w:rsidP="002B747E">
      <w:pPr>
        <w:pStyle w:val="Heading4"/>
        <w:numPr>
          <w:ilvl w:val="3"/>
          <w:numId w:val="2"/>
        </w:numPr>
      </w:pPr>
      <w:bookmarkStart w:id="82" w:name="_Ref4994951"/>
      <w:bookmarkStart w:id="83" w:name="_Toc7437184"/>
      <w:bookmarkStart w:id="84" w:name="_Toc62566902"/>
      <w:r w:rsidRPr="00A07154">
        <w:lastRenderedPageBreak/>
        <w:t xml:space="preserve">Representing </w:t>
      </w:r>
      <w:proofErr w:type="spellStart"/>
      <w:r w:rsidRPr="00A07154">
        <w:t>QName</w:t>
      </w:r>
      <w:proofErr w:type="spellEnd"/>
      <w:r w:rsidRPr="00A07154">
        <w:t>/Subtype Identifier</w:t>
      </w:r>
      <w:bookmarkEnd w:id="82"/>
      <w:bookmarkEnd w:id="83"/>
      <w:bookmarkEnd w:id="84"/>
    </w:p>
    <w:p w14:paraId="3C82C99A" w14:textId="77777777" w:rsidR="00C50A5F" w:rsidRPr="00F35F0E" w:rsidRDefault="00C50A5F" w:rsidP="00C50A5F">
      <w:r w:rsidRPr="00F35F0E">
        <w:t xml:space="preserve">This specification defines the </w:t>
      </w:r>
      <w:proofErr w:type="spellStart"/>
      <w:r w:rsidRPr="00F35F0E">
        <w:rPr>
          <w:rFonts w:ascii="Courier New" w:hAnsi="Courier New" w:cs="Courier New"/>
          <w:i/>
        </w:rPr>
        <w:t>QName</w:t>
      </w:r>
      <w:proofErr w:type="spellEnd"/>
      <w:r w:rsidRPr="00F35F0E">
        <w:rPr>
          <w:rFonts w:ascii="Courier New" w:hAnsi="Courier New" w:cs="Courier New"/>
          <w:i/>
        </w:rPr>
        <w:t xml:space="preserve">/Subtype Identifier </w:t>
      </w:r>
      <w:r w:rsidRPr="00F35F0E">
        <w:t>scheme, which is identified by the following URI:</w:t>
      </w:r>
    </w:p>
    <w:p w14:paraId="007CF4E3" w14:textId="77777777" w:rsidR="00C50A5F" w:rsidRPr="00F35F0E" w:rsidRDefault="00C50A5F" w:rsidP="00C50A5F">
      <w:pPr>
        <w:ind w:left="720"/>
        <w:rPr>
          <w:rFonts w:ascii="Courier New" w:hAnsi="Courier New" w:cs="Courier New"/>
          <w:i/>
        </w:rPr>
      </w:pPr>
      <w:proofErr w:type="spellStart"/>
      <w:r w:rsidRPr="00F35F0E">
        <w:rPr>
          <w:rFonts w:ascii="Courier New" w:hAnsi="Courier New" w:cs="Courier New"/>
          <w:i/>
        </w:rPr>
        <w:t>bdx-docid-qns</w:t>
      </w:r>
      <w:proofErr w:type="spellEnd"/>
    </w:p>
    <w:p w14:paraId="54CB5712" w14:textId="77777777" w:rsidR="00C50A5F" w:rsidRPr="00F35F0E" w:rsidRDefault="00C50A5F" w:rsidP="00C50A5F">
      <w:r>
        <w:t>Values of this</w:t>
      </w:r>
      <w:r w:rsidRPr="00F35F0E">
        <w:t xml:space="preserve"> scheme </w:t>
      </w:r>
      <w:r>
        <w:t>are</w:t>
      </w:r>
      <w:r w:rsidRPr="00F35F0E">
        <w:t xml:space="preserve"> based on a concatenation of the service or document</w:t>
      </w:r>
      <w:r>
        <w:t xml:space="preserve"> type </w:t>
      </w:r>
      <w:r w:rsidRPr="00F35F0E">
        <w:t>namespace, root element, and OPTIONAL (and document</w:t>
      </w:r>
      <w:r>
        <w:t xml:space="preserve"> type or service </w:t>
      </w:r>
      <w:r w:rsidRPr="00F35F0E">
        <w:t>dependent) subtype:</w:t>
      </w:r>
    </w:p>
    <w:p w14:paraId="17D826A2" w14:textId="77777777" w:rsidR="00C50A5F" w:rsidRPr="00F35F0E" w:rsidRDefault="00C50A5F" w:rsidP="00C50A5F">
      <w:pPr>
        <w:ind w:left="720"/>
        <w:rPr>
          <w:rFonts w:ascii="Courier New" w:hAnsi="Courier New" w:cs="Courier New"/>
          <w:i/>
        </w:rPr>
      </w:pPr>
      <w:r w:rsidRPr="00F35F0E">
        <w:rPr>
          <w:rFonts w:ascii="Courier New" w:hAnsi="Courier New" w:cs="Courier New"/>
          <w:i/>
        </w:rPr>
        <w:t>{</w:t>
      </w:r>
      <w:proofErr w:type="spellStart"/>
      <w:r w:rsidRPr="00F35F0E">
        <w:rPr>
          <w:rFonts w:ascii="Courier New" w:hAnsi="Courier New" w:cs="Courier New"/>
          <w:i/>
        </w:rPr>
        <w:t>rootNamespace</w:t>
      </w:r>
      <w:proofErr w:type="spellEnd"/>
      <w:r w:rsidRPr="00F35F0E">
        <w:rPr>
          <w:rFonts w:ascii="Courier New" w:hAnsi="Courier New" w:cs="Courier New"/>
          <w:i/>
        </w:rPr>
        <w:t>}::{</w:t>
      </w:r>
      <w:proofErr w:type="spellStart"/>
      <w:r w:rsidRPr="00F35F0E">
        <w:rPr>
          <w:rFonts w:ascii="Courier New" w:hAnsi="Courier New" w:cs="Courier New"/>
          <w:i/>
        </w:rPr>
        <w:t>documentElementLocalName</w:t>
      </w:r>
      <w:proofErr w:type="spellEnd"/>
      <w:r w:rsidRPr="00F35F0E">
        <w:rPr>
          <w:rFonts w:ascii="Courier New" w:hAnsi="Courier New" w:cs="Courier New"/>
          <w:i/>
        </w:rPr>
        <w:t>}[##{Subtype identifier}]</w:t>
      </w:r>
    </w:p>
    <w:p w14:paraId="5A4ED2AB" w14:textId="77777777" w:rsidR="00C50A5F" w:rsidRPr="00F35F0E" w:rsidRDefault="00C50A5F" w:rsidP="00C50A5F">
      <w:pPr>
        <w:rPr>
          <w:i/>
        </w:rPr>
      </w:pPr>
      <w:r w:rsidRPr="00F35F0E">
        <w:rPr>
          <w:i/>
        </w:rPr>
        <w:t xml:space="preserve">For example, in the case of a UBL 2.1 invoice, this service or document can then be identified by </w:t>
      </w:r>
    </w:p>
    <w:p w14:paraId="1CF4BE58" w14:textId="77777777" w:rsidR="00C50A5F" w:rsidRPr="00F35F0E" w:rsidRDefault="00C50A5F" w:rsidP="002B747E">
      <w:pPr>
        <w:pStyle w:val="ListParagraph"/>
        <w:numPr>
          <w:ilvl w:val="0"/>
          <w:numId w:val="13"/>
        </w:numPr>
        <w:rPr>
          <w:i/>
        </w:rPr>
      </w:pPr>
      <w:r w:rsidRPr="00F35F0E">
        <w:rPr>
          <w:b/>
          <w:i/>
        </w:rPr>
        <w:t>Root namespace:</w:t>
      </w:r>
      <w:r w:rsidRPr="00F35F0E">
        <w:rPr>
          <w:i/>
        </w:rPr>
        <w:t xml:space="preserve"> urn:oasis:names:specification:ubl:schema:xsd:Invoice-2</w:t>
      </w:r>
    </w:p>
    <w:p w14:paraId="7436EFBC" w14:textId="77777777" w:rsidR="00C50A5F" w:rsidRPr="00F35F0E" w:rsidRDefault="00C50A5F" w:rsidP="002B747E">
      <w:pPr>
        <w:pStyle w:val="ListParagraph"/>
        <w:numPr>
          <w:ilvl w:val="0"/>
          <w:numId w:val="13"/>
        </w:numPr>
        <w:rPr>
          <w:i/>
        </w:rPr>
      </w:pPr>
      <w:r w:rsidRPr="00F35F0E">
        <w:rPr>
          <w:b/>
          <w:i/>
        </w:rPr>
        <w:t>Document element local name:</w:t>
      </w:r>
      <w:r w:rsidRPr="00F35F0E">
        <w:rPr>
          <w:i/>
        </w:rPr>
        <w:t xml:space="preserve"> Invoice</w:t>
      </w:r>
    </w:p>
    <w:p w14:paraId="7A980138" w14:textId="77777777" w:rsidR="00C50A5F" w:rsidRPr="00F35F0E" w:rsidRDefault="00C50A5F" w:rsidP="002B747E">
      <w:pPr>
        <w:pStyle w:val="ListParagraph"/>
        <w:numPr>
          <w:ilvl w:val="0"/>
          <w:numId w:val="13"/>
        </w:numPr>
        <w:rPr>
          <w:i/>
        </w:rPr>
      </w:pPr>
      <w:r w:rsidRPr="00F35F0E">
        <w:rPr>
          <w:b/>
          <w:i/>
        </w:rPr>
        <w:t>Subtype identifier:</w:t>
      </w:r>
      <w:r w:rsidRPr="00F35F0E">
        <w:rPr>
          <w:i/>
        </w:rPr>
        <w:t xml:space="preserve"> UBL-2.1 (since several versions of the Invoice schema may use the same namespace + document element name)</w:t>
      </w:r>
    </w:p>
    <w:p w14:paraId="3473C059" w14:textId="77777777" w:rsidR="00C50A5F" w:rsidRPr="00F35F0E" w:rsidRDefault="00C50A5F" w:rsidP="00C50A5F">
      <w:pPr>
        <w:rPr>
          <w:i/>
        </w:rPr>
      </w:pPr>
      <w:r w:rsidRPr="00F35F0E">
        <w:rPr>
          <w:i/>
        </w:rPr>
        <w:t>The service identifier will then be:</w:t>
      </w:r>
    </w:p>
    <w:p w14:paraId="57A6EBAD" w14:textId="77777777" w:rsidR="00C50A5F" w:rsidRPr="00F35F0E" w:rsidRDefault="00C50A5F" w:rsidP="00C50A5F">
      <w:pPr>
        <w:ind w:left="720"/>
        <w:rPr>
          <w:rFonts w:ascii="Courier New" w:hAnsi="Courier New" w:cs="Courier New"/>
          <w:i/>
        </w:rPr>
      </w:pPr>
      <w:r w:rsidRPr="00F35F0E">
        <w:rPr>
          <w:rFonts w:ascii="Courier New" w:hAnsi="Courier New" w:cs="Courier New"/>
          <w:i/>
        </w:rPr>
        <w:t>urn:oasis:names:specification:ubl:schema:xsd:Invoice-2::Invoice##UBL-2.1</w:t>
      </w:r>
    </w:p>
    <w:p w14:paraId="39AC216B" w14:textId="77777777" w:rsidR="00C50A5F" w:rsidRDefault="00C50A5F" w:rsidP="002B747E">
      <w:pPr>
        <w:pStyle w:val="Heading4"/>
        <w:numPr>
          <w:ilvl w:val="3"/>
          <w:numId w:val="2"/>
        </w:numPr>
      </w:pPr>
      <w:bookmarkStart w:id="85" w:name="_Toc7437185"/>
      <w:bookmarkStart w:id="86" w:name="_Toc62566903"/>
      <w:r>
        <w:t>Representing JSON Identifier</w:t>
      </w:r>
      <w:bookmarkEnd w:id="85"/>
      <w:bookmarkEnd w:id="86"/>
    </w:p>
    <w:p w14:paraId="1B8AC9FC" w14:textId="77777777" w:rsidR="00C50A5F" w:rsidRDefault="00C50A5F" w:rsidP="00C50A5F">
      <w:r>
        <w:t xml:space="preserve">This specification defines the </w:t>
      </w:r>
      <w:r w:rsidRPr="00DD417B">
        <w:rPr>
          <w:rFonts w:ascii="Courier New" w:hAnsi="Courier New" w:cs="Courier New"/>
          <w:i/>
        </w:rPr>
        <w:t>JSON Identifier scheme</w:t>
      </w:r>
      <w:r>
        <w:t>, which is identified by the following URI:</w:t>
      </w:r>
    </w:p>
    <w:p w14:paraId="3673804B" w14:textId="77777777" w:rsidR="00C50A5F" w:rsidRPr="00DD417B" w:rsidRDefault="00C50A5F" w:rsidP="00C50A5F">
      <w:pPr>
        <w:ind w:left="720"/>
        <w:rPr>
          <w:rFonts w:ascii="Courier New" w:hAnsi="Courier New" w:cs="Courier New"/>
          <w:i/>
        </w:rPr>
      </w:pPr>
      <w:proofErr w:type="spellStart"/>
      <w:r w:rsidRPr="00DD417B">
        <w:rPr>
          <w:rFonts w:ascii="Courier New" w:hAnsi="Courier New" w:cs="Courier New"/>
          <w:i/>
        </w:rPr>
        <w:t>bdx</w:t>
      </w:r>
      <w:proofErr w:type="spellEnd"/>
      <w:r w:rsidRPr="00DD417B">
        <w:rPr>
          <w:rFonts w:ascii="Courier New" w:hAnsi="Courier New" w:cs="Courier New"/>
          <w:i/>
        </w:rPr>
        <w:t>-</w:t>
      </w:r>
      <w:proofErr w:type="spellStart"/>
      <w:r w:rsidRPr="00DD417B">
        <w:rPr>
          <w:rFonts w:ascii="Courier New" w:hAnsi="Courier New" w:cs="Courier New"/>
          <w:i/>
        </w:rPr>
        <w:t>docid</w:t>
      </w:r>
      <w:proofErr w:type="spellEnd"/>
      <w:r w:rsidRPr="00DD417B">
        <w:rPr>
          <w:rFonts w:ascii="Courier New" w:hAnsi="Courier New" w:cs="Courier New"/>
          <w:i/>
        </w:rPr>
        <w:t>-json</w:t>
      </w:r>
    </w:p>
    <w:p w14:paraId="080D9C7C" w14:textId="77777777" w:rsidR="00C50A5F" w:rsidRDefault="00C50A5F" w:rsidP="00C50A5F">
      <w:r>
        <w:t>Values of this scheme are based on a concatenation of the root schema and OPTIONAL (and document type or service dependent) subtype:</w:t>
      </w:r>
    </w:p>
    <w:p w14:paraId="0D38EF5B" w14:textId="77777777" w:rsidR="00C50A5F" w:rsidRPr="00DD417B" w:rsidRDefault="00C50A5F" w:rsidP="00C50A5F">
      <w:pPr>
        <w:ind w:left="720"/>
        <w:rPr>
          <w:rFonts w:ascii="Courier New" w:hAnsi="Courier New" w:cs="Courier New"/>
          <w:i/>
        </w:rPr>
      </w:pPr>
      <w:r w:rsidRPr="00DD417B">
        <w:rPr>
          <w:rFonts w:ascii="Courier New" w:hAnsi="Courier New" w:cs="Courier New"/>
          <w:i/>
        </w:rPr>
        <w:t>{</w:t>
      </w:r>
      <w:proofErr w:type="spellStart"/>
      <w:r w:rsidRPr="00DD417B">
        <w:rPr>
          <w:rFonts w:ascii="Courier New" w:hAnsi="Courier New" w:cs="Courier New"/>
          <w:i/>
        </w:rPr>
        <w:t>rootSchema</w:t>
      </w:r>
      <w:proofErr w:type="spellEnd"/>
      <w:r w:rsidRPr="00DD417B">
        <w:rPr>
          <w:rFonts w:ascii="Courier New" w:hAnsi="Courier New" w:cs="Courier New"/>
          <w:i/>
        </w:rPr>
        <w:t>}[##{Subtype identifier}]</w:t>
      </w:r>
    </w:p>
    <w:p w14:paraId="5C433346" w14:textId="77777777" w:rsidR="00C50A5F" w:rsidRPr="00AF3D3A" w:rsidRDefault="00C50A5F" w:rsidP="00C50A5F">
      <w:pPr>
        <w:rPr>
          <w:i/>
        </w:rPr>
      </w:pPr>
      <w:r w:rsidRPr="00AF3D3A">
        <w:rPr>
          <w:i/>
        </w:rPr>
        <w:t xml:space="preserve">For example, in the case of a person document, this service or document can then be identified by </w:t>
      </w:r>
    </w:p>
    <w:p w14:paraId="1912EDA2" w14:textId="77777777" w:rsidR="00C50A5F" w:rsidRPr="00AF3D3A" w:rsidRDefault="00C50A5F" w:rsidP="002B747E">
      <w:pPr>
        <w:pStyle w:val="ListParagraph"/>
        <w:numPr>
          <w:ilvl w:val="0"/>
          <w:numId w:val="18"/>
        </w:numPr>
        <w:rPr>
          <w:i/>
        </w:rPr>
      </w:pPr>
      <w:r w:rsidRPr="00AF3D3A">
        <w:rPr>
          <w:b/>
          <w:i/>
        </w:rPr>
        <w:t>Root schema:</w:t>
      </w:r>
      <w:r w:rsidRPr="00AF3D3A">
        <w:rPr>
          <w:i/>
        </w:rPr>
        <w:t xml:space="preserve"> https://example.com/person.schema.json</w:t>
      </w:r>
    </w:p>
    <w:p w14:paraId="0633143B" w14:textId="77777777" w:rsidR="00C50A5F" w:rsidRPr="00AF3D3A" w:rsidRDefault="00C50A5F" w:rsidP="002B747E">
      <w:pPr>
        <w:pStyle w:val="ListParagraph"/>
        <w:numPr>
          <w:ilvl w:val="0"/>
          <w:numId w:val="18"/>
        </w:numPr>
        <w:rPr>
          <w:i/>
        </w:rPr>
      </w:pPr>
      <w:r w:rsidRPr="00AF3D3A">
        <w:rPr>
          <w:b/>
          <w:i/>
        </w:rPr>
        <w:t>Subtype identifier:</w:t>
      </w:r>
      <w:r w:rsidRPr="00AF3D3A">
        <w:rPr>
          <w:i/>
        </w:rPr>
        <w:t xml:space="preserve"> vcard-1.0 (specifying a specific specification of which the schema is used.)</w:t>
      </w:r>
    </w:p>
    <w:p w14:paraId="709BCDA2" w14:textId="77777777" w:rsidR="00C50A5F" w:rsidRPr="00AF3D3A" w:rsidRDefault="00C50A5F" w:rsidP="00C50A5F">
      <w:pPr>
        <w:rPr>
          <w:i/>
        </w:rPr>
      </w:pPr>
      <w:r w:rsidRPr="00AF3D3A">
        <w:rPr>
          <w:i/>
        </w:rPr>
        <w:t>The service identifier will then be:</w:t>
      </w:r>
    </w:p>
    <w:p w14:paraId="242CB484" w14:textId="77777777" w:rsidR="00C50A5F" w:rsidRPr="00AF3D3A" w:rsidRDefault="00C50A5F" w:rsidP="00C50A5F">
      <w:pPr>
        <w:ind w:left="720"/>
        <w:rPr>
          <w:rFonts w:ascii="Courier New" w:hAnsi="Courier New" w:cs="Courier New"/>
          <w:i/>
        </w:rPr>
      </w:pPr>
      <w:r w:rsidRPr="00AF3D3A">
        <w:rPr>
          <w:rFonts w:ascii="Courier New" w:hAnsi="Courier New" w:cs="Courier New"/>
          <w:i/>
        </w:rPr>
        <w:t>https://example.com/person.schema.json##vcard-1.0</w:t>
      </w:r>
    </w:p>
    <w:p w14:paraId="6215FEBF" w14:textId="77777777" w:rsidR="00C50A5F" w:rsidRPr="00F35F0E" w:rsidRDefault="00C50A5F" w:rsidP="002B747E">
      <w:pPr>
        <w:pStyle w:val="Heading3"/>
        <w:numPr>
          <w:ilvl w:val="2"/>
          <w:numId w:val="2"/>
        </w:numPr>
      </w:pPr>
      <w:bookmarkStart w:id="87" w:name="_Toc7437186"/>
      <w:bookmarkStart w:id="88" w:name="_Toc62566904"/>
      <w:r w:rsidRPr="00F35F0E">
        <w:t>XML Representation of service identifiers</w:t>
      </w:r>
      <w:bookmarkEnd w:id="87"/>
      <w:bookmarkEnd w:id="88"/>
      <w:r w:rsidRPr="00F35F0E">
        <w:t xml:space="preserve"> </w:t>
      </w:r>
    </w:p>
    <w:p w14:paraId="00DADA94" w14:textId="77777777" w:rsidR="00C50A5F" w:rsidRPr="00F35F0E" w:rsidRDefault="00C50A5F" w:rsidP="00C50A5F">
      <w:r w:rsidRPr="00F35F0E">
        <w:t xml:space="preserve">The </w:t>
      </w:r>
      <w:r w:rsidRPr="00F35F0E">
        <w:rPr>
          <w:rFonts w:ascii="Courier New" w:hAnsi="Courier New" w:cs="Courier New"/>
          <w:i/>
        </w:rPr>
        <w:t>&lt;</w:t>
      </w:r>
      <w:proofErr w:type="spellStart"/>
      <w:r w:rsidRPr="00F35F0E">
        <w:rPr>
          <w:rFonts w:ascii="Courier New" w:hAnsi="Courier New" w:cs="Courier New"/>
          <w:i/>
        </w:rPr>
        <w:t>ServiceID</w:t>
      </w:r>
      <w:proofErr w:type="spellEnd"/>
      <w:r w:rsidRPr="00F35F0E">
        <w:rPr>
          <w:rFonts w:ascii="Courier New" w:hAnsi="Courier New" w:cs="Courier New"/>
          <w:i/>
        </w:rPr>
        <w:t>&gt;</w:t>
      </w:r>
      <w:r w:rsidRPr="00F35F0E">
        <w:t xml:space="preserve"> element is used to represent service identifiers and scheme information.</w:t>
      </w:r>
    </w:p>
    <w:p w14:paraId="67001689" w14:textId="77777777" w:rsidR="00C50A5F" w:rsidRPr="00F35F0E" w:rsidRDefault="00C50A5F" w:rsidP="00C50A5F">
      <w:pPr>
        <w:rPr>
          <w:i/>
        </w:rPr>
      </w:pPr>
      <w:r w:rsidRPr="00F35F0E">
        <w:rPr>
          <w:i/>
        </w:rPr>
        <w:t>Example XML representation of a Service ID</w:t>
      </w:r>
      <w:r>
        <w:rPr>
          <w:i/>
        </w:rPr>
        <w:t xml:space="preserve"> </w:t>
      </w:r>
      <w:r w:rsidRPr="00E059EA">
        <w:rPr>
          <w:i/>
        </w:rPr>
        <w:t xml:space="preserve"> (</w:t>
      </w:r>
      <w:proofErr w:type="spellStart"/>
      <w:r w:rsidRPr="00E059EA">
        <w:rPr>
          <w:i/>
        </w:rPr>
        <w:t>QName</w:t>
      </w:r>
      <w:proofErr w:type="spellEnd"/>
      <w:r w:rsidRPr="00E059EA">
        <w:rPr>
          <w:i/>
        </w:rPr>
        <w:t>/Subtype identifier):</w:t>
      </w:r>
      <w:r w:rsidRPr="00F35F0E">
        <w:rPr>
          <w:i/>
        </w:rPr>
        <w:t>:</w:t>
      </w:r>
    </w:p>
    <w:p w14:paraId="096D7D82" w14:textId="77777777" w:rsidR="00C50A5F" w:rsidRDefault="00C50A5F" w:rsidP="00C50A5F">
      <w:pPr>
        <w:shd w:val="clear" w:color="auto" w:fill="FFFFFF"/>
        <w:autoSpaceDE w:val="0"/>
        <w:autoSpaceDN w:val="0"/>
        <w:adjustRightInd w:val="0"/>
        <w:spacing w:before="0" w:after="0"/>
        <w:ind w:left="720"/>
        <w:rPr>
          <w:rFonts w:ascii="Courier New" w:hAnsi="Courier New" w:cs="Courier New"/>
          <w:i/>
          <w:color w:val="993300"/>
          <w:highlight w:val="white"/>
        </w:rPr>
      </w:pPr>
      <w:r w:rsidRPr="00F35F0E">
        <w:rPr>
          <w:rFonts w:ascii="Courier New" w:hAnsi="Courier New" w:cs="Courier New"/>
          <w:i/>
          <w:color w:val="000096"/>
          <w:highlight w:val="white"/>
        </w:rPr>
        <w:t>&lt;</w:t>
      </w:r>
      <w:proofErr w:type="spellStart"/>
      <w:r w:rsidRPr="00F35F0E">
        <w:rPr>
          <w:rFonts w:ascii="Courier New" w:hAnsi="Courier New" w:cs="Courier New"/>
          <w:i/>
          <w:color w:val="000096"/>
          <w:highlight w:val="white"/>
        </w:rPr>
        <w:t>ServiceID</w:t>
      </w:r>
      <w:proofErr w:type="spellEnd"/>
      <w:r w:rsidRPr="00F35F0E">
        <w:rPr>
          <w:rFonts w:ascii="Courier New" w:hAnsi="Courier New" w:cs="Courier New"/>
          <w:i/>
          <w:color w:val="F5844C"/>
          <w:highlight w:val="white"/>
        </w:rPr>
        <w:t xml:space="preserve"> </w:t>
      </w:r>
      <w:proofErr w:type="spellStart"/>
      <w:r w:rsidRPr="00F35F0E">
        <w:rPr>
          <w:rFonts w:ascii="Courier New" w:hAnsi="Courier New" w:cs="Courier New"/>
          <w:i/>
          <w:color w:val="F5844C"/>
          <w:highlight w:val="white"/>
        </w:rPr>
        <w:t>schemeID</w:t>
      </w:r>
      <w:proofErr w:type="spellEnd"/>
      <w:r w:rsidRPr="00F35F0E">
        <w:rPr>
          <w:rFonts w:ascii="Courier New" w:hAnsi="Courier New" w:cs="Courier New"/>
          <w:i/>
          <w:color w:val="FF8040"/>
          <w:highlight w:val="white"/>
        </w:rPr>
        <w:t>=</w:t>
      </w:r>
      <w:r w:rsidRPr="00F35F0E">
        <w:rPr>
          <w:rFonts w:ascii="Courier New" w:hAnsi="Courier New" w:cs="Courier New"/>
          <w:i/>
          <w:color w:val="993300"/>
          <w:highlight w:val="white"/>
        </w:rPr>
        <w:t>"</w:t>
      </w:r>
      <w:proofErr w:type="spellStart"/>
      <w:r>
        <w:rPr>
          <w:rFonts w:ascii="Courier New" w:hAnsi="Courier New" w:cs="Courier New"/>
          <w:i/>
          <w:color w:val="993300"/>
          <w:highlight w:val="white"/>
        </w:rPr>
        <w:t>bdx</w:t>
      </w:r>
      <w:r w:rsidRPr="00F35F0E">
        <w:rPr>
          <w:rFonts w:ascii="Courier New" w:hAnsi="Courier New" w:cs="Courier New"/>
          <w:i/>
          <w:color w:val="993300"/>
          <w:highlight w:val="white"/>
        </w:rPr>
        <w:t>-docid-qns</w:t>
      </w:r>
      <w:proofErr w:type="spellEnd"/>
      <w:r w:rsidRPr="00F35F0E">
        <w:rPr>
          <w:rFonts w:ascii="Courier New" w:hAnsi="Courier New" w:cs="Courier New"/>
          <w:i/>
          <w:color w:val="993300"/>
          <w:highlight w:val="white"/>
        </w:rPr>
        <w:t>"</w:t>
      </w:r>
    </w:p>
    <w:p w14:paraId="4874AD35" w14:textId="77777777" w:rsidR="00C50A5F" w:rsidRPr="00F35F0E" w:rsidRDefault="00C50A5F" w:rsidP="00C50A5F">
      <w:pPr>
        <w:shd w:val="clear" w:color="auto" w:fill="FFFFFF"/>
        <w:autoSpaceDE w:val="0"/>
        <w:autoSpaceDN w:val="0"/>
        <w:adjustRightInd w:val="0"/>
        <w:spacing w:before="0" w:after="0"/>
        <w:ind w:left="720"/>
        <w:rPr>
          <w:rFonts w:ascii="Courier New" w:hAnsi="Courier New" w:cs="Courier New"/>
          <w:i/>
          <w:highlight w:val="white"/>
        </w:rPr>
      </w:pPr>
      <w:r w:rsidRPr="00F35F0E">
        <w:rPr>
          <w:rFonts w:ascii="Courier New" w:hAnsi="Courier New" w:cs="Courier New"/>
          <w:i/>
          <w:color w:val="000096"/>
          <w:highlight w:val="white"/>
        </w:rPr>
        <w:t>&gt;</w:t>
      </w:r>
      <w:r w:rsidRPr="00F35F0E">
        <w:rPr>
          <w:rFonts w:ascii="Courier New" w:hAnsi="Courier New" w:cs="Courier New"/>
          <w:i/>
          <w:color w:val="000000"/>
          <w:highlight w:val="white"/>
        </w:rPr>
        <w:t>urn:oasis:names:specification:ubl:schema:xsd:Invoice-2::Invoice##UBL-2.1</w:t>
      </w:r>
      <w:r w:rsidRPr="00F35F0E">
        <w:rPr>
          <w:rFonts w:ascii="Courier New" w:hAnsi="Courier New" w:cs="Courier New"/>
          <w:i/>
          <w:color w:val="000096"/>
          <w:highlight w:val="white"/>
        </w:rPr>
        <w:t>&lt;/ServiceID&gt;</w:t>
      </w:r>
    </w:p>
    <w:p w14:paraId="3F25A0F2" w14:textId="77777777" w:rsidR="00C50A5F" w:rsidRPr="00331036" w:rsidRDefault="00C50A5F" w:rsidP="00C50A5F">
      <w:pPr>
        <w:rPr>
          <w:i/>
        </w:rPr>
      </w:pPr>
      <w:r w:rsidRPr="00331036">
        <w:rPr>
          <w:i/>
        </w:rPr>
        <w:t>Example XML representation of a Service ID (JSON Identifier):</w:t>
      </w:r>
    </w:p>
    <w:p w14:paraId="219C43D3" w14:textId="77777777" w:rsidR="00C50A5F" w:rsidRPr="00331036" w:rsidRDefault="00C50A5F" w:rsidP="00C50A5F">
      <w:pPr>
        <w:shd w:val="clear" w:color="auto" w:fill="FFFFFF"/>
        <w:autoSpaceDE w:val="0"/>
        <w:autoSpaceDN w:val="0"/>
        <w:adjustRightInd w:val="0"/>
        <w:spacing w:before="0" w:after="0"/>
        <w:ind w:left="720"/>
        <w:rPr>
          <w:rFonts w:ascii="Courier New" w:hAnsi="Courier New" w:cs="Courier New"/>
          <w:i/>
          <w:color w:val="000096"/>
          <w:highlight w:val="white"/>
        </w:rPr>
      </w:pPr>
      <w:r w:rsidRPr="00331036">
        <w:rPr>
          <w:rFonts w:ascii="Courier New" w:hAnsi="Courier New" w:cs="Courier New"/>
          <w:i/>
          <w:color w:val="000096"/>
          <w:highlight w:val="white"/>
        </w:rPr>
        <w:t>&lt;</w:t>
      </w:r>
      <w:proofErr w:type="spellStart"/>
      <w:r w:rsidRPr="00331036">
        <w:rPr>
          <w:rFonts w:ascii="Courier New" w:hAnsi="Courier New" w:cs="Courier New"/>
          <w:i/>
          <w:color w:val="000096"/>
          <w:highlight w:val="white"/>
        </w:rPr>
        <w:t>ServiceID</w:t>
      </w:r>
      <w:proofErr w:type="spellEnd"/>
      <w:r w:rsidRPr="00331036">
        <w:rPr>
          <w:rFonts w:ascii="Courier New" w:hAnsi="Courier New" w:cs="Courier New"/>
          <w:i/>
          <w:color w:val="000096"/>
          <w:highlight w:val="white"/>
        </w:rPr>
        <w:t xml:space="preserve"> </w:t>
      </w:r>
      <w:proofErr w:type="spellStart"/>
      <w:r w:rsidRPr="00331036">
        <w:rPr>
          <w:rFonts w:ascii="Courier New" w:hAnsi="Courier New" w:cs="Courier New"/>
          <w:i/>
          <w:color w:val="F5844C"/>
          <w:highlight w:val="white"/>
        </w:rPr>
        <w:t>schemeID</w:t>
      </w:r>
      <w:proofErr w:type="spellEnd"/>
      <w:r w:rsidRPr="00331036">
        <w:rPr>
          <w:rFonts w:ascii="Courier New" w:hAnsi="Courier New" w:cs="Courier New"/>
          <w:i/>
          <w:color w:val="F5844C"/>
          <w:highlight w:val="white"/>
        </w:rPr>
        <w:t>=</w:t>
      </w:r>
      <w:r w:rsidRPr="00331036">
        <w:rPr>
          <w:rFonts w:ascii="Courier New" w:hAnsi="Courier New" w:cs="Courier New"/>
          <w:i/>
          <w:color w:val="993300"/>
          <w:highlight w:val="white"/>
        </w:rPr>
        <w:t>"</w:t>
      </w:r>
      <w:proofErr w:type="spellStart"/>
      <w:r w:rsidRPr="00331036">
        <w:rPr>
          <w:rFonts w:ascii="Courier New" w:hAnsi="Courier New" w:cs="Courier New"/>
          <w:i/>
          <w:color w:val="993300"/>
          <w:highlight w:val="white"/>
        </w:rPr>
        <w:t>bdx</w:t>
      </w:r>
      <w:proofErr w:type="spellEnd"/>
      <w:r w:rsidRPr="00331036">
        <w:rPr>
          <w:rFonts w:ascii="Courier New" w:hAnsi="Courier New" w:cs="Courier New"/>
          <w:i/>
          <w:color w:val="993300"/>
          <w:highlight w:val="white"/>
        </w:rPr>
        <w:t>-</w:t>
      </w:r>
      <w:proofErr w:type="spellStart"/>
      <w:r w:rsidRPr="00331036">
        <w:rPr>
          <w:rFonts w:ascii="Courier New" w:hAnsi="Courier New" w:cs="Courier New"/>
          <w:i/>
          <w:color w:val="993300"/>
          <w:highlight w:val="white"/>
        </w:rPr>
        <w:t>docid</w:t>
      </w:r>
      <w:proofErr w:type="spellEnd"/>
      <w:r w:rsidRPr="00331036">
        <w:rPr>
          <w:rFonts w:ascii="Courier New" w:hAnsi="Courier New" w:cs="Courier New"/>
          <w:i/>
          <w:color w:val="993300"/>
          <w:highlight w:val="white"/>
        </w:rPr>
        <w:t>-json"</w:t>
      </w:r>
    </w:p>
    <w:p w14:paraId="02E2BC50" w14:textId="77777777" w:rsidR="00C50A5F" w:rsidRPr="00331036" w:rsidRDefault="00C50A5F" w:rsidP="00C50A5F">
      <w:pPr>
        <w:shd w:val="clear" w:color="auto" w:fill="FFFFFF"/>
        <w:autoSpaceDE w:val="0"/>
        <w:autoSpaceDN w:val="0"/>
        <w:adjustRightInd w:val="0"/>
        <w:spacing w:before="0" w:after="0"/>
        <w:ind w:left="720"/>
        <w:rPr>
          <w:rFonts w:ascii="Courier New" w:hAnsi="Courier New" w:cs="Courier New"/>
          <w:i/>
          <w:color w:val="000096"/>
          <w:highlight w:val="white"/>
        </w:rPr>
      </w:pPr>
      <w:r w:rsidRPr="00331036">
        <w:rPr>
          <w:rFonts w:ascii="Courier New" w:hAnsi="Courier New" w:cs="Courier New"/>
          <w:i/>
          <w:color w:val="000096"/>
          <w:highlight w:val="white"/>
        </w:rPr>
        <w:t>&gt;</w:t>
      </w:r>
      <w:r w:rsidRPr="00331036">
        <w:rPr>
          <w:rFonts w:ascii="Courier New" w:hAnsi="Courier New" w:cs="Courier New"/>
          <w:i/>
          <w:color w:val="000000"/>
          <w:highlight w:val="white"/>
        </w:rPr>
        <w:t>https://example.com/person.schema.json##vcard-1.0</w:t>
      </w:r>
      <w:r w:rsidRPr="00331036">
        <w:rPr>
          <w:rFonts w:ascii="Courier New" w:hAnsi="Courier New" w:cs="Courier New"/>
          <w:i/>
          <w:color w:val="000096"/>
          <w:highlight w:val="white"/>
        </w:rPr>
        <w:t>&lt;/ServiceID&gt;</w:t>
      </w:r>
    </w:p>
    <w:p w14:paraId="4F5F078D" w14:textId="77777777" w:rsidR="00C50A5F" w:rsidRPr="00F35F0E" w:rsidRDefault="00C50A5F" w:rsidP="00C50A5F">
      <w:pPr>
        <w:rPr>
          <w:i/>
        </w:rPr>
      </w:pPr>
      <w:r w:rsidRPr="00F35F0E">
        <w:rPr>
          <w:i/>
        </w:rPr>
        <w:t xml:space="preserve">Where the </w:t>
      </w:r>
      <w:proofErr w:type="spellStart"/>
      <w:r>
        <w:rPr>
          <w:rFonts w:ascii="Courier New" w:hAnsi="Courier New" w:cs="Courier New"/>
          <w:i/>
        </w:rPr>
        <w:t>s</w:t>
      </w:r>
      <w:r w:rsidRPr="00F35F0E">
        <w:rPr>
          <w:rFonts w:ascii="Courier New" w:hAnsi="Courier New" w:cs="Courier New"/>
          <w:i/>
        </w:rPr>
        <w:t>chemeID</w:t>
      </w:r>
      <w:proofErr w:type="spellEnd"/>
      <w:r w:rsidRPr="00F35F0E">
        <w:rPr>
          <w:i/>
        </w:rPr>
        <w:t xml:space="preserve"> attribute indicates the scheme of the </w:t>
      </w:r>
      <w:r>
        <w:rPr>
          <w:i/>
        </w:rPr>
        <w:t>service</w:t>
      </w:r>
      <w:r w:rsidRPr="00F35F0E">
        <w:rPr>
          <w:i/>
        </w:rPr>
        <w:t xml:space="preserve"> identifier.</w:t>
      </w:r>
    </w:p>
    <w:p w14:paraId="0BB198CD" w14:textId="77777777" w:rsidR="00C50A5F" w:rsidRPr="00F35F0E" w:rsidRDefault="00C50A5F" w:rsidP="002B747E">
      <w:pPr>
        <w:pStyle w:val="Heading3"/>
        <w:numPr>
          <w:ilvl w:val="2"/>
          <w:numId w:val="2"/>
        </w:numPr>
      </w:pPr>
      <w:bookmarkStart w:id="89" w:name="_Toc7437187"/>
      <w:bookmarkStart w:id="90" w:name="_Toc62566905"/>
      <w:r w:rsidRPr="00F35F0E">
        <w:t>URL representation of service identifiers</w:t>
      </w:r>
      <w:bookmarkEnd w:id="89"/>
      <w:bookmarkEnd w:id="90"/>
    </w:p>
    <w:p w14:paraId="373F9C28" w14:textId="77777777" w:rsidR="00C50A5F" w:rsidRPr="00F35F0E" w:rsidRDefault="00C50A5F" w:rsidP="00C50A5F">
      <w:pPr>
        <w:rPr>
          <w:rFonts w:ascii="Courier New" w:hAnsi="Courier New" w:cs="Courier New"/>
          <w:i/>
        </w:rPr>
      </w:pPr>
      <w:r w:rsidRPr="00F35F0E">
        <w:t>When representing service identifiers in URLs, the service identifier itself will be prefixed with the scheme identifier.</w:t>
      </w:r>
    </w:p>
    <w:p w14:paraId="1E568067" w14:textId="77777777" w:rsidR="00C50A5F" w:rsidRPr="00F35F0E" w:rsidRDefault="00C50A5F" w:rsidP="00C50A5F">
      <w:r w:rsidRPr="00F35F0E">
        <w:t xml:space="preserve">The </w:t>
      </w:r>
      <w:r>
        <w:t xml:space="preserve">generic </w:t>
      </w:r>
      <w:r w:rsidRPr="00F35F0E">
        <w:t>format of this is:</w:t>
      </w:r>
    </w:p>
    <w:p w14:paraId="7788A909" w14:textId="77777777" w:rsidR="00C50A5F" w:rsidRPr="00F35F0E" w:rsidRDefault="00C50A5F" w:rsidP="00C50A5F">
      <w:pPr>
        <w:ind w:left="720"/>
        <w:rPr>
          <w:rFonts w:ascii="Courier New" w:hAnsi="Courier New" w:cs="Courier New"/>
          <w:i/>
        </w:rPr>
      </w:pPr>
      <w:r w:rsidRPr="00F35F0E">
        <w:rPr>
          <w:rFonts w:ascii="Courier New" w:hAnsi="Courier New" w:cs="Courier New"/>
          <w:i/>
        </w:rPr>
        <w:t>[{identifier scheme}::]{service ID}</w:t>
      </w:r>
    </w:p>
    <w:p w14:paraId="50C9B242" w14:textId="77777777" w:rsidR="00C50A5F" w:rsidRPr="00F35F0E" w:rsidRDefault="00C50A5F" w:rsidP="00C50A5F">
      <w:r w:rsidRPr="00F35F0E">
        <w:t xml:space="preserve">In the case that the </w:t>
      </w:r>
      <w:proofErr w:type="spellStart"/>
      <w:r w:rsidRPr="00F35F0E">
        <w:rPr>
          <w:rFonts w:ascii="Courier New" w:hAnsi="Courier New" w:cs="Courier New"/>
          <w:i/>
        </w:rPr>
        <w:t>QName</w:t>
      </w:r>
      <w:proofErr w:type="spellEnd"/>
      <w:r w:rsidRPr="00F35F0E">
        <w:rPr>
          <w:rFonts w:ascii="Courier New" w:hAnsi="Courier New" w:cs="Courier New"/>
          <w:i/>
        </w:rPr>
        <w:t>/Subtype Identifier Scheme</w:t>
      </w:r>
      <w:r w:rsidRPr="00F35F0E">
        <w:t xml:space="preserve"> </w:t>
      </w:r>
      <w:r>
        <w:t xml:space="preserve">defined in section </w:t>
      </w:r>
      <w:r>
        <w:fldChar w:fldCharType="begin"/>
      </w:r>
      <w:r>
        <w:instrText xml:space="preserve"> REF _Ref4994951 \w \h </w:instrText>
      </w:r>
      <w:r>
        <w:fldChar w:fldCharType="separate"/>
      </w:r>
      <w:r>
        <w:t>3.7.1.2</w:t>
      </w:r>
      <w:r>
        <w:fldChar w:fldCharType="end"/>
      </w:r>
      <w:r>
        <w:t xml:space="preserve"> </w:t>
      </w:r>
      <w:r w:rsidRPr="00F35F0E">
        <w:t xml:space="preserve">is used, the complete format is: </w:t>
      </w:r>
    </w:p>
    <w:p w14:paraId="64C86EB5" w14:textId="77777777" w:rsidR="00C50A5F" w:rsidRPr="00F35F0E" w:rsidRDefault="00C50A5F" w:rsidP="00C50A5F">
      <w:pPr>
        <w:ind w:left="720"/>
        <w:rPr>
          <w:rFonts w:ascii="Courier New" w:hAnsi="Courier New" w:cs="Courier New"/>
          <w:i/>
        </w:rPr>
      </w:pPr>
      <w:r w:rsidRPr="00305D85">
        <w:rPr>
          <w:rFonts w:ascii="Courier New" w:hAnsi="Courier New" w:cs="Courier New"/>
          <w:i/>
        </w:rPr>
        <w:lastRenderedPageBreak/>
        <w:t>bdx-docid-qns::{rootNamespace}::{documentElementLocalName}[##{Subtype identifier}]</w:t>
      </w:r>
    </w:p>
    <w:p w14:paraId="784C02B2" w14:textId="77777777" w:rsidR="00C50A5F" w:rsidRPr="00F35F0E" w:rsidRDefault="00C50A5F" w:rsidP="00C50A5F">
      <w:pPr>
        <w:rPr>
          <w:i/>
        </w:rPr>
      </w:pPr>
      <w:r w:rsidRPr="00F35F0E">
        <w:rPr>
          <w:i/>
        </w:rPr>
        <w:t>As a non-normative example, in the case of a UBL 2.1 invoice, this service can then be identified by:</w:t>
      </w:r>
    </w:p>
    <w:p w14:paraId="17106AEA" w14:textId="77777777" w:rsidR="00C50A5F" w:rsidRPr="00F35F0E" w:rsidRDefault="00C50A5F" w:rsidP="002B747E">
      <w:pPr>
        <w:pStyle w:val="ListParagraph"/>
        <w:numPr>
          <w:ilvl w:val="0"/>
          <w:numId w:val="14"/>
        </w:numPr>
        <w:rPr>
          <w:i/>
        </w:rPr>
      </w:pPr>
      <w:r w:rsidRPr="00F35F0E">
        <w:rPr>
          <w:b/>
          <w:i/>
        </w:rPr>
        <w:t>Identifier scheme:</w:t>
      </w:r>
      <w:r w:rsidRPr="00F35F0E">
        <w:rPr>
          <w:i/>
        </w:rPr>
        <w:t xml:space="preserve"> </w:t>
      </w:r>
      <w:proofErr w:type="spellStart"/>
      <w:r w:rsidRPr="00F35F0E">
        <w:rPr>
          <w:i/>
        </w:rPr>
        <w:t>bdx-docid-qns</w:t>
      </w:r>
      <w:proofErr w:type="spellEnd"/>
    </w:p>
    <w:p w14:paraId="6BE25D69" w14:textId="77777777" w:rsidR="00C50A5F" w:rsidRPr="00F35F0E" w:rsidRDefault="00C50A5F" w:rsidP="002B747E">
      <w:pPr>
        <w:pStyle w:val="ListParagraph"/>
        <w:numPr>
          <w:ilvl w:val="0"/>
          <w:numId w:val="14"/>
        </w:numPr>
        <w:rPr>
          <w:i/>
        </w:rPr>
      </w:pPr>
      <w:r w:rsidRPr="00F35F0E">
        <w:rPr>
          <w:b/>
          <w:i/>
        </w:rPr>
        <w:t>Root namespace:</w:t>
      </w:r>
      <w:r w:rsidRPr="00F35F0E">
        <w:rPr>
          <w:i/>
        </w:rPr>
        <w:t xml:space="preserve"> urn:oasis:names:specification:ubl:schema:xsd:Invoice-2</w:t>
      </w:r>
    </w:p>
    <w:p w14:paraId="66266D25" w14:textId="77777777" w:rsidR="00C50A5F" w:rsidRPr="00F35F0E" w:rsidRDefault="00C50A5F" w:rsidP="002B747E">
      <w:pPr>
        <w:pStyle w:val="ListParagraph"/>
        <w:numPr>
          <w:ilvl w:val="0"/>
          <w:numId w:val="14"/>
        </w:numPr>
        <w:rPr>
          <w:i/>
        </w:rPr>
      </w:pPr>
      <w:r w:rsidRPr="00F35F0E">
        <w:rPr>
          <w:b/>
          <w:i/>
        </w:rPr>
        <w:t>Document element local name:</w:t>
      </w:r>
      <w:r w:rsidRPr="00F35F0E">
        <w:rPr>
          <w:i/>
        </w:rPr>
        <w:t xml:space="preserve"> Invoice</w:t>
      </w:r>
    </w:p>
    <w:p w14:paraId="6B3602C6" w14:textId="77777777" w:rsidR="00C50A5F" w:rsidRPr="00F35F0E" w:rsidRDefault="00C50A5F" w:rsidP="002B747E">
      <w:pPr>
        <w:pStyle w:val="ListParagraph"/>
        <w:numPr>
          <w:ilvl w:val="0"/>
          <w:numId w:val="14"/>
        </w:numPr>
        <w:rPr>
          <w:i/>
        </w:rPr>
      </w:pPr>
      <w:r w:rsidRPr="00F35F0E">
        <w:rPr>
          <w:b/>
          <w:i/>
        </w:rPr>
        <w:t>Subtype identifier:</w:t>
      </w:r>
      <w:r w:rsidRPr="00F35F0E">
        <w:rPr>
          <w:i/>
        </w:rPr>
        <w:t xml:space="preserve"> UBL-2.1 (since several versions of the Invoice schema may use the same namespace + document element name)</w:t>
      </w:r>
    </w:p>
    <w:p w14:paraId="12155A12" w14:textId="77777777" w:rsidR="00C50A5F" w:rsidRPr="00F35F0E" w:rsidRDefault="00C50A5F" w:rsidP="00C50A5F">
      <w:pPr>
        <w:rPr>
          <w:i/>
        </w:rPr>
      </w:pPr>
      <w:r w:rsidRPr="00F35F0E">
        <w:rPr>
          <w:i/>
        </w:rPr>
        <w:t>The service identifier will then be:</w:t>
      </w:r>
    </w:p>
    <w:p w14:paraId="582D2CFE" w14:textId="77777777" w:rsidR="00C50A5F" w:rsidRPr="00F35F0E" w:rsidRDefault="00C50A5F" w:rsidP="00C50A5F">
      <w:pPr>
        <w:ind w:left="720"/>
        <w:rPr>
          <w:rFonts w:ascii="Courier New" w:hAnsi="Courier New" w:cs="Courier New"/>
          <w:i/>
        </w:rPr>
      </w:pPr>
      <w:r w:rsidRPr="00F35F0E">
        <w:rPr>
          <w:rFonts w:ascii="Courier New" w:hAnsi="Courier New" w:cs="Courier New"/>
          <w:i/>
        </w:rPr>
        <w:t>bdx-docid-qns::urn:oasis:names:specification:ubl:schema:xsd:Invoice-2::Invoice##UBL-2.1</w:t>
      </w:r>
    </w:p>
    <w:p w14:paraId="5823FEEA" w14:textId="77777777" w:rsidR="00C50A5F" w:rsidRPr="00F35F0E" w:rsidRDefault="00C50A5F" w:rsidP="00C50A5F">
      <w:pPr>
        <w:rPr>
          <w:i/>
        </w:rPr>
      </w:pPr>
      <w:r w:rsidRPr="00F35F0E">
        <w:rPr>
          <w:i/>
        </w:rPr>
        <w:t>Rules for parsing this</w:t>
      </w:r>
      <w:r>
        <w:rPr>
          <w:i/>
        </w:rPr>
        <w:t xml:space="preserve"> example</w:t>
      </w:r>
      <w:r w:rsidRPr="00F35F0E">
        <w:rPr>
          <w:i/>
        </w:rPr>
        <w:t xml:space="preserve"> identifier:</w:t>
      </w:r>
    </w:p>
    <w:p w14:paraId="77F72D66" w14:textId="77777777" w:rsidR="00C50A5F" w:rsidRPr="00F35F0E" w:rsidRDefault="00C50A5F" w:rsidP="002B747E">
      <w:pPr>
        <w:pStyle w:val="ListParagraph"/>
        <w:numPr>
          <w:ilvl w:val="0"/>
          <w:numId w:val="15"/>
        </w:numPr>
        <w:rPr>
          <w:i/>
        </w:rPr>
      </w:pPr>
      <w:r w:rsidRPr="00F35F0E">
        <w:rPr>
          <w:i/>
        </w:rPr>
        <w:t xml:space="preserve">The text up until the first </w:t>
      </w:r>
      <w:r w:rsidRPr="00F35F0E">
        <w:rPr>
          <w:rFonts w:ascii="Courier New" w:hAnsi="Courier New" w:cs="Courier New"/>
          <w:i/>
        </w:rPr>
        <w:t>::</w:t>
      </w:r>
      <w:r w:rsidRPr="00F35F0E">
        <w:rPr>
          <w:i/>
        </w:rPr>
        <w:t xml:space="preserve"> is the identifier scheme identifier</w:t>
      </w:r>
    </w:p>
    <w:p w14:paraId="60958C74" w14:textId="77777777" w:rsidR="00C50A5F" w:rsidRPr="00F35F0E" w:rsidRDefault="00C50A5F" w:rsidP="002B747E">
      <w:pPr>
        <w:pStyle w:val="ListParagraph"/>
        <w:numPr>
          <w:ilvl w:val="0"/>
          <w:numId w:val="15"/>
        </w:numPr>
        <w:rPr>
          <w:i/>
        </w:rPr>
      </w:pPr>
      <w:r w:rsidRPr="00305D85">
        <w:rPr>
          <w:i/>
        </w:rPr>
        <w:t>The text between the first</w:t>
      </w:r>
      <w:r w:rsidRPr="00F35F0E">
        <w:rPr>
          <w:i/>
        </w:rPr>
        <w:t xml:space="preserve"> </w:t>
      </w:r>
      <w:r w:rsidRPr="00F35F0E">
        <w:rPr>
          <w:rFonts w:ascii="Courier New" w:hAnsi="Courier New" w:cs="Courier New"/>
          <w:i/>
        </w:rPr>
        <w:t>::</w:t>
      </w:r>
      <w:r w:rsidRPr="00F35F0E">
        <w:rPr>
          <w:i/>
        </w:rPr>
        <w:t xml:space="preserve"> and </w:t>
      </w:r>
      <w:r>
        <w:rPr>
          <w:i/>
        </w:rPr>
        <w:t>second</w:t>
      </w:r>
      <w:r w:rsidRPr="00F35F0E">
        <w:rPr>
          <w:i/>
        </w:rPr>
        <w:t xml:space="preserve"> </w:t>
      </w:r>
      <w:r w:rsidRPr="00F35F0E">
        <w:rPr>
          <w:rFonts w:ascii="Courier New" w:hAnsi="Courier New" w:cs="Courier New"/>
          <w:i/>
        </w:rPr>
        <w:t>::</w:t>
      </w:r>
      <w:r w:rsidRPr="00F35F0E">
        <w:rPr>
          <w:i/>
        </w:rPr>
        <w:t xml:space="preserve"> is the root namespace</w:t>
      </w:r>
    </w:p>
    <w:p w14:paraId="643A1548" w14:textId="77777777" w:rsidR="00C50A5F" w:rsidRPr="00F35F0E" w:rsidRDefault="00C50A5F" w:rsidP="002B747E">
      <w:pPr>
        <w:pStyle w:val="ListParagraph"/>
        <w:numPr>
          <w:ilvl w:val="0"/>
          <w:numId w:val="15"/>
        </w:numPr>
        <w:rPr>
          <w:i/>
        </w:rPr>
      </w:pPr>
      <w:r w:rsidRPr="007C628C">
        <w:rPr>
          <w:i/>
        </w:rPr>
        <w:t>The text between the second occurrence of</w:t>
      </w:r>
      <w:r w:rsidRPr="00F35F0E">
        <w:rPr>
          <w:i/>
        </w:rPr>
        <w:t xml:space="preserve"> </w:t>
      </w:r>
      <w:r w:rsidRPr="00F35F0E">
        <w:rPr>
          <w:rFonts w:ascii="Courier New" w:hAnsi="Courier New" w:cs="Courier New"/>
          <w:i/>
        </w:rPr>
        <w:t>::</w:t>
      </w:r>
      <w:r w:rsidRPr="00F35F0E">
        <w:rPr>
          <w:i/>
        </w:rPr>
        <w:t xml:space="preserve"> and </w:t>
      </w:r>
      <w:r>
        <w:rPr>
          <w:i/>
        </w:rPr>
        <w:t>next</w:t>
      </w:r>
      <w:r w:rsidRPr="00F35F0E">
        <w:rPr>
          <w:i/>
        </w:rPr>
        <w:t xml:space="preserve"> occurrence of </w:t>
      </w:r>
      <w:r w:rsidRPr="00F35F0E">
        <w:rPr>
          <w:rFonts w:ascii="Courier New" w:hAnsi="Courier New" w:cs="Courier New"/>
          <w:i/>
        </w:rPr>
        <w:t>##</w:t>
      </w:r>
      <w:r w:rsidRPr="00F35F0E">
        <w:rPr>
          <w:i/>
        </w:rPr>
        <w:t xml:space="preserve"> OR end of the string is the document element local name</w:t>
      </w:r>
    </w:p>
    <w:p w14:paraId="234F4E83" w14:textId="77777777" w:rsidR="00C50A5F" w:rsidRPr="00F35F0E" w:rsidRDefault="00C50A5F" w:rsidP="002B747E">
      <w:pPr>
        <w:pStyle w:val="ListParagraph"/>
        <w:numPr>
          <w:ilvl w:val="0"/>
          <w:numId w:val="15"/>
        </w:numPr>
        <w:rPr>
          <w:i/>
        </w:rPr>
      </w:pPr>
      <w:r w:rsidRPr="00F35F0E">
        <w:rPr>
          <w:i/>
        </w:rPr>
        <w:t xml:space="preserve">The text following the first </w:t>
      </w:r>
      <w:r w:rsidRPr="00F35F0E">
        <w:rPr>
          <w:rFonts w:ascii="Courier New" w:hAnsi="Courier New" w:cs="Courier New"/>
          <w:i/>
        </w:rPr>
        <w:t>##</w:t>
      </w:r>
      <w:r w:rsidRPr="00F35F0E">
        <w:rPr>
          <w:i/>
        </w:rPr>
        <w:t xml:space="preserve"> after the document element local name (if any) is the subtype identifier</w:t>
      </w:r>
    </w:p>
    <w:p w14:paraId="3483CBE3" w14:textId="77777777" w:rsidR="00C50A5F" w:rsidRPr="00F35F0E" w:rsidRDefault="00C50A5F" w:rsidP="00C50A5F">
      <w:r w:rsidRPr="00F35F0E">
        <w:t>This string MUST be percent encoded if used in an URL. In that case, the above identifier will then read as:</w:t>
      </w:r>
    </w:p>
    <w:p w14:paraId="3F318434" w14:textId="77777777" w:rsidR="00C50A5F" w:rsidRPr="00F35F0E" w:rsidRDefault="00C50A5F" w:rsidP="00C50A5F">
      <w:pPr>
        <w:ind w:left="720"/>
        <w:rPr>
          <w:rFonts w:ascii="Courier New" w:hAnsi="Courier New" w:cs="Courier New"/>
          <w:i/>
        </w:rPr>
      </w:pPr>
      <w:r w:rsidRPr="00F35F0E">
        <w:rPr>
          <w:rFonts w:ascii="Courier New" w:hAnsi="Courier New" w:cs="Courier New"/>
          <w:i/>
        </w:rPr>
        <w:t>bdx-docid-qns%3A%3Aurn%3Aoasis%3Anames%3Aspecification%3Aubl%3Aschema%3Axsd%3AInvoice-2%3A%3AInvoice%23%23UBL-2.1</w:t>
      </w:r>
    </w:p>
    <w:p w14:paraId="69A99654" w14:textId="77777777" w:rsidR="00C50A5F" w:rsidRPr="00F35F0E" w:rsidRDefault="00C50A5F" w:rsidP="00C50A5F">
      <w:r w:rsidRPr="00F35F0E">
        <w:t xml:space="preserve">Note the limitation that XML service types with the following characteristics MUST NOT be referenced using Service Metadata Publishing when using the </w:t>
      </w:r>
      <w:proofErr w:type="spellStart"/>
      <w:r w:rsidRPr="00F35F0E">
        <w:rPr>
          <w:rFonts w:ascii="Courier New" w:hAnsi="Courier New" w:cs="Courier New"/>
          <w:i/>
        </w:rPr>
        <w:t>QName</w:t>
      </w:r>
      <w:proofErr w:type="spellEnd"/>
      <w:r w:rsidRPr="00F35F0E">
        <w:rPr>
          <w:rFonts w:ascii="Courier New" w:hAnsi="Courier New" w:cs="Courier New"/>
          <w:i/>
        </w:rPr>
        <w:t xml:space="preserve">/Subtype Identifier </w:t>
      </w:r>
      <w:r w:rsidRPr="00F35F0E">
        <w:t>scheme:</w:t>
      </w:r>
    </w:p>
    <w:p w14:paraId="29F913BF" w14:textId="77777777" w:rsidR="00C50A5F" w:rsidRPr="00F35F0E" w:rsidRDefault="00C50A5F" w:rsidP="002B747E">
      <w:pPr>
        <w:pStyle w:val="ListParagraph"/>
        <w:numPr>
          <w:ilvl w:val="0"/>
          <w:numId w:val="16"/>
        </w:numPr>
      </w:pPr>
      <w:r w:rsidRPr="00F35F0E">
        <w:t>Services with only local names (i.e. without namespaces)</w:t>
      </w:r>
    </w:p>
    <w:p w14:paraId="53774A32" w14:textId="77777777" w:rsidR="00C50A5F" w:rsidRPr="00F35F0E" w:rsidRDefault="00C50A5F" w:rsidP="002B747E">
      <w:pPr>
        <w:pStyle w:val="ListParagraph"/>
        <w:numPr>
          <w:ilvl w:val="0"/>
          <w:numId w:val="16"/>
        </w:numPr>
      </w:pPr>
      <w:r w:rsidRPr="00F35F0E">
        <w:t>Services that need to be identified with a subtype identifier, and where the subtype part of the identifier does not correspond to a specific, mandatory attribute value or element value in the document that is based on XML Schema simple content.</w:t>
      </w:r>
    </w:p>
    <w:p w14:paraId="226648C4" w14:textId="77777777" w:rsidR="00C50A5F" w:rsidRPr="00F35F0E" w:rsidRDefault="00C50A5F" w:rsidP="00C50A5F">
      <w:r w:rsidRPr="0008715E">
        <w:t>When using a service type with such characteristics, a different scheme identifier MUST be used.</w:t>
      </w:r>
    </w:p>
    <w:p w14:paraId="4902508F" w14:textId="77777777" w:rsidR="00C50A5F" w:rsidRPr="00F35F0E" w:rsidRDefault="00C50A5F" w:rsidP="002B747E">
      <w:pPr>
        <w:pStyle w:val="Heading1"/>
        <w:numPr>
          <w:ilvl w:val="0"/>
          <w:numId w:val="2"/>
        </w:numPr>
      </w:pPr>
      <w:bookmarkStart w:id="91" w:name="_Toc7437188"/>
      <w:bookmarkStart w:id="92" w:name="_Toc62566906"/>
      <w:r w:rsidRPr="00F35F0E">
        <w:lastRenderedPageBreak/>
        <w:t>Data Model</w:t>
      </w:r>
      <w:bookmarkEnd w:id="91"/>
      <w:bookmarkEnd w:id="92"/>
    </w:p>
    <w:p w14:paraId="78D9511E" w14:textId="77777777" w:rsidR="00C50A5F" w:rsidRPr="00F35F0E" w:rsidRDefault="00C50A5F" w:rsidP="002B747E">
      <w:pPr>
        <w:pStyle w:val="Heading2"/>
        <w:numPr>
          <w:ilvl w:val="1"/>
          <w:numId w:val="2"/>
        </w:numPr>
      </w:pPr>
      <w:bookmarkStart w:id="93" w:name="_Toc7437189"/>
      <w:bookmarkStart w:id="94" w:name="_Toc62566907"/>
      <w:r w:rsidRPr="00F35F0E">
        <w:t>Class diagram</w:t>
      </w:r>
      <w:bookmarkEnd w:id="93"/>
      <w:bookmarkEnd w:id="94"/>
    </w:p>
    <w:p w14:paraId="4409DD91" w14:textId="77777777" w:rsidR="00C50A5F" w:rsidRPr="00F35F0E" w:rsidRDefault="00C50A5F" w:rsidP="00C50A5F">
      <w:r w:rsidRPr="00F35F0E">
        <w:t xml:space="preserve">The </w:t>
      </w:r>
      <w:r w:rsidRPr="00F35F0E">
        <w:fldChar w:fldCharType="begin"/>
      </w:r>
      <w:r w:rsidRPr="00F35F0E">
        <w:instrText xml:space="preserve"> REF CCTS \h </w:instrText>
      </w:r>
      <w:r w:rsidRPr="00F35F0E">
        <w:fldChar w:fldCharType="separate"/>
      </w:r>
      <w:r w:rsidRPr="00F35F0E">
        <w:rPr>
          <w:b/>
        </w:rPr>
        <w:t>[CCTS]</w:t>
      </w:r>
      <w:r w:rsidRPr="00F35F0E">
        <w:fldChar w:fldCharType="end"/>
      </w:r>
      <w:r w:rsidRPr="00F35F0E">
        <w:t>-modeled classes of information in the SMP model and the relationships between them are depicted in the below class diagram:</w:t>
      </w:r>
    </w:p>
    <w:p w14:paraId="4985CC48" w14:textId="77777777" w:rsidR="00C50A5F" w:rsidRPr="00F35F0E" w:rsidRDefault="00C50A5F" w:rsidP="00C50A5F"/>
    <w:p w14:paraId="2CFAC05F" w14:textId="77777777" w:rsidR="00C50A5F" w:rsidRPr="00F35F0E" w:rsidRDefault="00C50A5F" w:rsidP="00C50A5F">
      <w:pPr>
        <w:keepNext/>
      </w:pPr>
      <w:r w:rsidRPr="00F35F0E">
        <w:rPr>
          <w:noProof/>
        </w:rPr>
        <w:drawing>
          <wp:inline distT="0" distB="0" distL="0" distR="0" wp14:anchorId="56FD7B88" wp14:editId="5579067E">
            <wp:extent cx="5943598" cy="2959417"/>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MP 2.0 CCTS classes.png"/>
                    <pic:cNvPicPr/>
                  </pic:nvPicPr>
                  <pic:blipFill>
                    <a:blip r:embed="rId71"/>
                    <a:stretch>
                      <a:fillRect/>
                    </a:stretch>
                  </pic:blipFill>
                  <pic:spPr>
                    <a:xfrm>
                      <a:off x="0" y="0"/>
                      <a:ext cx="5943598" cy="2959417"/>
                    </a:xfrm>
                    <a:prstGeom prst="rect">
                      <a:avLst/>
                    </a:prstGeom>
                  </pic:spPr>
                </pic:pic>
              </a:graphicData>
            </a:graphic>
          </wp:inline>
        </w:drawing>
      </w:r>
    </w:p>
    <w:p w14:paraId="2AB2CAAA" w14:textId="77777777" w:rsidR="00C50A5F" w:rsidRPr="00F35F0E" w:rsidRDefault="00C50A5F" w:rsidP="00C50A5F">
      <w:pPr>
        <w:pStyle w:val="Caption"/>
      </w:pPr>
      <w:r w:rsidRPr="00F35F0E">
        <w:t xml:space="preserve">Fig </w:t>
      </w:r>
      <w:r w:rsidRPr="00F35F0E">
        <w:rPr>
          <w:noProof/>
        </w:rPr>
        <w:fldChar w:fldCharType="begin"/>
      </w:r>
      <w:r w:rsidRPr="00F35F0E">
        <w:rPr>
          <w:noProof/>
        </w:rPr>
        <w:instrText xml:space="preserve"> SEQ Fig \* ARABIC </w:instrText>
      </w:r>
      <w:r w:rsidRPr="00F35F0E">
        <w:rPr>
          <w:noProof/>
        </w:rPr>
        <w:fldChar w:fldCharType="separate"/>
      </w:r>
      <w:r>
        <w:rPr>
          <w:noProof/>
        </w:rPr>
        <w:t>3</w:t>
      </w:r>
      <w:r w:rsidRPr="00F35F0E">
        <w:rPr>
          <w:noProof/>
        </w:rPr>
        <w:fldChar w:fldCharType="end"/>
      </w:r>
      <w:r w:rsidRPr="00F35F0E">
        <w:t>: SMP class diagram</w:t>
      </w:r>
    </w:p>
    <w:p w14:paraId="2815A08B" w14:textId="77777777" w:rsidR="00C50A5F" w:rsidRPr="00F35F0E" w:rsidRDefault="00C50A5F" w:rsidP="00C50A5F"/>
    <w:p w14:paraId="60BCC498" w14:textId="77777777" w:rsidR="00C50A5F" w:rsidRPr="00F35F0E" w:rsidRDefault="00C50A5F" w:rsidP="00C50A5F">
      <w:r w:rsidRPr="00F35F0E">
        <w:t>OPTIONAL extensions MAY be introduced at</w:t>
      </w:r>
      <w:r>
        <w:t xml:space="preserve"> the beginning of</w:t>
      </w:r>
      <w:r w:rsidRPr="00F35F0E">
        <w:t xml:space="preserve"> every major entity (see section </w:t>
      </w:r>
      <w:r w:rsidRPr="00F35F0E">
        <w:fldChar w:fldCharType="begin"/>
      </w:r>
      <w:r w:rsidRPr="00F35F0E">
        <w:instrText xml:space="preserve"> REF _Ref512665851 \r \h </w:instrText>
      </w:r>
      <w:r w:rsidRPr="00F35F0E">
        <w:fldChar w:fldCharType="separate"/>
      </w:r>
      <w:r>
        <w:t>4.4.1</w:t>
      </w:r>
      <w:r w:rsidRPr="00F35F0E">
        <w:fldChar w:fldCharType="end"/>
      </w:r>
      <w:r w:rsidRPr="00F35F0E">
        <w:t xml:space="preserve"> for information about extensions). The relationship between the CCTS-modelled classes and the non-CCTS extensions are depicted in the below diagram:</w:t>
      </w:r>
    </w:p>
    <w:p w14:paraId="44CEDBBA" w14:textId="77777777" w:rsidR="00C50A5F" w:rsidRPr="00F35F0E" w:rsidRDefault="00C50A5F" w:rsidP="00C50A5F"/>
    <w:p w14:paraId="4ED0469C" w14:textId="77777777" w:rsidR="00C50A5F" w:rsidRPr="00F35F0E" w:rsidRDefault="00C50A5F" w:rsidP="00C50A5F">
      <w:pPr>
        <w:keepNext/>
      </w:pPr>
      <w:r w:rsidRPr="00F35F0E">
        <w:rPr>
          <w:noProof/>
        </w:rPr>
        <w:drawing>
          <wp:inline distT="0" distB="0" distL="0" distR="0" wp14:anchorId="1EFAF3CE" wp14:editId="1C67EC1F">
            <wp:extent cx="3810000" cy="2387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MP 2.0 extension classes.png"/>
                    <pic:cNvPicPr/>
                  </pic:nvPicPr>
                  <pic:blipFill>
                    <a:blip r:embed="rId72"/>
                    <a:stretch>
                      <a:fillRect/>
                    </a:stretch>
                  </pic:blipFill>
                  <pic:spPr>
                    <a:xfrm>
                      <a:off x="0" y="0"/>
                      <a:ext cx="3810000" cy="2387600"/>
                    </a:xfrm>
                    <a:prstGeom prst="rect">
                      <a:avLst/>
                    </a:prstGeom>
                  </pic:spPr>
                </pic:pic>
              </a:graphicData>
            </a:graphic>
          </wp:inline>
        </w:drawing>
      </w:r>
    </w:p>
    <w:p w14:paraId="2731B8EC" w14:textId="77777777" w:rsidR="00C50A5F" w:rsidRPr="00F35F0E" w:rsidRDefault="00C50A5F" w:rsidP="00C50A5F">
      <w:pPr>
        <w:pStyle w:val="Caption"/>
      </w:pPr>
      <w:r w:rsidRPr="00F35F0E">
        <w:t xml:space="preserve">Fig </w:t>
      </w:r>
      <w:r w:rsidRPr="00F35F0E">
        <w:rPr>
          <w:noProof/>
        </w:rPr>
        <w:fldChar w:fldCharType="begin"/>
      </w:r>
      <w:r w:rsidRPr="00F35F0E">
        <w:rPr>
          <w:noProof/>
        </w:rPr>
        <w:instrText xml:space="preserve"> SEQ Fig \* ARABIC </w:instrText>
      </w:r>
      <w:r w:rsidRPr="00F35F0E">
        <w:rPr>
          <w:noProof/>
        </w:rPr>
        <w:fldChar w:fldCharType="separate"/>
      </w:r>
      <w:r>
        <w:rPr>
          <w:noProof/>
        </w:rPr>
        <w:t>4</w:t>
      </w:r>
      <w:r w:rsidRPr="00F35F0E">
        <w:rPr>
          <w:noProof/>
        </w:rPr>
        <w:fldChar w:fldCharType="end"/>
      </w:r>
      <w:r w:rsidRPr="00F35F0E">
        <w:t>: SMP extensions class diagram</w:t>
      </w:r>
    </w:p>
    <w:p w14:paraId="398FFEF1" w14:textId="77777777" w:rsidR="00C50A5F" w:rsidRPr="00F35F0E" w:rsidRDefault="00C50A5F" w:rsidP="002B747E">
      <w:pPr>
        <w:pStyle w:val="Heading2"/>
        <w:numPr>
          <w:ilvl w:val="1"/>
          <w:numId w:val="2"/>
        </w:numPr>
      </w:pPr>
      <w:bookmarkStart w:id="95" w:name="_Toc7437190"/>
      <w:bookmarkStart w:id="96" w:name="_Toc62566908"/>
      <w:r w:rsidRPr="00F35F0E">
        <w:lastRenderedPageBreak/>
        <w:t>CCTS and non-CCTS information</w:t>
      </w:r>
      <w:bookmarkEnd w:id="95"/>
      <w:bookmarkEnd w:id="96"/>
    </w:p>
    <w:p w14:paraId="643428C8" w14:textId="77777777" w:rsidR="00C50A5F" w:rsidRPr="00F35F0E" w:rsidRDefault="00C50A5F" w:rsidP="00C50A5F">
      <w:bookmarkStart w:id="97" w:name="_Ref512282281"/>
      <w:r w:rsidRPr="00F35F0E">
        <w:t>The information described in the SMP data model is documented in two parts:</w:t>
      </w:r>
    </w:p>
    <w:p w14:paraId="400D7A91" w14:textId="77777777" w:rsidR="00C50A5F" w:rsidRPr="00F35F0E" w:rsidRDefault="00C50A5F" w:rsidP="00C50A5F">
      <w:r w:rsidRPr="00F35F0E">
        <w:t xml:space="preserve">The </w:t>
      </w:r>
      <w:hyperlink w:anchor="_Basic_SMP_information" w:history="1">
        <w:r w:rsidRPr="00996015">
          <w:rPr>
            <w:rStyle w:val="Hyperlink"/>
          </w:rPr>
          <w:t>Basic SMP information</w:t>
        </w:r>
      </w:hyperlink>
      <w:r w:rsidRPr="00F35F0E">
        <w:t xml:space="preserve"> related to </w:t>
      </w:r>
      <w:proofErr w:type="spellStart"/>
      <w:r w:rsidRPr="00F35F0E">
        <w:t>ServiceGroup</w:t>
      </w:r>
      <w:proofErr w:type="spellEnd"/>
      <w:r w:rsidRPr="00F35F0E">
        <w:t xml:space="preserve"> and </w:t>
      </w:r>
      <w:proofErr w:type="spellStart"/>
      <w:r w:rsidRPr="00F35F0E">
        <w:t>ServiceMetadata</w:t>
      </w:r>
      <w:proofErr w:type="spellEnd"/>
      <w:r w:rsidRPr="00F35F0E">
        <w:t xml:space="preserve"> as well as their underlying classes is modeled as CCTS classes.</w:t>
      </w:r>
    </w:p>
    <w:p w14:paraId="6023D475" w14:textId="77777777" w:rsidR="00C50A5F" w:rsidRPr="00F35F0E" w:rsidRDefault="00C50A5F" w:rsidP="00C50A5F">
      <w:r w:rsidRPr="00F35F0E">
        <w:t xml:space="preserve">Additional information related to extensions and signatures is not modeled as CCTS classes. Such information is realized in the schema expressions as additional document constraints and is documented in the </w:t>
      </w:r>
      <w:r w:rsidRPr="00F35F0E">
        <w:fldChar w:fldCharType="begin"/>
      </w:r>
      <w:r w:rsidRPr="00F35F0E">
        <w:instrText xml:space="preserve"> REF _Ref512282550 \h </w:instrText>
      </w:r>
      <w:r w:rsidRPr="00F35F0E">
        <w:fldChar w:fldCharType="separate"/>
      </w:r>
      <w:r w:rsidRPr="00F35F0E">
        <w:t>Additional SMP information</w:t>
      </w:r>
      <w:r w:rsidRPr="00F35F0E">
        <w:fldChar w:fldCharType="end"/>
      </w:r>
      <w:r w:rsidRPr="00F35F0E">
        <w:t xml:space="preserve"> section.</w:t>
      </w:r>
    </w:p>
    <w:p w14:paraId="599A66CB" w14:textId="77777777" w:rsidR="00C50A5F" w:rsidRPr="00F35F0E" w:rsidRDefault="00C50A5F" w:rsidP="002B747E">
      <w:pPr>
        <w:pStyle w:val="Heading2"/>
        <w:numPr>
          <w:ilvl w:val="1"/>
          <w:numId w:val="2"/>
        </w:numPr>
      </w:pPr>
      <w:bookmarkStart w:id="98" w:name="_Basic_SMP_information"/>
      <w:bookmarkStart w:id="99" w:name="_Toc7437191"/>
      <w:bookmarkStart w:id="100" w:name="_Toc62566909"/>
      <w:bookmarkEnd w:id="98"/>
      <w:r w:rsidRPr="00F35F0E">
        <w:t>Basic SMP information</w:t>
      </w:r>
      <w:bookmarkEnd w:id="97"/>
      <w:bookmarkEnd w:id="99"/>
      <w:bookmarkEnd w:id="100"/>
    </w:p>
    <w:p w14:paraId="13664EDE" w14:textId="77777777" w:rsidR="00C50A5F" w:rsidRPr="00F35F0E" w:rsidRDefault="00C50A5F" w:rsidP="002B747E">
      <w:pPr>
        <w:pStyle w:val="Heading3"/>
        <w:numPr>
          <w:ilvl w:val="2"/>
          <w:numId w:val="2"/>
        </w:numPr>
      </w:pPr>
      <w:bookmarkStart w:id="101" w:name="_Toc7437192"/>
      <w:bookmarkStart w:id="102" w:name="_Toc62566910"/>
      <w:r w:rsidRPr="00F35F0E">
        <w:t xml:space="preserve">The </w:t>
      </w:r>
      <w:proofErr w:type="spellStart"/>
      <w:r w:rsidRPr="00F35F0E">
        <w:t>ServiceGroup</w:t>
      </w:r>
      <w:proofErr w:type="spellEnd"/>
      <w:r w:rsidRPr="00F35F0E">
        <w:t xml:space="preserve"> class</w:t>
      </w:r>
      <w:bookmarkEnd w:id="101"/>
      <w:bookmarkEnd w:id="102"/>
    </w:p>
    <w:p w14:paraId="56EC5B4F" w14:textId="77777777" w:rsidR="00C50A5F" w:rsidRPr="00F35F0E" w:rsidRDefault="00C50A5F" w:rsidP="00C50A5F">
      <w:r w:rsidRPr="00F35F0E">
        <w:t xml:space="preserve">The CCTS-modeled objects in the </w:t>
      </w:r>
      <w:proofErr w:type="spellStart"/>
      <w:r w:rsidRPr="00F35F0E">
        <w:t>ServiceGroup</w:t>
      </w:r>
      <w:proofErr w:type="spellEnd"/>
      <w:r w:rsidRPr="00F35F0E">
        <w:t xml:space="preserve"> class are as follows:</w:t>
      </w:r>
    </w:p>
    <w:tbl>
      <w:tblPr>
        <w:tblStyle w:val="TableGrid"/>
        <w:tblW w:w="5000" w:type="pct"/>
        <w:tblLook w:val="06A0" w:firstRow="1" w:lastRow="0" w:firstColumn="1" w:lastColumn="0" w:noHBand="1" w:noVBand="1"/>
      </w:tblPr>
      <w:tblGrid>
        <w:gridCol w:w="2529"/>
        <w:gridCol w:w="1250"/>
        <w:gridCol w:w="5571"/>
      </w:tblGrid>
      <w:tr w:rsidR="00C50A5F" w:rsidRPr="00F35F0E" w14:paraId="5F8DC829" w14:textId="77777777" w:rsidTr="00C50A5F">
        <w:trPr>
          <w:tblHeader/>
        </w:trPr>
        <w:tc>
          <w:tcPr>
            <w:tcW w:w="1353" w:type="pct"/>
          </w:tcPr>
          <w:p w14:paraId="4477DC89" w14:textId="77777777" w:rsidR="00C50A5F" w:rsidRPr="00F35F0E" w:rsidRDefault="00C50A5F" w:rsidP="00C50A5F">
            <w:pPr>
              <w:rPr>
                <w:b/>
              </w:rPr>
            </w:pPr>
            <w:r w:rsidRPr="00F35F0E">
              <w:rPr>
                <w:b/>
              </w:rPr>
              <w:t>Name</w:t>
            </w:r>
          </w:p>
          <w:p w14:paraId="455450C1" w14:textId="77777777" w:rsidR="00C50A5F" w:rsidRPr="00F35F0E" w:rsidRDefault="00C50A5F" w:rsidP="00C50A5F">
            <w:pPr>
              <w:rPr>
                <w:b/>
              </w:rPr>
            </w:pPr>
            <w:r w:rsidRPr="00F35F0E">
              <w:rPr>
                <w:b/>
              </w:rPr>
              <w:t>(Unqualified data type)</w:t>
            </w:r>
          </w:p>
        </w:tc>
        <w:tc>
          <w:tcPr>
            <w:tcW w:w="668" w:type="pct"/>
          </w:tcPr>
          <w:p w14:paraId="4EAAE5E9" w14:textId="77777777" w:rsidR="00C50A5F" w:rsidRPr="00F35F0E" w:rsidRDefault="00C50A5F" w:rsidP="00C50A5F">
            <w:pPr>
              <w:rPr>
                <w:b/>
              </w:rPr>
            </w:pPr>
            <w:r w:rsidRPr="00F35F0E">
              <w:rPr>
                <w:b/>
              </w:rPr>
              <w:t>Cardinality</w:t>
            </w:r>
          </w:p>
        </w:tc>
        <w:tc>
          <w:tcPr>
            <w:tcW w:w="2979" w:type="pct"/>
          </w:tcPr>
          <w:p w14:paraId="0D4307C5" w14:textId="77777777" w:rsidR="00C50A5F" w:rsidRPr="00F35F0E" w:rsidRDefault="00C50A5F" w:rsidP="00C50A5F">
            <w:pPr>
              <w:rPr>
                <w:b/>
              </w:rPr>
            </w:pPr>
            <w:r w:rsidRPr="00F35F0E">
              <w:rPr>
                <w:b/>
              </w:rPr>
              <w:t>Description</w:t>
            </w:r>
          </w:p>
        </w:tc>
      </w:tr>
      <w:tr w:rsidR="00C50A5F" w:rsidRPr="00F35F0E" w14:paraId="28600DFA" w14:textId="77777777" w:rsidTr="00C50A5F">
        <w:tc>
          <w:tcPr>
            <w:tcW w:w="1353" w:type="pct"/>
          </w:tcPr>
          <w:p w14:paraId="5D44C48E" w14:textId="77777777" w:rsidR="00C50A5F" w:rsidRPr="00F35F0E" w:rsidRDefault="00C50A5F" w:rsidP="00C50A5F">
            <w:proofErr w:type="spellStart"/>
            <w:r w:rsidRPr="00F35F0E">
              <w:t>SMPExtensions</w:t>
            </w:r>
            <w:proofErr w:type="spellEnd"/>
          </w:p>
        </w:tc>
        <w:tc>
          <w:tcPr>
            <w:tcW w:w="668" w:type="pct"/>
          </w:tcPr>
          <w:p w14:paraId="32355880" w14:textId="77777777" w:rsidR="00C50A5F" w:rsidRPr="00F35F0E" w:rsidRDefault="00C50A5F" w:rsidP="00C50A5F">
            <w:r w:rsidRPr="00F35F0E">
              <w:t>0..1</w:t>
            </w:r>
          </w:p>
        </w:tc>
        <w:tc>
          <w:tcPr>
            <w:tcW w:w="2979" w:type="pct"/>
          </w:tcPr>
          <w:p w14:paraId="4390E2F8" w14:textId="77777777" w:rsidR="00C50A5F" w:rsidRPr="00F35F0E" w:rsidRDefault="00C50A5F" w:rsidP="00C50A5F">
            <w:r w:rsidRPr="00F35F0E">
              <w:t xml:space="preserve">A container for all extensions present at the </w:t>
            </w:r>
            <w:proofErr w:type="spellStart"/>
            <w:r w:rsidRPr="00F35F0E">
              <w:t>ServiceGroup</w:t>
            </w:r>
            <w:proofErr w:type="spellEnd"/>
            <w:r w:rsidRPr="00F35F0E">
              <w:t xml:space="preserve"> level.</w:t>
            </w:r>
          </w:p>
        </w:tc>
      </w:tr>
      <w:tr w:rsidR="00C50A5F" w:rsidRPr="00F35F0E" w14:paraId="1EAF8432" w14:textId="77777777" w:rsidTr="00C50A5F">
        <w:tc>
          <w:tcPr>
            <w:tcW w:w="1353" w:type="pct"/>
          </w:tcPr>
          <w:p w14:paraId="0804E70C" w14:textId="77777777" w:rsidR="00C50A5F" w:rsidRPr="00F35F0E" w:rsidRDefault="00C50A5F" w:rsidP="00C50A5F">
            <w:proofErr w:type="spellStart"/>
            <w:r w:rsidRPr="00F35F0E">
              <w:t>SMPVersionID</w:t>
            </w:r>
            <w:proofErr w:type="spellEnd"/>
          </w:p>
          <w:p w14:paraId="3F2065D1" w14:textId="77777777" w:rsidR="00C50A5F" w:rsidRPr="00F35F0E" w:rsidRDefault="00C50A5F" w:rsidP="00C50A5F">
            <w:r w:rsidRPr="00F35F0E">
              <w:t>(Identifier)</w:t>
            </w:r>
          </w:p>
        </w:tc>
        <w:tc>
          <w:tcPr>
            <w:tcW w:w="668" w:type="pct"/>
          </w:tcPr>
          <w:p w14:paraId="58EECE14" w14:textId="77777777" w:rsidR="00C50A5F" w:rsidRPr="00F35F0E" w:rsidRDefault="00C50A5F" w:rsidP="00C50A5F">
            <w:r w:rsidRPr="00F35F0E">
              <w:t>1..1</w:t>
            </w:r>
          </w:p>
        </w:tc>
        <w:tc>
          <w:tcPr>
            <w:tcW w:w="2979" w:type="pct"/>
          </w:tcPr>
          <w:p w14:paraId="5C64B639" w14:textId="77777777" w:rsidR="00C50A5F" w:rsidRPr="00F35F0E" w:rsidRDefault="00C50A5F" w:rsidP="00C50A5F">
            <w:r w:rsidRPr="00F35F0E">
              <w:t>The version of the Service Metadata Publishing specification in use. For SMP 2.0, this value MUST be set to “2.0”.</w:t>
            </w:r>
          </w:p>
        </w:tc>
      </w:tr>
      <w:tr w:rsidR="00C50A5F" w:rsidRPr="00F35F0E" w14:paraId="3B8FEB30" w14:textId="77777777" w:rsidTr="00C50A5F">
        <w:tc>
          <w:tcPr>
            <w:tcW w:w="1353" w:type="pct"/>
          </w:tcPr>
          <w:p w14:paraId="4E6F43AF" w14:textId="77777777" w:rsidR="00C50A5F" w:rsidRPr="00F35F0E" w:rsidRDefault="00C50A5F" w:rsidP="00C50A5F">
            <w:proofErr w:type="spellStart"/>
            <w:r w:rsidRPr="00F35F0E">
              <w:t>ParticipantID</w:t>
            </w:r>
            <w:proofErr w:type="spellEnd"/>
          </w:p>
          <w:p w14:paraId="1D848265" w14:textId="77777777" w:rsidR="00C50A5F" w:rsidRPr="00F35F0E" w:rsidRDefault="00C50A5F" w:rsidP="00C50A5F">
            <w:r w:rsidRPr="00F35F0E">
              <w:t>(Identifier)</w:t>
            </w:r>
          </w:p>
        </w:tc>
        <w:tc>
          <w:tcPr>
            <w:tcW w:w="668" w:type="pct"/>
          </w:tcPr>
          <w:p w14:paraId="7F8B0CCB" w14:textId="77777777" w:rsidR="00C50A5F" w:rsidRPr="00F35F0E" w:rsidRDefault="00C50A5F" w:rsidP="00C50A5F">
            <w:r w:rsidRPr="00F35F0E">
              <w:t>1..1</w:t>
            </w:r>
          </w:p>
        </w:tc>
        <w:tc>
          <w:tcPr>
            <w:tcW w:w="2979" w:type="pct"/>
          </w:tcPr>
          <w:p w14:paraId="1476B91E" w14:textId="77777777" w:rsidR="00C50A5F" w:rsidRPr="00F35F0E" w:rsidRDefault="00C50A5F" w:rsidP="00C50A5F">
            <w:r w:rsidRPr="00F35F0E">
              <w:t>Represents a business level endpoint key that uniquely identifies a Participant in the network. Examples of identifiers are company registration and VAT numbers, DUNS numbers, GLN numbers, email addresses etc.</w:t>
            </w:r>
          </w:p>
          <w:p w14:paraId="29A860A2" w14:textId="77777777" w:rsidR="00C50A5F" w:rsidRPr="00F35F0E" w:rsidRDefault="00C50A5F" w:rsidP="00C50A5F">
            <w:r w:rsidRPr="00F35F0E">
              <w:t>See section</w:t>
            </w:r>
            <w:r>
              <w:t xml:space="preserve"> </w:t>
            </w:r>
            <w:r>
              <w:fldChar w:fldCharType="begin"/>
            </w:r>
            <w:r>
              <w:instrText xml:space="preserve"> REF _Ref532153815 \r \h </w:instrText>
            </w:r>
            <w:r>
              <w:fldChar w:fldCharType="separate"/>
            </w:r>
            <w:r>
              <w:t>3.6</w:t>
            </w:r>
            <w:r>
              <w:fldChar w:fldCharType="end"/>
            </w:r>
            <w:r>
              <w:t xml:space="preserve"> </w:t>
            </w:r>
            <w:r w:rsidRPr="00F35F0E">
              <w:t>of this specification for information on this data type.</w:t>
            </w:r>
          </w:p>
        </w:tc>
      </w:tr>
      <w:tr w:rsidR="00C50A5F" w:rsidRPr="00F35F0E" w14:paraId="00D792B9" w14:textId="77777777" w:rsidTr="00C50A5F">
        <w:tc>
          <w:tcPr>
            <w:tcW w:w="1353" w:type="pct"/>
          </w:tcPr>
          <w:p w14:paraId="1B3E5D17" w14:textId="77777777" w:rsidR="00C50A5F" w:rsidRPr="00F35F0E" w:rsidRDefault="00C50A5F" w:rsidP="00C50A5F">
            <w:proofErr w:type="spellStart"/>
            <w:r w:rsidRPr="00F35F0E">
              <w:t>ServiceReference</w:t>
            </w:r>
            <w:proofErr w:type="spellEnd"/>
          </w:p>
          <w:p w14:paraId="42860E3A" w14:textId="77777777" w:rsidR="00C50A5F" w:rsidRPr="00F35F0E" w:rsidRDefault="00C50A5F" w:rsidP="00C50A5F">
            <w:r w:rsidRPr="00F35F0E">
              <w:t>(</w:t>
            </w:r>
            <w:proofErr w:type="spellStart"/>
            <w:r w:rsidRPr="00F35F0E">
              <w:t>ServiceReference</w:t>
            </w:r>
            <w:proofErr w:type="spellEnd"/>
            <w:r w:rsidRPr="00F35F0E">
              <w:t xml:space="preserve"> class)</w:t>
            </w:r>
          </w:p>
        </w:tc>
        <w:tc>
          <w:tcPr>
            <w:tcW w:w="668" w:type="pct"/>
          </w:tcPr>
          <w:p w14:paraId="2BDC9CDD" w14:textId="77777777" w:rsidR="00C50A5F" w:rsidRPr="00F35F0E" w:rsidRDefault="00C50A5F" w:rsidP="00C50A5F">
            <w:r w:rsidRPr="00F35F0E">
              <w:t>0..n</w:t>
            </w:r>
          </w:p>
        </w:tc>
        <w:tc>
          <w:tcPr>
            <w:tcW w:w="2979" w:type="pct"/>
          </w:tcPr>
          <w:p w14:paraId="497AA34D" w14:textId="77777777" w:rsidR="00C50A5F" w:rsidRPr="00F35F0E" w:rsidRDefault="00C50A5F" w:rsidP="00C50A5F">
            <w:r w:rsidRPr="00F35F0E">
              <w:t xml:space="preserve">The </w:t>
            </w:r>
            <w:proofErr w:type="spellStart"/>
            <w:r w:rsidRPr="00F35F0E">
              <w:t>ServiceReference</w:t>
            </w:r>
            <w:proofErr w:type="spellEnd"/>
            <w:r w:rsidRPr="00F35F0E">
              <w:t xml:space="preserve"> structure holds a list of references to </w:t>
            </w:r>
            <w:proofErr w:type="spellStart"/>
            <w:r w:rsidRPr="00F35F0E">
              <w:t>ServiceMetadata</w:t>
            </w:r>
            <w:proofErr w:type="spellEnd"/>
            <w:r w:rsidRPr="00F35F0E">
              <w:t xml:space="preserve"> structures. From this list, a sender can follow the references to get each </w:t>
            </w:r>
            <w:proofErr w:type="spellStart"/>
            <w:r w:rsidRPr="00F35F0E">
              <w:t>ServiceMetadata</w:t>
            </w:r>
            <w:proofErr w:type="spellEnd"/>
            <w:r w:rsidRPr="00F35F0E">
              <w:t xml:space="preserve"> structure.</w:t>
            </w:r>
          </w:p>
        </w:tc>
      </w:tr>
    </w:tbl>
    <w:p w14:paraId="69247D33" w14:textId="77777777" w:rsidR="00C50A5F" w:rsidRPr="00F35F0E" w:rsidRDefault="00C50A5F" w:rsidP="002B747E">
      <w:pPr>
        <w:pStyle w:val="Heading3"/>
        <w:numPr>
          <w:ilvl w:val="2"/>
          <w:numId w:val="2"/>
        </w:numPr>
      </w:pPr>
      <w:bookmarkStart w:id="103" w:name="_The_ServiceMetadata_class"/>
      <w:bookmarkStart w:id="104" w:name="_Toc7437193"/>
      <w:bookmarkStart w:id="105" w:name="_Toc62566911"/>
      <w:bookmarkEnd w:id="103"/>
      <w:r w:rsidRPr="00F35F0E">
        <w:t xml:space="preserve">The </w:t>
      </w:r>
      <w:proofErr w:type="spellStart"/>
      <w:r w:rsidRPr="00F35F0E">
        <w:t>ServiceMetadata</w:t>
      </w:r>
      <w:proofErr w:type="spellEnd"/>
      <w:r w:rsidRPr="00F35F0E">
        <w:t xml:space="preserve"> class</w:t>
      </w:r>
      <w:bookmarkEnd w:id="104"/>
      <w:bookmarkEnd w:id="105"/>
    </w:p>
    <w:p w14:paraId="37E3FDFF" w14:textId="77777777" w:rsidR="00C50A5F" w:rsidRPr="00F35F0E" w:rsidRDefault="00C50A5F" w:rsidP="00C50A5F">
      <w:r w:rsidRPr="00F35F0E">
        <w:t xml:space="preserve">The CCTS-modeled objects in the </w:t>
      </w:r>
      <w:proofErr w:type="spellStart"/>
      <w:r w:rsidRPr="00F35F0E">
        <w:t>ServiceMetadata</w:t>
      </w:r>
      <w:proofErr w:type="spellEnd"/>
      <w:r w:rsidRPr="00F35F0E">
        <w:t xml:space="preserve"> class are as follows:</w:t>
      </w:r>
    </w:p>
    <w:tbl>
      <w:tblPr>
        <w:tblStyle w:val="TableGrid"/>
        <w:tblW w:w="5000" w:type="pct"/>
        <w:tblLayout w:type="fixed"/>
        <w:tblLook w:val="06A0" w:firstRow="1" w:lastRow="0" w:firstColumn="1" w:lastColumn="0" w:noHBand="1" w:noVBand="1"/>
      </w:tblPr>
      <w:tblGrid>
        <w:gridCol w:w="1885"/>
        <w:gridCol w:w="1260"/>
        <w:gridCol w:w="6205"/>
      </w:tblGrid>
      <w:tr w:rsidR="00C50A5F" w:rsidRPr="00F35F0E" w14:paraId="77E9D43A" w14:textId="77777777" w:rsidTr="005A5B0F">
        <w:trPr>
          <w:tblHeader/>
        </w:trPr>
        <w:tc>
          <w:tcPr>
            <w:tcW w:w="1885" w:type="dxa"/>
          </w:tcPr>
          <w:p w14:paraId="4093F73A" w14:textId="77777777" w:rsidR="00C50A5F" w:rsidRPr="00F35F0E" w:rsidRDefault="00C50A5F" w:rsidP="00C50A5F">
            <w:pPr>
              <w:rPr>
                <w:b/>
              </w:rPr>
            </w:pPr>
            <w:r w:rsidRPr="00F35F0E">
              <w:rPr>
                <w:b/>
              </w:rPr>
              <w:t>Name</w:t>
            </w:r>
          </w:p>
          <w:p w14:paraId="078052E0" w14:textId="77777777" w:rsidR="00C50A5F" w:rsidRPr="00F35F0E" w:rsidRDefault="00C50A5F" w:rsidP="00C50A5F">
            <w:pPr>
              <w:rPr>
                <w:b/>
              </w:rPr>
            </w:pPr>
            <w:r w:rsidRPr="00F35F0E">
              <w:rPr>
                <w:b/>
              </w:rPr>
              <w:t>(Unqualified data type)</w:t>
            </w:r>
          </w:p>
        </w:tc>
        <w:tc>
          <w:tcPr>
            <w:tcW w:w="1260" w:type="dxa"/>
          </w:tcPr>
          <w:p w14:paraId="60F816F1" w14:textId="77777777" w:rsidR="00C50A5F" w:rsidRPr="00F35F0E" w:rsidRDefault="00C50A5F" w:rsidP="00C50A5F">
            <w:pPr>
              <w:rPr>
                <w:b/>
              </w:rPr>
            </w:pPr>
            <w:r w:rsidRPr="00F35F0E">
              <w:rPr>
                <w:b/>
              </w:rPr>
              <w:t>Cardinality</w:t>
            </w:r>
          </w:p>
        </w:tc>
        <w:tc>
          <w:tcPr>
            <w:tcW w:w="6205" w:type="dxa"/>
          </w:tcPr>
          <w:p w14:paraId="289504E7" w14:textId="77777777" w:rsidR="00C50A5F" w:rsidRPr="00F35F0E" w:rsidRDefault="00C50A5F" w:rsidP="00C50A5F">
            <w:pPr>
              <w:rPr>
                <w:b/>
              </w:rPr>
            </w:pPr>
            <w:r w:rsidRPr="00F35F0E">
              <w:rPr>
                <w:b/>
              </w:rPr>
              <w:t>Description</w:t>
            </w:r>
          </w:p>
        </w:tc>
      </w:tr>
      <w:tr w:rsidR="00C50A5F" w:rsidRPr="00F35F0E" w14:paraId="0C20AC38" w14:textId="77777777" w:rsidTr="005A5B0F">
        <w:tc>
          <w:tcPr>
            <w:tcW w:w="1885" w:type="dxa"/>
          </w:tcPr>
          <w:p w14:paraId="607FABC1" w14:textId="77777777" w:rsidR="00C50A5F" w:rsidRPr="00F35F0E" w:rsidRDefault="00C50A5F" w:rsidP="00C50A5F">
            <w:proofErr w:type="spellStart"/>
            <w:r w:rsidRPr="00F35F0E">
              <w:t>SMPExtensions</w:t>
            </w:r>
            <w:proofErr w:type="spellEnd"/>
          </w:p>
        </w:tc>
        <w:tc>
          <w:tcPr>
            <w:tcW w:w="1260" w:type="dxa"/>
          </w:tcPr>
          <w:p w14:paraId="1CED0087" w14:textId="77777777" w:rsidR="00C50A5F" w:rsidRPr="00F35F0E" w:rsidRDefault="00C50A5F" w:rsidP="00C50A5F">
            <w:r w:rsidRPr="00F35F0E">
              <w:t>0..1</w:t>
            </w:r>
          </w:p>
        </w:tc>
        <w:tc>
          <w:tcPr>
            <w:tcW w:w="6205" w:type="dxa"/>
          </w:tcPr>
          <w:p w14:paraId="4B3A06B8" w14:textId="77777777" w:rsidR="00C50A5F" w:rsidRPr="00F35F0E" w:rsidRDefault="00C50A5F" w:rsidP="00C50A5F">
            <w:r w:rsidRPr="00F35F0E">
              <w:t xml:space="preserve">A container for all extensions present at the </w:t>
            </w:r>
            <w:proofErr w:type="spellStart"/>
            <w:r w:rsidRPr="00F35F0E">
              <w:t>ServiceMetadata</w:t>
            </w:r>
            <w:proofErr w:type="spellEnd"/>
            <w:r w:rsidRPr="00F35F0E">
              <w:t xml:space="preserve"> level.</w:t>
            </w:r>
          </w:p>
        </w:tc>
      </w:tr>
      <w:tr w:rsidR="00C50A5F" w:rsidRPr="00F35F0E" w14:paraId="632CEEC4" w14:textId="77777777" w:rsidTr="005A5B0F">
        <w:tc>
          <w:tcPr>
            <w:tcW w:w="1885" w:type="dxa"/>
          </w:tcPr>
          <w:p w14:paraId="5C7B9EFB" w14:textId="77777777" w:rsidR="00C50A5F" w:rsidRPr="00F35F0E" w:rsidRDefault="00C50A5F" w:rsidP="00C50A5F">
            <w:r w:rsidRPr="00F35F0E">
              <w:t>ID</w:t>
            </w:r>
          </w:p>
          <w:p w14:paraId="0D8EFDB2" w14:textId="77777777" w:rsidR="00C50A5F" w:rsidRPr="00F35F0E" w:rsidRDefault="00C50A5F" w:rsidP="00C50A5F">
            <w:r w:rsidRPr="00F35F0E">
              <w:t>(Identifier)</w:t>
            </w:r>
          </w:p>
        </w:tc>
        <w:tc>
          <w:tcPr>
            <w:tcW w:w="1260" w:type="dxa"/>
          </w:tcPr>
          <w:p w14:paraId="41A74877" w14:textId="77777777" w:rsidR="00C50A5F" w:rsidRPr="00F35F0E" w:rsidRDefault="00C50A5F" w:rsidP="00C50A5F">
            <w:r w:rsidRPr="00F35F0E">
              <w:t>1..1</w:t>
            </w:r>
          </w:p>
        </w:tc>
        <w:tc>
          <w:tcPr>
            <w:tcW w:w="6205" w:type="dxa"/>
          </w:tcPr>
          <w:p w14:paraId="4993DCEA" w14:textId="77777777" w:rsidR="00C50A5F" w:rsidRPr="00F35F0E" w:rsidRDefault="00C50A5F" w:rsidP="00C50A5F">
            <w:r w:rsidRPr="00F35F0E">
              <w:t xml:space="preserve">A service identifier representing a specific service or document type. </w:t>
            </w:r>
            <w:r w:rsidRPr="00A57EE6">
              <w:t xml:space="preserve">An example XML representation of a </w:t>
            </w:r>
            <w:proofErr w:type="spellStart"/>
            <w:r w:rsidRPr="00A57EE6">
              <w:t>ServiceID</w:t>
            </w:r>
            <w:proofErr w:type="spellEnd"/>
            <w:r w:rsidRPr="00A57EE6">
              <w:t xml:space="preserve"> using a UBL 2.1 Invoice document using the default “</w:t>
            </w:r>
            <w:proofErr w:type="spellStart"/>
            <w:r>
              <w:t>bdx</w:t>
            </w:r>
            <w:r w:rsidRPr="00A57EE6">
              <w:t>-docid-qns</w:t>
            </w:r>
            <w:proofErr w:type="spellEnd"/>
            <w:r w:rsidRPr="00A57EE6">
              <w:t>” scheme is</w:t>
            </w:r>
            <w:r>
              <w:t>:</w:t>
            </w:r>
          </w:p>
          <w:p w14:paraId="488ED520" w14:textId="77777777" w:rsidR="00C50A5F" w:rsidRPr="00F35F0E" w:rsidRDefault="00C50A5F" w:rsidP="00C50A5F">
            <w:pPr>
              <w:ind w:left="720"/>
            </w:pPr>
            <w:r w:rsidRPr="00A57EE6">
              <w:rPr>
                <w:rFonts w:ascii="Courier New" w:hAnsi="Courier New" w:cs="Courier New"/>
                <w:bCs/>
              </w:rPr>
              <w:t>&lt;</w:t>
            </w:r>
            <w:proofErr w:type="spellStart"/>
            <w:r>
              <w:rPr>
                <w:rFonts w:ascii="Courier New" w:hAnsi="Courier New" w:cs="Courier New"/>
                <w:bCs/>
              </w:rPr>
              <w:t>smb:</w:t>
            </w:r>
            <w:r w:rsidRPr="00A57EE6">
              <w:rPr>
                <w:rFonts w:ascii="Courier New" w:hAnsi="Courier New" w:cs="Courier New"/>
                <w:bCs/>
              </w:rPr>
              <w:t>ServiceID</w:t>
            </w:r>
            <w:proofErr w:type="spellEnd"/>
            <w:r w:rsidRPr="00A57EE6">
              <w:rPr>
                <w:rFonts w:ascii="Courier New" w:hAnsi="Courier New" w:cs="Courier New"/>
                <w:bCs/>
              </w:rPr>
              <w:t xml:space="preserve"> </w:t>
            </w:r>
            <w:proofErr w:type="spellStart"/>
            <w:r w:rsidRPr="00A57EE6">
              <w:rPr>
                <w:rFonts w:ascii="Courier New" w:hAnsi="Courier New" w:cs="Courier New"/>
                <w:bCs/>
              </w:rPr>
              <w:t>schemeID</w:t>
            </w:r>
            <w:proofErr w:type="spellEnd"/>
            <w:r w:rsidRPr="00A57EE6">
              <w:rPr>
                <w:rFonts w:ascii="Courier New" w:hAnsi="Courier New" w:cs="Courier New"/>
                <w:bCs/>
              </w:rPr>
              <w:t>="</w:t>
            </w:r>
            <w:proofErr w:type="spellStart"/>
            <w:r>
              <w:rPr>
                <w:rFonts w:ascii="Courier New" w:hAnsi="Courier New" w:cs="Courier New"/>
                <w:bCs/>
              </w:rPr>
              <w:t>bdx</w:t>
            </w:r>
            <w:r w:rsidRPr="00A57EE6">
              <w:rPr>
                <w:rFonts w:ascii="Courier New" w:hAnsi="Courier New" w:cs="Courier New"/>
                <w:bCs/>
              </w:rPr>
              <w:t>-docid-qns</w:t>
            </w:r>
            <w:proofErr w:type="spellEnd"/>
            <w:r w:rsidRPr="00A57EE6">
              <w:rPr>
                <w:rFonts w:ascii="Courier New" w:hAnsi="Courier New" w:cs="Courier New"/>
                <w:bCs/>
              </w:rPr>
              <w:t>"</w:t>
            </w:r>
            <w:r w:rsidRPr="00A57EE6">
              <w:rPr>
                <w:rFonts w:ascii="Courier New" w:hAnsi="Courier New" w:cs="Courier New"/>
              </w:rPr>
              <w:t>&gt;</w:t>
            </w:r>
            <w:r>
              <w:t xml:space="preserve">    </w:t>
            </w:r>
            <w:r w:rsidRPr="00A57EE6">
              <w:rPr>
                <w:rFonts w:ascii="Courier New" w:hAnsi="Courier New" w:cs="Courier New"/>
              </w:rPr>
              <w:t>urn:oasis:names:specification:ubl:schema:xsd:Invoice-2::Invoice##UBL-2.1</w:t>
            </w:r>
            <w:r>
              <w:rPr>
                <w:rFonts w:ascii="Courier New" w:hAnsi="Courier New" w:cs="Courier New"/>
              </w:rPr>
              <w:br/>
            </w:r>
            <w:r w:rsidRPr="00A57EE6">
              <w:rPr>
                <w:rFonts w:ascii="Courier New" w:hAnsi="Courier New" w:cs="Courier New"/>
              </w:rPr>
              <w:t>&lt;/</w:t>
            </w:r>
            <w:proofErr w:type="spellStart"/>
            <w:r>
              <w:rPr>
                <w:rFonts w:ascii="Courier New" w:hAnsi="Courier New" w:cs="Courier New"/>
              </w:rPr>
              <w:t>smb:</w:t>
            </w:r>
            <w:r w:rsidRPr="00A57EE6">
              <w:rPr>
                <w:rFonts w:ascii="Courier New" w:hAnsi="Courier New" w:cs="Courier New"/>
              </w:rPr>
              <w:t>ServiceID</w:t>
            </w:r>
            <w:proofErr w:type="spellEnd"/>
            <w:r w:rsidRPr="00A57EE6">
              <w:rPr>
                <w:rFonts w:ascii="Courier New" w:hAnsi="Courier New" w:cs="Courier New"/>
              </w:rPr>
              <w:t>&gt;</w:t>
            </w:r>
            <w:r w:rsidRPr="00F35F0E" w:rsidDel="00A57EE6">
              <w:rPr>
                <w:rFonts w:ascii="Courier New" w:hAnsi="Courier New" w:cs="Courier New"/>
              </w:rPr>
              <w:t xml:space="preserve"> </w:t>
            </w:r>
          </w:p>
          <w:p w14:paraId="2A92F77B" w14:textId="46741B76" w:rsidR="00C50A5F" w:rsidRPr="00F35F0E" w:rsidRDefault="00C50A5F" w:rsidP="00C50A5F">
            <w:r w:rsidRPr="00F35F0E">
              <w:t xml:space="preserve">See section </w:t>
            </w:r>
            <w:r w:rsidRPr="00F35F0E">
              <w:fldChar w:fldCharType="begin"/>
            </w:r>
            <w:r w:rsidRPr="00F35F0E">
              <w:instrText xml:space="preserve"> REF _Ref512315566 \r \h </w:instrText>
            </w:r>
            <w:r w:rsidR="005A5B0F">
              <w:instrText xml:space="preserve"> \* MERGEFORMAT </w:instrText>
            </w:r>
            <w:r w:rsidRPr="00F35F0E">
              <w:fldChar w:fldCharType="separate"/>
            </w:r>
            <w:r>
              <w:t>3.7</w:t>
            </w:r>
            <w:r w:rsidRPr="00F35F0E">
              <w:fldChar w:fldCharType="end"/>
            </w:r>
            <w:r w:rsidRPr="00F35F0E">
              <w:t xml:space="preserve"> of this specification for information on this data type.</w:t>
            </w:r>
          </w:p>
        </w:tc>
      </w:tr>
      <w:tr w:rsidR="00C50A5F" w:rsidRPr="00F35F0E" w14:paraId="510C3AF9" w14:textId="77777777" w:rsidTr="005A5B0F">
        <w:tc>
          <w:tcPr>
            <w:tcW w:w="1885" w:type="dxa"/>
          </w:tcPr>
          <w:p w14:paraId="4DD0C12D" w14:textId="77777777" w:rsidR="00C50A5F" w:rsidRPr="00F35F0E" w:rsidRDefault="00C50A5F" w:rsidP="00C50A5F">
            <w:proofErr w:type="spellStart"/>
            <w:r w:rsidRPr="00F35F0E">
              <w:lastRenderedPageBreak/>
              <w:t>SMPVersionID</w:t>
            </w:r>
            <w:proofErr w:type="spellEnd"/>
          </w:p>
          <w:p w14:paraId="5C8FAB5F" w14:textId="77777777" w:rsidR="00C50A5F" w:rsidRPr="00F35F0E" w:rsidRDefault="00C50A5F" w:rsidP="00C50A5F">
            <w:r w:rsidRPr="00F35F0E">
              <w:t>(Identifier)</w:t>
            </w:r>
          </w:p>
        </w:tc>
        <w:tc>
          <w:tcPr>
            <w:tcW w:w="1260" w:type="dxa"/>
          </w:tcPr>
          <w:p w14:paraId="0EAE350E" w14:textId="77777777" w:rsidR="00C50A5F" w:rsidRPr="00F35F0E" w:rsidRDefault="00C50A5F" w:rsidP="00C50A5F">
            <w:r w:rsidRPr="00F35F0E">
              <w:t>1..1</w:t>
            </w:r>
          </w:p>
        </w:tc>
        <w:tc>
          <w:tcPr>
            <w:tcW w:w="6205" w:type="dxa"/>
          </w:tcPr>
          <w:p w14:paraId="4C360FE2" w14:textId="77777777" w:rsidR="00C50A5F" w:rsidRPr="00F35F0E" w:rsidRDefault="00C50A5F" w:rsidP="00C50A5F">
            <w:r w:rsidRPr="00F35F0E">
              <w:t>The version of the Service Metadata Publishing specification in use. For SMP 2.0, this value MUST be set to “2.0”.</w:t>
            </w:r>
          </w:p>
        </w:tc>
      </w:tr>
      <w:tr w:rsidR="00C50A5F" w:rsidRPr="00F35F0E" w14:paraId="3774AAD6" w14:textId="77777777" w:rsidTr="005A5B0F">
        <w:tc>
          <w:tcPr>
            <w:tcW w:w="1885" w:type="dxa"/>
          </w:tcPr>
          <w:p w14:paraId="5D3F558C" w14:textId="77777777" w:rsidR="00C50A5F" w:rsidRPr="00F35F0E" w:rsidRDefault="00C50A5F" w:rsidP="00C50A5F">
            <w:proofErr w:type="spellStart"/>
            <w:r w:rsidRPr="00F35F0E">
              <w:t>ParticipantID</w:t>
            </w:r>
            <w:proofErr w:type="spellEnd"/>
          </w:p>
          <w:p w14:paraId="61C1B5B2" w14:textId="77777777" w:rsidR="00C50A5F" w:rsidRPr="00F35F0E" w:rsidRDefault="00C50A5F" w:rsidP="00C50A5F">
            <w:r w:rsidRPr="00F35F0E">
              <w:t>(Identifier)</w:t>
            </w:r>
          </w:p>
        </w:tc>
        <w:tc>
          <w:tcPr>
            <w:tcW w:w="1260" w:type="dxa"/>
          </w:tcPr>
          <w:p w14:paraId="5F6465B3" w14:textId="77777777" w:rsidR="00C50A5F" w:rsidRPr="00F35F0E" w:rsidRDefault="00C50A5F" w:rsidP="00C50A5F">
            <w:r w:rsidRPr="00F35F0E">
              <w:t>1..1</w:t>
            </w:r>
          </w:p>
        </w:tc>
        <w:tc>
          <w:tcPr>
            <w:tcW w:w="6205" w:type="dxa"/>
          </w:tcPr>
          <w:p w14:paraId="299E5D6B" w14:textId="77777777" w:rsidR="00C50A5F" w:rsidRPr="00F35F0E" w:rsidRDefault="00C50A5F" w:rsidP="00C50A5F">
            <w:r w:rsidRPr="00F35F0E">
              <w:t>Represents a business level endpoint key that uniquely identifies a Participant in the network. Examples of identifiers are company registration and VAT numbers, DUNS numbers, GLN numbers, email addresses etc.</w:t>
            </w:r>
          </w:p>
          <w:p w14:paraId="3B72A019" w14:textId="6F4E5C33" w:rsidR="00C50A5F" w:rsidRPr="00F35F0E" w:rsidRDefault="00C50A5F" w:rsidP="00C50A5F">
            <w:r w:rsidRPr="00F35F0E">
              <w:t>See section</w:t>
            </w:r>
            <w:r>
              <w:t xml:space="preserve"> </w:t>
            </w:r>
            <w:r>
              <w:fldChar w:fldCharType="begin"/>
            </w:r>
            <w:r>
              <w:instrText xml:space="preserve"> REF _Ref532153815 \w \h </w:instrText>
            </w:r>
            <w:r w:rsidR="005A5B0F">
              <w:instrText xml:space="preserve"> \* MERGEFORMAT </w:instrText>
            </w:r>
            <w:r>
              <w:fldChar w:fldCharType="separate"/>
            </w:r>
            <w:r>
              <w:t>3.6</w:t>
            </w:r>
            <w:r>
              <w:fldChar w:fldCharType="end"/>
            </w:r>
            <w:r>
              <w:t xml:space="preserve"> </w:t>
            </w:r>
            <w:r w:rsidRPr="00F35F0E">
              <w:t>of this specification for information on this data type.</w:t>
            </w:r>
          </w:p>
        </w:tc>
      </w:tr>
      <w:tr w:rsidR="00C50A5F" w:rsidRPr="00F35F0E" w14:paraId="5D875514" w14:textId="77777777" w:rsidTr="005A5B0F">
        <w:tc>
          <w:tcPr>
            <w:tcW w:w="1885" w:type="dxa"/>
          </w:tcPr>
          <w:p w14:paraId="11CA9FB9" w14:textId="77777777" w:rsidR="00C50A5F" w:rsidRPr="00F35F0E" w:rsidRDefault="00C50A5F" w:rsidP="00C50A5F">
            <w:proofErr w:type="spellStart"/>
            <w:r w:rsidRPr="00F35F0E">
              <w:t>ProcessMetadata</w:t>
            </w:r>
            <w:proofErr w:type="spellEnd"/>
          </w:p>
          <w:p w14:paraId="255E36BA" w14:textId="77777777" w:rsidR="00C50A5F" w:rsidRPr="00F35F0E" w:rsidRDefault="00C50A5F" w:rsidP="00C50A5F">
            <w:r w:rsidRPr="00F35F0E">
              <w:t>(</w:t>
            </w:r>
            <w:proofErr w:type="spellStart"/>
            <w:r w:rsidRPr="00F35F0E">
              <w:t>ProcessMetadata</w:t>
            </w:r>
            <w:proofErr w:type="spellEnd"/>
            <w:r w:rsidRPr="00F35F0E">
              <w:t xml:space="preserve"> class)</w:t>
            </w:r>
          </w:p>
        </w:tc>
        <w:tc>
          <w:tcPr>
            <w:tcW w:w="1260" w:type="dxa"/>
          </w:tcPr>
          <w:p w14:paraId="2A665217" w14:textId="77777777" w:rsidR="00C50A5F" w:rsidRPr="00F35F0E" w:rsidRDefault="00C50A5F" w:rsidP="00C50A5F">
            <w:r w:rsidRPr="00F35F0E">
              <w:t>1..n</w:t>
            </w:r>
          </w:p>
        </w:tc>
        <w:tc>
          <w:tcPr>
            <w:tcW w:w="6205" w:type="dxa"/>
          </w:tcPr>
          <w:p w14:paraId="32681200" w14:textId="77777777" w:rsidR="00C50A5F" w:rsidRPr="00F35F0E" w:rsidRDefault="00C50A5F" w:rsidP="00C50A5F">
            <w:r w:rsidRPr="00F35F0E">
              <w:t>Metadata containing information about how to locate the network endpoint for the given Participant.</w:t>
            </w:r>
          </w:p>
        </w:tc>
      </w:tr>
    </w:tbl>
    <w:p w14:paraId="2BD7BA42" w14:textId="5916560C" w:rsidR="00C50A5F" w:rsidRPr="00F35F0E" w:rsidRDefault="00C50A5F" w:rsidP="002B747E">
      <w:pPr>
        <w:pStyle w:val="Heading3"/>
        <w:numPr>
          <w:ilvl w:val="2"/>
          <w:numId w:val="2"/>
        </w:numPr>
      </w:pPr>
      <w:bookmarkStart w:id="106" w:name="_Toc7437194"/>
      <w:bookmarkStart w:id="107" w:name="_Toc62566912"/>
      <w:r w:rsidRPr="00F35F0E">
        <w:t xml:space="preserve">The </w:t>
      </w:r>
      <w:proofErr w:type="spellStart"/>
      <w:r w:rsidRPr="00F35F0E">
        <w:t>ServiceReference</w:t>
      </w:r>
      <w:proofErr w:type="spellEnd"/>
      <w:r w:rsidRPr="00F35F0E">
        <w:t xml:space="preserve"> class</w:t>
      </w:r>
      <w:bookmarkEnd w:id="106"/>
      <w:bookmarkEnd w:id="107"/>
    </w:p>
    <w:p w14:paraId="0E112F3A" w14:textId="77777777" w:rsidR="00C50A5F" w:rsidRPr="00F35F0E" w:rsidRDefault="00C50A5F" w:rsidP="00C50A5F">
      <w:r w:rsidRPr="00F35F0E">
        <w:t xml:space="preserve">The CCTS-modeled objects in the </w:t>
      </w:r>
      <w:proofErr w:type="spellStart"/>
      <w:r w:rsidRPr="00F35F0E">
        <w:t>ServiceReference</w:t>
      </w:r>
      <w:proofErr w:type="spellEnd"/>
      <w:r w:rsidRPr="00F35F0E">
        <w:t xml:space="preserve"> class are as follows:</w:t>
      </w:r>
    </w:p>
    <w:tbl>
      <w:tblPr>
        <w:tblStyle w:val="TableGrid"/>
        <w:tblW w:w="5000" w:type="pct"/>
        <w:tblLayout w:type="fixed"/>
        <w:tblLook w:val="06A0" w:firstRow="1" w:lastRow="0" w:firstColumn="1" w:lastColumn="0" w:noHBand="1" w:noVBand="1"/>
      </w:tblPr>
      <w:tblGrid>
        <w:gridCol w:w="1705"/>
        <w:gridCol w:w="1259"/>
        <w:gridCol w:w="6386"/>
      </w:tblGrid>
      <w:tr w:rsidR="00C50A5F" w:rsidRPr="00F35F0E" w14:paraId="654AA530" w14:textId="77777777" w:rsidTr="005A5B0F">
        <w:trPr>
          <w:tblHeader/>
        </w:trPr>
        <w:tc>
          <w:tcPr>
            <w:tcW w:w="912" w:type="pct"/>
          </w:tcPr>
          <w:p w14:paraId="444D6EDB" w14:textId="77777777" w:rsidR="00C50A5F" w:rsidRPr="00F35F0E" w:rsidRDefault="00C50A5F" w:rsidP="00C50A5F">
            <w:pPr>
              <w:rPr>
                <w:b/>
              </w:rPr>
            </w:pPr>
            <w:r w:rsidRPr="00F35F0E">
              <w:rPr>
                <w:b/>
              </w:rPr>
              <w:t>Name</w:t>
            </w:r>
          </w:p>
          <w:p w14:paraId="69A29688" w14:textId="77777777" w:rsidR="00C50A5F" w:rsidRPr="00F35F0E" w:rsidRDefault="00C50A5F" w:rsidP="00C50A5F">
            <w:pPr>
              <w:rPr>
                <w:b/>
              </w:rPr>
            </w:pPr>
            <w:r w:rsidRPr="00F35F0E">
              <w:rPr>
                <w:b/>
              </w:rPr>
              <w:t>(Unqualified data type)</w:t>
            </w:r>
          </w:p>
        </w:tc>
        <w:tc>
          <w:tcPr>
            <w:tcW w:w="673" w:type="pct"/>
          </w:tcPr>
          <w:p w14:paraId="1D75CA7B" w14:textId="77777777" w:rsidR="00C50A5F" w:rsidRPr="00F35F0E" w:rsidRDefault="00C50A5F" w:rsidP="00C50A5F">
            <w:pPr>
              <w:rPr>
                <w:b/>
              </w:rPr>
            </w:pPr>
            <w:r w:rsidRPr="00F35F0E">
              <w:rPr>
                <w:b/>
              </w:rPr>
              <w:t>Cardinality</w:t>
            </w:r>
          </w:p>
        </w:tc>
        <w:tc>
          <w:tcPr>
            <w:tcW w:w="3414" w:type="pct"/>
          </w:tcPr>
          <w:p w14:paraId="4AE599D0" w14:textId="77777777" w:rsidR="00C50A5F" w:rsidRPr="00F35F0E" w:rsidRDefault="00C50A5F" w:rsidP="00C50A5F">
            <w:pPr>
              <w:rPr>
                <w:b/>
              </w:rPr>
            </w:pPr>
            <w:r w:rsidRPr="00F35F0E">
              <w:rPr>
                <w:b/>
              </w:rPr>
              <w:t>Description</w:t>
            </w:r>
          </w:p>
        </w:tc>
      </w:tr>
      <w:tr w:rsidR="00C50A5F" w:rsidRPr="00F35F0E" w14:paraId="3937D2CB" w14:textId="77777777" w:rsidTr="005A5B0F">
        <w:tc>
          <w:tcPr>
            <w:tcW w:w="912" w:type="pct"/>
          </w:tcPr>
          <w:p w14:paraId="7BB02077" w14:textId="77777777" w:rsidR="00C50A5F" w:rsidRPr="00F35F0E" w:rsidRDefault="00C50A5F" w:rsidP="00C50A5F">
            <w:proofErr w:type="spellStart"/>
            <w:r w:rsidRPr="00F35F0E">
              <w:t>SMPExtensions</w:t>
            </w:r>
            <w:proofErr w:type="spellEnd"/>
          </w:p>
        </w:tc>
        <w:tc>
          <w:tcPr>
            <w:tcW w:w="673" w:type="pct"/>
          </w:tcPr>
          <w:p w14:paraId="2EDA6300" w14:textId="77777777" w:rsidR="00C50A5F" w:rsidRPr="00F35F0E" w:rsidRDefault="00C50A5F" w:rsidP="00C50A5F">
            <w:r w:rsidRPr="00F35F0E">
              <w:t>0..1</w:t>
            </w:r>
          </w:p>
        </w:tc>
        <w:tc>
          <w:tcPr>
            <w:tcW w:w="3414" w:type="pct"/>
          </w:tcPr>
          <w:p w14:paraId="0B14D4E4" w14:textId="77777777" w:rsidR="00C50A5F" w:rsidRPr="00F35F0E" w:rsidRDefault="00C50A5F" w:rsidP="00C50A5F">
            <w:r w:rsidRPr="00F35F0E">
              <w:t xml:space="preserve">A container for all extensions present at the </w:t>
            </w:r>
            <w:proofErr w:type="spellStart"/>
            <w:r w:rsidRPr="00F35F0E">
              <w:t>ServiceReference</w:t>
            </w:r>
            <w:proofErr w:type="spellEnd"/>
            <w:r w:rsidRPr="00F35F0E">
              <w:t xml:space="preserve"> level.</w:t>
            </w:r>
          </w:p>
        </w:tc>
      </w:tr>
      <w:tr w:rsidR="00C50A5F" w:rsidRPr="00F35F0E" w14:paraId="3DAEFCDF" w14:textId="77777777" w:rsidTr="005A5B0F">
        <w:tc>
          <w:tcPr>
            <w:tcW w:w="912" w:type="pct"/>
          </w:tcPr>
          <w:p w14:paraId="2D9E96C8" w14:textId="77777777" w:rsidR="00C50A5F" w:rsidRPr="00F35F0E" w:rsidRDefault="00C50A5F" w:rsidP="00C50A5F">
            <w:r w:rsidRPr="00F35F0E">
              <w:t>ID</w:t>
            </w:r>
          </w:p>
          <w:p w14:paraId="380B32C0" w14:textId="77777777" w:rsidR="00C50A5F" w:rsidRPr="00F35F0E" w:rsidRDefault="00C50A5F" w:rsidP="00C50A5F">
            <w:r w:rsidRPr="00F35F0E">
              <w:t>(Identifier)</w:t>
            </w:r>
          </w:p>
        </w:tc>
        <w:tc>
          <w:tcPr>
            <w:tcW w:w="673" w:type="pct"/>
          </w:tcPr>
          <w:p w14:paraId="20A6BD27" w14:textId="77777777" w:rsidR="00C50A5F" w:rsidRPr="00F35F0E" w:rsidRDefault="00C50A5F" w:rsidP="00C50A5F">
            <w:r w:rsidRPr="00F35F0E">
              <w:t>1..1</w:t>
            </w:r>
          </w:p>
        </w:tc>
        <w:tc>
          <w:tcPr>
            <w:tcW w:w="3414" w:type="pct"/>
          </w:tcPr>
          <w:p w14:paraId="37B34CFF" w14:textId="77777777" w:rsidR="00C50A5F" w:rsidRPr="00F35F0E" w:rsidRDefault="00C50A5F" w:rsidP="00C50A5F">
            <w:r w:rsidRPr="00F35F0E">
              <w:t>A service identifier representing a specific service or document type.</w:t>
            </w:r>
            <w:r>
              <w:t xml:space="preserve"> </w:t>
            </w:r>
            <w:r w:rsidRPr="00A57EE6">
              <w:t>An example XML representation of a</w:t>
            </w:r>
            <w:r>
              <w:t xml:space="preserve">n ID </w:t>
            </w:r>
            <w:r w:rsidRPr="00A57EE6">
              <w:t>using a UBL 2.1 Invoice document using the default “</w:t>
            </w:r>
            <w:proofErr w:type="spellStart"/>
            <w:r>
              <w:t>bdx</w:t>
            </w:r>
            <w:r w:rsidRPr="00A57EE6">
              <w:t>-docid-qns</w:t>
            </w:r>
            <w:proofErr w:type="spellEnd"/>
            <w:r w:rsidRPr="00A57EE6">
              <w:t>” scheme is</w:t>
            </w:r>
            <w:r>
              <w:t>:</w:t>
            </w:r>
          </w:p>
          <w:p w14:paraId="749DA594" w14:textId="77777777" w:rsidR="00C50A5F" w:rsidRPr="00F35F0E" w:rsidRDefault="00C50A5F" w:rsidP="00C50A5F">
            <w:pPr>
              <w:ind w:left="720"/>
            </w:pPr>
            <w:r w:rsidRPr="00A57EE6">
              <w:rPr>
                <w:rFonts w:ascii="Courier New" w:hAnsi="Courier New" w:cs="Courier New"/>
                <w:bCs/>
              </w:rPr>
              <w:t>&lt;</w:t>
            </w:r>
            <w:proofErr w:type="spellStart"/>
            <w:r>
              <w:rPr>
                <w:rFonts w:ascii="Courier New" w:hAnsi="Courier New" w:cs="Courier New"/>
                <w:bCs/>
              </w:rPr>
              <w:t>smb:</w:t>
            </w:r>
            <w:r w:rsidRPr="00A57EE6">
              <w:rPr>
                <w:rFonts w:ascii="Courier New" w:hAnsi="Courier New" w:cs="Courier New"/>
                <w:bCs/>
              </w:rPr>
              <w:t>ID</w:t>
            </w:r>
            <w:proofErr w:type="spellEnd"/>
            <w:r w:rsidRPr="00A57EE6">
              <w:rPr>
                <w:rFonts w:ascii="Courier New" w:hAnsi="Courier New" w:cs="Courier New"/>
                <w:bCs/>
              </w:rPr>
              <w:t xml:space="preserve"> </w:t>
            </w:r>
            <w:proofErr w:type="spellStart"/>
            <w:r w:rsidRPr="00A57EE6">
              <w:rPr>
                <w:rFonts w:ascii="Courier New" w:hAnsi="Courier New" w:cs="Courier New"/>
                <w:bCs/>
              </w:rPr>
              <w:t>schemeID</w:t>
            </w:r>
            <w:proofErr w:type="spellEnd"/>
            <w:r w:rsidRPr="00A57EE6">
              <w:rPr>
                <w:rFonts w:ascii="Courier New" w:hAnsi="Courier New" w:cs="Courier New"/>
                <w:bCs/>
              </w:rPr>
              <w:t>="</w:t>
            </w:r>
            <w:proofErr w:type="spellStart"/>
            <w:r>
              <w:rPr>
                <w:rFonts w:ascii="Courier New" w:hAnsi="Courier New" w:cs="Courier New"/>
                <w:bCs/>
              </w:rPr>
              <w:t>bdx</w:t>
            </w:r>
            <w:r w:rsidRPr="00A57EE6">
              <w:rPr>
                <w:rFonts w:ascii="Courier New" w:hAnsi="Courier New" w:cs="Courier New"/>
                <w:bCs/>
              </w:rPr>
              <w:t>-docid</w:t>
            </w:r>
            <w:r>
              <w:rPr>
                <w:rFonts w:ascii="Courier New" w:hAnsi="Courier New" w:cs="Courier New"/>
                <w:bCs/>
              </w:rPr>
              <w:t>-</w:t>
            </w:r>
            <w:r w:rsidRPr="00A57EE6">
              <w:rPr>
                <w:rFonts w:ascii="Courier New" w:hAnsi="Courier New" w:cs="Courier New"/>
                <w:bCs/>
              </w:rPr>
              <w:t>qns</w:t>
            </w:r>
            <w:proofErr w:type="spellEnd"/>
            <w:r w:rsidRPr="00A57EE6">
              <w:rPr>
                <w:rFonts w:ascii="Courier New" w:hAnsi="Courier New" w:cs="Courier New"/>
                <w:bCs/>
              </w:rPr>
              <w:t>"</w:t>
            </w:r>
            <w:r w:rsidRPr="00A57EE6">
              <w:rPr>
                <w:rFonts w:ascii="Courier New" w:hAnsi="Courier New" w:cs="Courier New"/>
              </w:rPr>
              <w:t>&gt;</w:t>
            </w:r>
            <w:r>
              <w:rPr>
                <w:rFonts w:ascii="Courier New" w:hAnsi="Courier New" w:cs="Courier New"/>
              </w:rPr>
              <w:br/>
            </w:r>
            <w:r w:rsidRPr="00F35F0E">
              <w:rPr>
                <w:rFonts w:ascii="Courier New" w:hAnsi="Courier New" w:cs="Courier New"/>
              </w:rPr>
              <w:t>urn:oasis:names:specification:ubl:schema:xsd:Invoice-2::Invoice##UBL-2.1</w:t>
            </w:r>
            <w:r>
              <w:rPr>
                <w:rFonts w:ascii="Courier New" w:hAnsi="Courier New" w:cs="Courier New"/>
              </w:rPr>
              <w:br/>
              <w:t>&lt;/</w:t>
            </w:r>
            <w:proofErr w:type="spellStart"/>
            <w:r>
              <w:rPr>
                <w:rFonts w:ascii="Courier New" w:hAnsi="Courier New" w:cs="Courier New"/>
              </w:rPr>
              <w:t>smb:ID</w:t>
            </w:r>
            <w:proofErr w:type="spellEnd"/>
            <w:r>
              <w:rPr>
                <w:rFonts w:ascii="Courier New" w:hAnsi="Courier New" w:cs="Courier New"/>
              </w:rPr>
              <w:t>&gt;</w:t>
            </w:r>
          </w:p>
          <w:p w14:paraId="5EE621E3" w14:textId="77777777" w:rsidR="00C50A5F" w:rsidRPr="00F35F0E" w:rsidRDefault="00C50A5F" w:rsidP="00C50A5F">
            <w:r w:rsidRPr="00F35F0E">
              <w:t xml:space="preserve">See section </w:t>
            </w:r>
            <w:r w:rsidRPr="00F35F0E">
              <w:fldChar w:fldCharType="begin"/>
            </w:r>
            <w:r w:rsidRPr="00F35F0E">
              <w:instrText xml:space="preserve"> REF _Ref512315566 \r \h </w:instrText>
            </w:r>
            <w:r w:rsidRPr="00F35F0E">
              <w:fldChar w:fldCharType="separate"/>
            </w:r>
            <w:r>
              <w:t>3.7</w:t>
            </w:r>
            <w:r w:rsidRPr="00F35F0E">
              <w:fldChar w:fldCharType="end"/>
            </w:r>
            <w:r w:rsidRPr="00F35F0E">
              <w:t xml:space="preserve"> of this specification for information on this data type.</w:t>
            </w:r>
          </w:p>
        </w:tc>
      </w:tr>
      <w:tr w:rsidR="00C50A5F" w:rsidRPr="00F35F0E" w14:paraId="5F8CA410" w14:textId="77777777" w:rsidTr="005A5B0F">
        <w:tc>
          <w:tcPr>
            <w:tcW w:w="912" w:type="pct"/>
          </w:tcPr>
          <w:p w14:paraId="7D27D711" w14:textId="77777777" w:rsidR="00C50A5F" w:rsidRPr="00F35F0E" w:rsidRDefault="00C50A5F" w:rsidP="00C50A5F">
            <w:r w:rsidRPr="00F35F0E">
              <w:t>Process</w:t>
            </w:r>
          </w:p>
          <w:p w14:paraId="7C72A221" w14:textId="77777777" w:rsidR="00C50A5F" w:rsidRPr="00F35F0E" w:rsidRDefault="00C50A5F" w:rsidP="00C50A5F">
            <w:r w:rsidRPr="00F35F0E">
              <w:t>(Process class)</w:t>
            </w:r>
          </w:p>
        </w:tc>
        <w:tc>
          <w:tcPr>
            <w:tcW w:w="673" w:type="pct"/>
          </w:tcPr>
          <w:p w14:paraId="54C2CF09" w14:textId="77777777" w:rsidR="00C50A5F" w:rsidRPr="00F35F0E" w:rsidRDefault="00C50A5F" w:rsidP="00C50A5F">
            <w:r w:rsidRPr="00F35F0E">
              <w:t>0..n</w:t>
            </w:r>
          </w:p>
        </w:tc>
        <w:tc>
          <w:tcPr>
            <w:tcW w:w="3414" w:type="pct"/>
          </w:tcPr>
          <w:p w14:paraId="508D80A2" w14:textId="77777777" w:rsidR="00C50A5F" w:rsidRPr="00F35F0E" w:rsidRDefault="00C50A5F" w:rsidP="00C50A5F">
            <w:r w:rsidRPr="00F35F0E">
              <w:t>Information about the process of which the service of the participant is a part.</w:t>
            </w:r>
          </w:p>
        </w:tc>
      </w:tr>
    </w:tbl>
    <w:p w14:paraId="317ED227" w14:textId="77777777" w:rsidR="00C50A5F" w:rsidRPr="00F35F0E" w:rsidRDefault="00C50A5F" w:rsidP="002B747E">
      <w:pPr>
        <w:pStyle w:val="Heading3"/>
        <w:numPr>
          <w:ilvl w:val="2"/>
          <w:numId w:val="2"/>
        </w:numPr>
      </w:pPr>
      <w:bookmarkStart w:id="108" w:name="_Toc7437195"/>
      <w:bookmarkStart w:id="109" w:name="_Toc62566913"/>
      <w:r w:rsidRPr="00F35F0E">
        <w:t xml:space="preserve">The </w:t>
      </w:r>
      <w:proofErr w:type="spellStart"/>
      <w:r w:rsidRPr="00F35F0E">
        <w:t>ProcessMetadata</w:t>
      </w:r>
      <w:proofErr w:type="spellEnd"/>
      <w:r w:rsidRPr="00F35F0E">
        <w:t xml:space="preserve"> class</w:t>
      </w:r>
      <w:bookmarkEnd w:id="108"/>
      <w:bookmarkEnd w:id="109"/>
    </w:p>
    <w:p w14:paraId="695101ED" w14:textId="77777777" w:rsidR="00C50A5F" w:rsidRPr="00F35F0E" w:rsidRDefault="00C50A5F" w:rsidP="00C50A5F">
      <w:proofErr w:type="spellStart"/>
      <w:r w:rsidRPr="00F35F0E">
        <w:t>ProcessMetadata</w:t>
      </w:r>
      <w:proofErr w:type="spellEnd"/>
      <w:r w:rsidRPr="00F35F0E">
        <w:t xml:space="preserve"> MUST have as a child element either a Redirect element or one or more Endpoint elements. The </w:t>
      </w:r>
      <w:proofErr w:type="spellStart"/>
      <w:r w:rsidRPr="00F35F0E">
        <w:t>ProcessMetadata</w:t>
      </w:r>
      <w:proofErr w:type="spellEnd"/>
      <w:r w:rsidRPr="00F35F0E">
        <w:t xml:space="preserve"> MUST NOT contain an Endpoint element and a Redirect element at the same time.</w:t>
      </w:r>
    </w:p>
    <w:p w14:paraId="63C3C02E" w14:textId="77777777" w:rsidR="00C50A5F" w:rsidRPr="00F35F0E" w:rsidRDefault="00C50A5F" w:rsidP="00C50A5F">
      <w:r w:rsidRPr="00F35F0E">
        <w:t xml:space="preserve">The CCTS-modeled objects in the </w:t>
      </w:r>
      <w:proofErr w:type="spellStart"/>
      <w:r w:rsidRPr="00F35F0E">
        <w:t>ProcessMetadata</w:t>
      </w:r>
      <w:proofErr w:type="spellEnd"/>
      <w:r w:rsidRPr="00F35F0E">
        <w:t xml:space="preserve"> class are as follows:</w:t>
      </w:r>
    </w:p>
    <w:tbl>
      <w:tblPr>
        <w:tblStyle w:val="TableGrid"/>
        <w:tblW w:w="5000" w:type="pct"/>
        <w:tblLook w:val="06A0" w:firstRow="1" w:lastRow="0" w:firstColumn="1" w:lastColumn="0" w:noHBand="1" w:noVBand="1"/>
      </w:tblPr>
      <w:tblGrid>
        <w:gridCol w:w="2531"/>
        <w:gridCol w:w="1250"/>
        <w:gridCol w:w="5569"/>
      </w:tblGrid>
      <w:tr w:rsidR="00C50A5F" w:rsidRPr="00F35F0E" w14:paraId="41F45076" w14:textId="77777777" w:rsidTr="00C50A5F">
        <w:trPr>
          <w:tblHeader/>
        </w:trPr>
        <w:tc>
          <w:tcPr>
            <w:tcW w:w="1354" w:type="pct"/>
          </w:tcPr>
          <w:p w14:paraId="67B091CE" w14:textId="77777777" w:rsidR="00C50A5F" w:rsidRPr="00F35F0E" w:rsidRDefault="00C50A5F" w:rsidP="00C50A5F">
            <w:pPr>
              <w:rPr>
                <w:b/>
              </w:rPr>
            </w:pPr>
            <w:r w:rsidRPr="00F35F0E">
              <w:rPr>
                <w:b/>
              </w:rPr>
              <w:t>Name</w:t>
            </w:r>
          </w:p>
          <w:p w14:paraId="7BD677A8" w14:textId="77777777" w:rsidR="00C50A5F" w:rsidRPr="00F35F0E" w:rsidRDefault="00C50A5F" w:rsidP="00C50A5F">
            <w:pPr>
              <w:rPr>
                <w:b/>
              </w:rPr>
            </w:pPr>
            <w:r w:rsidRPr="00F35F0E">
              <w:rPr>
                <w:b/>
              </w:rPr>
              <w:t>(Unqualified data type)</w:t>
            </w:r>
          </w:p>
        </w:tc>
        <w:tc>
          <w:tcPr>
            <w:tcW w:w="668" w:type="pct"/>
          </w:tcPr>
          <w:p w14:paraId="6DB9507B" w14:textId="77777777" w:rsidR="00C50A5F" w:rsidRPr="00F35F0E" w:rsidRDefault="00C50A5F" w:rsidP="00C50A5F">
            <w:pPr>
              <w:rPr>
                <w:b/>
              </w:rPr>
            </w:pPr>
            <w:r w:rsidRPr="00F35F0E">
              <w:rPr>
                <w:b/>
              </w:rPr>
              <w:t>Cardinality</w:t>
            </w:r>
          </w:p>
        </w:tc>
        <w:tc>
          <w:tcPr>
            <w:tcW w:w="2978" w:type="pct"/>
          </w:tcPr>
          <w:p w14:paraId="7951609D" w14:textId="77777777" w:rsidR="00C50A5F" w:rsidRPr="00F35F0E" w:rsidRDefault="00C50A5F" w:rsidP="00C50A5F">
            <w:pPr>
              <w:rPr>
                <w:b/>
              </w:rPr>
            </w:pPr>
            <w:r w:rsidRPr="00F35F0E">
              <w:rPr>
                <w:b/>
              </w:rPr>
              <w:t>Description</w:t>
            </w:r>
          </w:p>
        </w:tc>
      </w:tr>
      <w:tr w:rsidR="00C50A5F" w:rsidRPr="00F35F0E" w14:paraId="30D2B287" w14:textId="77777777" w:rsidTr="00C50A5F">
        <w:tc>
          <w:tcPr>
            <w:tcW w:w="1354" w:type="pct"/>
          </w:tcPr>
          <w:p w14:paraId="54BF8839" w14:textId="77777777" w:rsidR="00C50A5F" w:rsidRPr="00F35F0E" w:rsidRDefault="00C50A5F" w:rsidP="00C50A5F">
            <w:proofErr w:type="spellStart"/>
            <w:r w:rsidRPr="00F35F0E">
              <w:t>SMPExtensions</w:t>
            </w:r>
            <w:proofErr w:type="spellEnd"/>
          </w:p>
        </w:tc>
        <w:tc>
          <w:tcPr>
            <w:tcW w:w="668" w:type="pct"/>
          </w:tcPr>
          <w:p w14:paraId="52D9C5E0" w14:textId="77777777" w:rsidR="00C50A5F" w:rsidRPr="00F35F0E" w:rsidRDefault="00C50A5F" w:rsidP="00C50A5F">
            <w:r w:rsidRPr="00F35F0E">
              <w:t>0..1</w:t>
            </w:r>
          </w:p>
        </w:tc>
        <w:tc>
          <w:tcPr>
            <w:tcW w:w="2978" w:type="pct"/>
          </w:tcPr>
          <w:p w14:paraId="0789140C" w14:textId="77777777" w:rsidR="00C50A5F" w:rsidRPr="00F35F0E" w:rsidRDefault="00C50A5F" w:rsidP="00C50A5F">
            <w:r w:rsidRPr="00F35F0E">
              <w:t xml:space="preserve">A container for all extensions present at the </w:t>
            </w:r>
            <w:proofErr w:type="spellStart"/>
            <w:r w:rsidRPr="00F35F0E">
              <w:t>ProcessMetadata</w:t>
            </w:r>
            <w:proofErr w:type="spellEnd"/>
            <w:r w:rsidRPr="00F35F0E">
              <w:t xml:space="preserve"> level.</w:t>
            </w:r>
          </w:p>
        </w:tc>
      </w:tr>
      <w:tr w:rsidR="00C50A5F" w:rsidRPr="00F35F0E" w14:paraId="757A0ABB" w14:textId="77777777" w:rsidTr="00C50A5F">
        <w:tc>
          <w:tcPr>
            <w:tcW w:w="1354" w:type="pct"/>
          </w:tcPr>
          <w:p w14:paraId="1E17B84A" w14:textId="77777777" w:rsidR="00C50A5F" w:rsidRPr="00F35F0E" w:rsidRDefault="00C50A5F" w:rsidP="00C50A5F">
            <w:r w:rsidRPr="00F35F0E">
              <w:t>Endpoint</w:t>
            </w:r>
          </w:p>
          <w:p w14:paraId="0F05C128" w14:textId="77777777" w:rsidR="00C50A5F" w:rsidRPr="00F35F0E" w:rsidRDefault="00C50A5F" w:rsidP="00C50A5F">
            <w:r w:rsidRPr="00F35F0E">
              <w:lastRenderedPageBreak/>
              <w:t>(Endpoint class)</w:t>
            </w:r>
          </w:p>
        </w:tc>
        <w:tc>
          <w:tcPr>
            <w:tcW w:w="668" w:type="pct"/>
          </w:tcPr>
          <w:p w14:paraId="6ACFDFF0" w14:textId="77777777" w:rsidR="00C50A5F" w:rsidRPr="00F35F0E" w:rsidRDefault="00C50A5F" w:rsidP="00C50A5F">
            <w:r w:rsidRPr="00F35F0E">
              <w:lastRenderedPageBreak/>
              <w:t>0..n</w:t>
            </w:r>
          </w:p>
        </w:tc>
        <w:tc>
          <w:tcPr>
            <w:tcW w:w="2978" w:type="pct"/>
          </w:tcPr>
          <w:p w14:paraId="43CEF42C" w14:textId="77777777" w:rsidR="00C50A5F" w:rsidRPr="00F35F0E" w:rsidRDefault="00C50A5F" w:rsidP="00C50A5F">
            <w:r w:rsidRPr="00F35F0E">
              <w:t>The Endpoint element contains information about the network endpoint of the Participant.</w:t>
            </w:r>
          </w:p>
        </w:tc>
      </w:tr>
      <w:tr w:rsidR="00C50A5F" w:rsidRPr="00F35F0E" w14:paraId="5B4D0FAC" w14:textId="77777777" w:rsidTr="00C50A5F">
        <w:tc>
          <w:tcPr>
            <w:tcW w:w="1354" w:type="pct"/>
          </w:tcPr>
          <w:p w14:paraId="65FAA476" w14:textId="77777777" w:rsidR="00C50A5F" w:rsidRPr="00F35F0E" w:rsidRDefault="00C50A5F" w:rsidP="00C50A5F">
            <w:r w:rsidRPr="00F35F0E">
              <w:t>Redirect</w:t>
            </w:r>
          </w:p>
          <w:p w14:paraId="5B843EDF" w14:textId="77777777" w:rsidR="00C50A5F" w:rsidRPr="00F35F0E" w:rsidRDefault="00C50A5F" w:rsidP="00C50A5F">
            <w:r w:rsidRPr="00F35F0E">
              <w:t>(Redirect class)</w:t>
            </w:r>
          </w:p>
        </w:tc>
        <w:tc>
          <w:tcPr>
            <w:tcW w:w="668" w:type="pct"/>
          </w:tcPr>
          <w:p w14:paraId="7B6CE273" w14:textId="77777777" w:rsidR="00C50A5F" w:rsidRPr="00F35F0E" w:rsidRDefault="00C50A5F" w:rsidP="00C50A5F">
            <w:r w:rsidRPr="00F35F0E">
              <w:t>0..1</w:t>
            </w:r>
          </w:p>
        </w:tc>
        <w:tc>
          <w:tcPr>
            <w:tcW w:w="2978" w:type="pct"/>
          </w:tcPr>
          <w:p w14:paraId="1B385622" w14:textId="77777777" w:rsidR="00C50A5F" w:rsidRPr="00F35F0E" w:rsidRDefault="00C50A5F" w:rsidP="00C50A5F">
            <w:r w:rsidRPr="00F35F0E">
              <w:t xml:space="preserve">The presence of a Redirect element indicates that a client MUST follow the URL in the </w:t>
            </w:r>
            <w:proofErr w:type="spellStart"/>
            <w:r w:rsidRPr="00F35F0E">
              <w:t>PublisherURI</w:t>
            </w:r>
            <w:proofErr w:type="spellEnd"/>
            <w:r w:rsidRPr="00F35F0E">
              <w:t xml:space="preserve"> element of the Redirect class.</w:t>
            </w:r>
          </w:p>
        </w:tc>
      </w:tr>
      <w:tr w:rsidR="00C50A5F" w:rsidRPr="00F35F0E" w14:paraId="082BE0B8" w14:textId="77777777" w:rsidTr="00C50A5F">
        <w:tc>
          <w:tcPr>
            <w:tcW w:w="1354" w:type="pct"/>
          </w:tcPr>
          <w:p w14:paraId="365F119A" w14:textId="77777777" w:rsidR="00C50A5F" w:rsidRDefault="00C50A5F" w:rsidP="00C50A5F">
            <w:r>
              <w:t>Process</w:t>
            </w:r>
          </w:p>
          <w:p w14:paraId="78330BCC" w14:textId="77777777" w:rsidR="00C50A5F" w:rsidRPr="00F35F0E" w:rsidRDefault="00C50A5F" w:rsidP="00C50A5F">
            <w:r>
              <w:t>(Process class)</w:t>
            </w:r>
          </w:p>
        </w:tc>
        <w:tc>
          <w:tcPr>
            <w:tcW w:w="668" w:type="pct"/>
          </w:tcPr>
          <w:p w14:paraId="59587C8E" w14:textId="77777777" w:rsidR="00C50A5F" w:rsidRPr="00F35F0E" w:rsidRDefault="00C50A5F" w:rsidP="00C50A5F">
            <w:r>
              <w:t>0..n</w:t>
            </w:r>
          </w:p>
        </w:tc>
        <w:tc>
          <w:tcPr>
            <w:tcW w:w="2978" w:type="pct"/>
          </w:tcPr>
          <w:p w14:paraId="32AF3FB5" w14:textId="77777777" w:rsidR="00C50A5F" w:rsidRPr="00F35F0E" w:rsidRDefault="00C50A5F" w:rsidP="00C50A5F">
            <w:r>
              <w:t>Information about the process of which the service of the participant is a part.</w:t>
            </w:r>
          </w:p>
        </w:tc>
      </w:tr>
    </w:tbl>
    <w:p w14:paraId="16589DC8" w14:textId="77777777" w:rsidR="00C50A5F" w:rsidRPr="00F35F0E" w:rsidRDefault="00C50A5F" w:rsidP="002B747E">
      <w:pPr>
        <w:pStyle w:val="Heading3"/>
        <w:numPr>
          <w:ilvl w:val="2"/>
          <w:numId w:val="2"/>
        </w:numPr>
      </w:pPr>
      <w:bookmarkStart w:id="110" w:name="_Toc7437196"/>
      <w:bookmarkStart w:id="111" w:name="_Toc62566914"/>
      <w:r w:rsidRPr="00F35F0E">
        <w:t>The Process class</w:t>
      </w:r>
      <w:bookmarkEnd w:id="110"/>
      <w:bookmarkEnd w:id="111"/>
    </w:p>
    <w:p w14:paraId="60A9B834" w14:textId="77777777" w:rsidR="00C50A5F" w:rsidRPr="00F35F0E" w:rsidRDefault="00C50A5F" w:rsidP="00C50A5F">
      <w:r w:rsidRPr="00F35F0E">
        <w:t>The CCTS-modeled objects in the Process class are as follows:</w:t>
      </w:r>
    </w:p>
    <w:tbl>
      <w:tblPr>
        <w:tblStyle w:val="TableGrid"/>
        <w:tblW w:w="5000" w:type="pct"/>
        <w:tblLook w:val="06A0" w:firstRow="1" w:lastRow="0" w:firstColumn="1" w:lastColumn="0" w:noHBand="1" w:noVBand="1"/>
      </w:tblPr>
      <w:tblGrid>
        <w:gridCol w:w="2507"/>
        <w:gridCol w:w="1250"/>
        <w:gridCol w:w="5593"/>
      </w:tblGrid>
      <w:tr w:rsidR="00C50A5F" w:rsidRPr="00F35F0E" w14:paraId="52FD3484" w14:textId="77777777" w:rsidTr="00C50A5F">
        <w:trPr>
          <w:tblHeader/>
        </w:trPr>
        <w:tc>
          <w:tcPr>
            <w:tcW w:w="1341" w:type="pct"/>
          </w:tcPr>
          <w:p w14:paraId="6A0C85B8" w14:textId="77777777" w:rsidR="00C50A5F" w:rsidRPr="00F35F0E" w:rsidRDefault="00C50A5F" w:rsidP="00C50A5F">
            <w:pPr>
              <w:rPr>
                <w:b/>
              </w:rPr>
            </w:pPr>
            <w:r w:rsidRPr="00F35F0E">
              <w:rPr>
                <w:b/>
              </w:rPr>
              <w:t>Name</w:t>
            </w:r>
          </w:p>
          <w:p w14:paraId="7D72D415" w14:textId="77777777" w:rsidR="00C50A5F" w:rsidRPr="00F35F0E" w:rsidRDefault="00C50A5F" w:rsidP="00C50A5F">
            <w:pPr>
              <w:rPr>
                <w:b/>
              </w:rPr>
            </w:pPr>
            <w:r w:rsidRPr="00F35F0E">
              <w:rPr>
                <w:b/>
              </w:rPr>
              <w:t>(Unqualified data type)</w:t>
            </w:r>
          </w:p>
        </w:tc>
        <w:tc>
          <w:tcPr>
            <w:tcW w:w="668" w:type="pct"/>
          </w:tcPr>
          <w:p w14:paraId="393F2D94" w14:textId="77777777" w:rsidR="00C50A5F" w:rsidRPr="00F35F0E" w:rsidRDefault="00C50A5F" w:rsidP="00C50A5F">
            <w:pPr>
              <w:rPr>
                <w:b/>
              </w:rPr>
            </w:pPr>
            <w:r w:rsidRPr="00F35F0E">
              <w:rPr>
                <w:b/>
              </w:rPr>
              <w:t>Cardinality</w:t>
            </w:r>
          </w:p>
        </w:tc>
        <w:tc>
          <w:tcPr>
            <w:tcW w:w="2991" w:type="pct"/>
          </w:tcPr>
          <w:p w14:paraId="47C45BA9" w14:textId="77777777" w:rsidR="00C50A5F" w:rsidRPr="00F35F0E" w:rsidRDefault="00C50A5F" w:rsidP="00C50A5F">
            <w:pPr>
              <w:rPr>
                <w:b/>
              </w:rPr>
            </w:pPr>
            <w:r w:rsidRPr="00F35F0E">
              <w:rPr>
                <w:b/>
              </w:rPr>
              <w:t>Description</w:t>
            </w:r>
          </w:p>
        </w:tc>
      </w:tr>
      <w:tr w:rsidR="00C50A5F" w:rsidRPr="00F35F0E" w14:paraId="5F17F8AD" w14:textId="77777777" w:rsidTr="00C50A5F">
        <w:tc>
          <w:tcPr>
            <w:tcW w:w="1341" w:type="pct"/>
          </w:tcPr>
          <w:p w14:paraId="56D488CA" w14:textId="77777777" w:rsidR="00C50A5F" w:rsidRPr="00F35F0E" w:rsidRDefault="00C50A5F" w:rsidP="00C50A5F">
            <w:proofErr w:type="spellStart"/>
            <w:r w:rsidRPr="00F35F0E">
              <w:t>SMPExtensions</w:t>
            </w:r>
            <w:proofErr w:type="spellEnd"/>
          </w:p>
        </w:tc>
        <w:tc>
          <w:tcPr>
            <w:tcW w:w="668" w:type="pct"/>
          </w:tcPr>
          <w:p w14:paraId="3290893F" w14:textId="77777777" w:rsidR="00C50A5F" w:rsidRPr="00F35F0E" w:rsidRDefault="00C50A5F" w:rsidP="00C50A5F">
            <w:r w:rsidRPr="00F35F0E">
              <w:t>0..1</w:t>
            </w:r>
          </w:p>
        </w:tc>
        <w:tc>
          <w:tcPr>
            <w:tcW w:w="2991" w:type="pct"/>
          </w:tcPr>
          <w:p w14:paraId="6DEE03E2" w14:textId="77777777" w:rsidR="00C50A5F" w:rsidRPr="00F35F0E" w:rsidRDefault="00C50A5F" w:rsidP="00C50A5F">
            <w:r w:rsidRPr="00F35F0E">
              <w:t>A container for all extensions present at the Process level.</w:t>
            </w:r>
          </w:p>
        </w:tc>
      </w:tr>
      <w:tr w:rsidR="00C50A5F" w:rsidRPr="00F35F0E" w14:paraId="06F45D29" w14:textId="77777777" w:rsidTr="00C50A5F">
        <w:tc>
          <w:tcPr>
            <w:tcW w:w="1341" w:type="pct"/>
          </w:tcPr>
          <w:p w14:paraId="35ABDD30" w14:textId="77777777" w:rsidR="00C50A5F" w:rsidRPr="00F35F0E" w:rsidRDefault="00C50A5F" w:rsidP="00C50A5F">
            <w:r w:rsidRPr="00F35F0E">
              <w:t>ID</w:t>
            </w:r>
          </w:p>
          <w:p w14:paraId="1D515A33" w14:textId="77777777" w:rsidR="00C50A5F" w:rsidRPr="00F35F0E" w:rsidRDefault="00C50A5F" w:rsidP="00C50A5F">
            <w:r w:rsidRPr="00F35F0E">
              <w:t>(Identifier)</w:t>
            </w:r>
          </w:p>
        </w:tc>
        <w:tc>
          <w:tcPr>
            <w:tcW w:w="668" w:type="pct"/>
          </w:tcPr>
          <w:p w14:paraId="54FE0F3F" w14:textId="77777777" w:rsidR="00C50A5F" w:rsidRPr="00F35F0E" w:rsidRDefault="00C50A5F" w:rsidP="00C50A5F">
            <w:r w:rsidRPr="00F35F0E">
              <w:t>1..1</w:t>
            </w:r>
          </w:p>
        </w:tc>
        <w:tc>
          <w:tcPr>
            <w:tcW w:w="2991" w:type="pct"/>
          </w:tcPr>
          <w:p w14:paraId="319BD0FC" w14:textId="77777777" w:rsidR="00C50A5F" w:rsidRPr="00F35F0E" w:rsidRDefault="00C50A5F" w:rsidP="00C50A5F">
            <w:r w:rsidRPr="00F35F0E">
              <w:t>The identifier of the process.</w:t>
            </w:r>
          </w:p>
          <w:p w14:paraId="41AD1901" w14:textId="77777777" w:rsidR="00C50A5F" w:rsidRDefault="00C50A5F" w:rsidP="00C50A5F">
            <w:r w:rsidRPr="00F35F0E">
              <w:t>A process is identified by a string that</w:t>
            </w:r>
            <w:r>
              <w:t xml:space="preserve"> (with the exception of </w:t>
            </w:r>
            <w:proofErr w:type="spellStart"/>
            <w:r>
              <w:rPr>
                <w:rFonts w:ascii="Courier New" w:hAnsi="Courier New" w:cs="Courier New"/>
                <w:color w:val="000000"/>
                <w:szCs w:val="20"/>
              </w:rPr>
              <w:t>bdx:noprocess</w:t>
            </w:r>
            <w:proofErr w:type="spellEnd"/>
            <w:r>
              <w:t>)</w:t>
            </w:r>
            <w:r w:rsidRPr="00F35F0E">
              <w:t xml:space="preserve"> is defined outside of this specification. For example, the CEN workshop on Business Interoperability Interfaces (BII) has chosen to indicate a UBL-based ”simple procurement” process (or ”profile” in UBL terminology) with the identifier “BII07”, and a UBL-based basic invoice exchange profile with the identifier “BII04”.</w:t>
            </w:r>
          </w:p>
          <w:p w14:paraId="28A523D1" w14:textId="77777777" w:rsidR="00C50A5F" w:rsidRDefault="00C50A5F" w:rsidP="00C50A5F">
            <w:pPr>
              <w:rPr>
                <w:rFonts w:cs="Arial"/>
                <w:color w:val="000000"/>
                <w:szCs w:val="20"/>
              </w:rPr>
            </w:pPr>
            <w:r>
              <w:rPr>
                <w:rFonts w:cs="Arial"/>
                <w:color w:val="000000"/>
                <w:szCs w:val="20"/>
              </w:rPr>
              <w:t>This document defines one process identifier, which represents documents that are not sent under any specific process:</w:t>
            </w:r>
          </w:p>
          <w:p w14:paraId="625BC458" w14:textId="77777777" w:rsidR="00C50A5F" w:rsidRPr="00B37A45" w:rsidRDefault="00C50A5F" w:rsidP="00C50A5F">
            <w:pPr>
              <w:ind w:left="720"/>
              <w:rPr>
                <w:rFonts w:cs="Arial"/>
                <w:color w:val="000000"/>
                <w:szCs w:val="20"/>
              </w:rPr>
            </w:pPr>
            <w:proofErr w:type="spellStart"/>
            <w:r>
              <w:rPr>
                <w:rFonts w:ascii="Courier New" w:hAnsi="Courier New" w:cs="Courier New"/>
                <w:color w:val="000000"/>
                <w:szCs w:val="20"/>
              </w:rPr>
              <w:t>bdx:noprocess</w:t>
            </w:r>
            <w:proofErr w:type="spellEnd"/>
          </w:p>
          <w:p w14:paraId="75883F61" w14:textId="77777777" w:rsidR="00C50A5F" w:rsidRPr="00F35F0E" w:rsidRDefault="00C50A5F" w:rsidP="00C50A5F">
            <w:r w:rsidRPr="00F35F0E">
              <w:t>A process identifier specification policy MAY define its own requirements for case sensitivity handling. Unless defined differently in such specification or policy, the process identifier MUST be treated as case insensitive.</w:t>
            </w:r>
          </w:p>
        </w:tc>
      </w:tr>
      <w:tr w:rsidR="00C50A5F" w:rsidRPr="00F35F0E" w14:paraId="083BBBF3" w14:textId="77777777" w:rsidTr="00C50A5F">
        <w:tc>
          <w:tcPr>
            <w:tcW w:w="1341" w:type="pct"/>
          </w:tcPr>
          <w:p w14:paraId="67A6972E" w14:textId="77777777" w:rsidR="00C50A5F" w:rsidRPr="00F35F0E" w:rsidRDefault="00C50A5F" w:rsidP="00C50A5F">
            <w:proofErr w:type="spellStart"/>
            <w:r w:rsidRPr="00F35F0E">
              <w:t>RoleID</w:t>
            </w:r>
            <w:proofErr w:type="spellEnd"/>
          </w:p>
          <w:p w14:paraId="7D029CC5" w14:textId="77777777" w:rsidR="00C50A5F" w:rsidRPr="00F35F0E" w:rsidRDefault="00C50A5F" w:rsidP="00C50A5F">
            <w:r w:rsidRPr="00F35F0E">
              <w:t>(Identifier)</w:t>
            </w:r>
          </w:p>
        </w:tc>
        <w:tc>
          <w:tcPr>
            <w:tcW w:w="668" w:type="pct"/>
          </w:tcPr>
          <w:p w14:paraId="68452255" w14:textId="77777777" w:rsidR="00C50A5F" w:rsidRPr="00F35F0E" w:rsidRDefault="00C50A5F" w:rsidP="00C50A5F">
            <w:r w:rsidRPr="00F35F0E">
              <w:t>0..n</w:t>
            </w:r>
          </w:p>
        </w:tc>
        <w:tc>
          <w:tcPr>
            <w:tcW w:w="2991" w:type="pct"/>
          </w:tcPr>
          <w:p w14:paraId="3F42FEF4" w14:textId="77777777" w:rsidR="00C50A5F" w:rsidRPr="00F35F0E" w:rsidRDefault="00C50A5F" w:rsidP="00C50A5F">
            <w:r w:rsidRPr="00F35F0E">
              <w:t>May be used to indicate the role of the participant in a process where more than two roles are defined or where distinguishing implicit roles based on service identifier is not possible.</w:t>
            </w:r>
          </w:p>
        </w:tc>
      </w:tr>
    </w:tbl>
    <w:p w14:paraId="76A5FC91" w14:textId="77777777" w:rsidR="00C50A5F" w:rsidRPr="00F35F0E" w:rsidRDefault="00C50A5F" w:rsidP="002B747E">
      <w:pPr>
        <w:pStyle w:val="Heading3"/>
        <w:numPr>
          <w:ilvl w:val="2"/>
          <w:numId w:val="2"/>
        </w:numPr>
      </w:pPr>
      <w:bookmarkStart w:id="112" w:name="_Toc7437197"/>
      <w:bookmarkStart w:id="113" w:name="_Toc62566915"/>
      <w:r w:rsidRPr="00F35F0E">
        <w:t>The Endpoint class</w:t>
      </w:r>
      <w:bookmarkEnd w:id="112"/>
      <w:bookmarkEnd w:id="113"/>
    </w:p>
    <w:p w14:paraId="58D735B8" w14:textId="77777777" w:rsidR="00C50A5F" w:rsidRPr="00F35F0E" w:rsidRDefault="00C50A5F" w:rsidP="00C50A5F">
      <w:r w:rsidRPr="00F35F0E">
        <w:t>The CCTS-modeled objects in the Endpoint class are as follows:</w:t>
      </w:r>
    </w:p>
    <w:tbl>
      <w:tblPr>
        <w:tblStyle w:val="TableGrid"/>
        <w:tblW w:w="5000" w:type="pct"/>
        <w:tblLook w:val="06A0" w:firstRow="1" w:lastRow="0" w:firstColumn="1" w:lastColumn="0" w:noHBand="1" w:noVBand="1"/>
      </w:tblPr>
      <w:tblGrid>
        <w:gridCol w:w="2507"/>
        <w:gridCol w:w="1250"/>
        <w:gridCol w:w="5593"/>
      </w:tblGrid>
      <w:tr w:rsidR="00C50A5F" w:rsidRPr="00F35F0E" w14:paraId="4C6BA478" w14:textId="77777777" w:rsidTr="00C50A5F">
        <w:trPr>
          <w:tblHeader/>
        </w:trPr>
        <w:tc>
          <w:tcPr>
            <w:tcW w:w="1341" w:type="pct"/>
          </w:tcPr>
          <w:p w14:paraId="5334B52D" w14:textId="77777777" w:rsidR="00C50A5F" w:rsidRPr="00F35F0E" w:rsidRDefault="00C50A5F" w:rsidP="00C50A5F">
            <w:pPr>
              <w:rPr>
                <w:b/>
              </w:rPr>
            </w:pPr>
            <w:r w:rsidRPr="00F35F0E">
              <w:rPr>
                <w:b/>
              </w:rPr>
              <w:t>Name</w:t>
            </w:r>
          </w:p>
          <w:p w14:paraId="28175751" w14:textId="77777777" w:rsidR="00C50A5F" w:rsidRPr="00F35F0E" w:rsidRDefault="00C50A5F" w:rsidP="00C50A5F">
            <w:pPr>
              <w:rPr>
                <w:b/>
              </w:rPr>
            </w:pPr>
            <w:r w:rsidRPr="00F35F0E">
              <w:rPr>
                <w:b/>
              </w:rPr>
              <w:t>(Unqualified data type)</w:t>
            </w:r>
          </w:p>
        </w:tc>
        <w:tc>
          <w:tcPr>
            <w:tcW w:w="668" w:type="pct"/>
          </w:tcPr>
          <w:p w14:paraId="227D7B58" w14:textId="77777777" w:rsidR="00C50A5F" w:rsidRPr="00F35F0E" w:rsidRDefault="00C50A5F" w:rsidP="00C50A5F">
            <w:pPr>
              <w:rPr>
                <w:b/>
              </w:rPr>
            </w:pPr>
            <w:r w:rsidRPr="00F35F0E">
              <w:rPr>
                <w:b/>
              </w:rPr>
              <w:t>Cardinality</w:t>
            </w:r>
          </w:p>
        </w:tc>
        <w:tc>
          <w:tcPr>
            <w:tcW w:w="2991" w:type="pct"/>
          </w:tcPr>
          <w:p w14:paraId="42F1AC4B" w14:textId="77777777" w:rsidR="00C50A5F" w:rsidRPr="00F35F0E" w:rsidRDefault="00C50A5F" w:rsidP="00C50A5F">
            <w:pPr>
              <w:rPr>
                <w:b/>
              </w:rPr>
            </w:pPr>
            <w:r w:rsidRPr="00F35F0E">
              <w:rPr>
                <w:b/>
              </w:rPr>
              <w:t>Description</w:t>
            </w:r>
          </w:p>
        </w:tc>
      </w:tr>
      <w:tr w:rsidR="00C50A5F" w:rsidRPr="00F35F0E" w14:paraId="4BD86B44" w14:textId="77777777" w:rsidTr="00C50A5F">
        <w:tc>
          <w:tcPr>
            <w:tcW w:w="1341" w:type="pct"/>
          </w:tcPr>
          <w:p w14:paraId="589166A9" w14:textId="77777777" w:rsidR="00C50A5F" w:rsidRPr="00F35F0E" w:rsidRDefault="00C50A5F" w:rsidP="00C50A5F">
            <w:proofErr w:type="spellStart"/>
            <w:r w:rsidRPr="00F35F0E">
              <w:t>SMPExtensions</w:t>
            </w:r>
            <w:proofErr w:type="spellEnd"/>
          </w:p>
        </w:tc>
        <w:tc>
          <w:tcPr>
            <w:tcW w:w="668" w:type="pct"/>
          </w:tcPr>
          <w:p w14:paraId="5D1C3DC8" w14:textId="77777777" w:rsidR="00C50A5F" w:rsidRPr="00F35F0E" w:rsidRDefault="00C50A5F" w:rsidP="00C50A5F">
            <w:r w:rsidRPr="00F35F0E">
              <w:t>0..1</w:t>
            </w:r>
          </w:p>
        </w:tc>
        <w:tc>
          <w:tcPr>
            <w:tcW w:w="2991" w:type="pct"/>
          </w:tcPr>
          <w:p w14:paraId="1F7AFA13" w14:textId="77777777" w:rsidR="00C50A5F" w:rsidRPr="00F35F0E" w:rsidRDefault="00C50A5F" w:rsidP="00C50A5F">
            <w:r w:rsidRPr="00F35F0E">
              <w:t>A container for all extensions present at the Endpoint level.</w:t>
            </w:r>
          </w:p>
        </w:tc>
      </w:tr>
      <w:tr w:rsidR="00C50A5F" w:rsidRPr="00F35F0E" w14:paraId="659D84B6" w14:textId="77777777" w:rsidTr="00C50A5F">
        <w:tc>
          <w:tcPr>
            <w:tcW w:w="1341" w:type="pct"/>
          </w:tcPr>
          <w:p w14:paraId="4897EAAA" w14:textId="77777777" w:rsidR="00C50A5F" w:rsidRPr="00F35F0E" w:rsidRDefault="00C50A5F" w:rsidP="00C50A5F">
            <w:proofErr w:type="spellStart"/>
            <w:r w:rsidRPr="00F35F0E">
              <w:t>TransportProfileID</w:t>
            </w:r>
            <w:proofErr w:type="spellEnd"/>
          </w:p>
          <w:p w14:paraId="0712693B" w14:textId="77777777" w:rsidR="00C50A5F" w:rsidRPr="00F35F0E" w:rsidRDefault="00C50A5F" w:rsidP="00C50A5F">
            <w:r w:rsidRPr="00F35F0E">
              <w:t>(Identifier)</w:t>
            </w:r>
          </w:p>
        </w:tc>
        <w:tc>
          <w:tcPr>
            <w:tcW w:w="668" w:type="pct"/>
          </w:tcPr>
          <w:p w14:paraId="685BBE5E" w14:textId="77777777" w:rsidR="00C50A5F" w:rsidRPr="00F35F0E" w:rsidRDefault="00C50A5F" w:rsidP="00C50A5F">
            <w:r w:rsidRPr="00F35F0E">
              <w:t>1..1</w:t>
            </w:r>
          </w:p>
        </w:tc>
        <w:tc>
          <w:tcPr>
            <w:tcW w:w="2991" w:type="pct"/>
          </w:tcPr>
          <w:p w14:paraId="22A3165C" w14:textId="77777777" w:rsidR="00C50A5F" w:rsidRPr="00F35F0E" w:rsidRDefault="00C50A5F" w:rsidP="00C50A5F">
            <w:r w:rsidRPr="00F35F0E">
              <w:t>Indicates the type of transport method that is being used between access points.</w:t>
            </w:r>
          </w:p>
        </w:tc>
      </w:tr>
      <w:tr w:rsidR="00C50A5F" w:rsidRPr="00F35F0E" w14:paraId="1112C08D" w14:textId="77777777" w:rsidTr="00C50A5F">
        <w:tc>
          <w:tcPr>
            <w:tcW w:w="1341" w:type="pct"/>
          </w:tcPr>
          <w:p w14:paraId="66F92A48" w14:textId="77777777" w:rsidR="00C50A5F" w:rsidRPr="00F35F0E" w:rsidRDefault="00C50A5F" w:rsidP="00C50A5F">
            <w:r w:rsidRPr="00F35F0E">
              <w:lastRenderedPageBreak/>
              <w:t>Description</w:t>
            </w:r>
          </w:p>
          <w:p w14:paraId="7FD80922" w14:textId="77777777" w:rsidR="00C50A5F" w:rsidRPr="00F35F0E" w:rsidRDefault="00C50A5F" w:rsidP="00C50A5F">
            <w:r w:rsidRPr="00F35F0E">
              <w:t>(Text)</w:t>
            </w:r>
          </w:p>
        </w:tc>
        <w:tc>
          <w:tcPr>
            <w:tcW w:w="668" w:type="pct"/>
          </w:tcPr>
          <w:p w14:paraId="1DE35CA8" w14:textId="77777777" w:rsidR="00C50A5F" w:rsidRPr="00F35F0E" w:rsidRDefault="00C50A5F" w:rsidP="00C50A5F">
            <w:r w:rsidRPr="00F35F0E">
              <w:t>0..1</w:t>
            </w:r>
          </w:p>
        </w:tc>
        <w:tc>
          <w:tcPr>
            <w:tcW w:w="2991" w:type="pct"/>
          </w:tcPr>
          <w:p w14:paraId="366663E3" w14:textId="77777777" w:rsidR="00C50A5F" w:rsidRPr="00F35F0E" w:rsidRDefault="00C50A5F" w:rsidP="00C50A5F">
            <w:r w:rsidRPr="00F35F0E">
              <w:t>A human readable description of the endpoint.</w:t>
            </w:r>
          </w:p>
        </w:tc>
      </w:tr>
      <w:tr w:rsidR="00C50A5F" w:rsidRPr="00F35F0E" w14:paraId="72D13100" w14:textId="77777777" w:rsidTr="00C50A5F">
        <w:tc>
          <w:tcPr>
            <w:tcW w:w="1341" w:type="pct"/>
          </w:tcPr>
          <w:p w14:paraId="1771A6D5" w14:textId="77777777" w:rsidR="00C50A5F" w:rsidRPr="00F35F0E" w:rsidRDefault="00C50A5F" w:rsidP="00C50A5F">
            <w:r w:rsidRPr="00F35F0E">
              <w:t>Contact</w:t>
            </w:r>
          </w:p>
          <w:p w14:paraId="7E1A0966" w14:textId="77777777" w:rsidR="00C50A5F" w:rsidRPr="00F35F0E" w:rsidRDefault="00C50A5F" w:rsidP="00C50A5F">
            <w:r w:rsidRPr="00F35F0E">
              <w:t>(Text)</w:t>
            </w:r>
          </w:p>
        </w:tc>
        <w:tc>
          <w:tcPr>
            <w:tcW w:w="668" w:type="pct"/>
          </w:tcPr>
          <w:p w14:paraId="47E78DF5" w14:textId="77777777" w:rsidR="00C50A5F" w:rsidRPr="00F35F0E" w:rsidRDefault="00C50A5F" w:rsidP="00C50A5F">
            <w:r w:rsidRPr="00F35F0E">
              <w:t>0..1</w:t>
            </w:r>
          </w:p>
        </w:tc>
        <w:tc>
          <w:tcPr>
            <w:tcW w:w="2991" w:type="pct"/>
          </w:tcPr>
          <w:p w14:paraId="193DCC3E" w14:textId="77777777" w:rsidR="00C50A5F" w:rsidRPr="00F35F0E" w:rsidRDefault="00C50A5F" w:rsidP="00C50A5F">
            <w:r w:rsidRPr="00F35F0E">
              <w:t>Represents a link to human readable contact information. This might also be an email address.</w:t>
            </w:r>
          </w:p>
        </w:tc>
      </w:tr>
      <w:tr w:rsidR="00C50A5F" w:rsidRPr="00F35F0E" w14:paraId="39F79EF3" w14:textId="77777777" w:rsidTr="00C50A5F">
        <w:tc>
          <w:tcPr>
            <w:tcW w:w="1341" w:type="pct"/>
          </w:tcPr>
          <w:p w14:paraId="5E51BBF8" w14:textId="77777777" w:rsidR="00C50A5F" w:rsidRPr="00F35F0E" w:rsidRDefault="00C50A5F" w:rsidP="00C50A5F">
            <w:proofErr w:type="spellStart"/>
            <w:r w:rsidRPr="00F35F0E">
              <w:t>AddressURI</w:t>
            </w:r>
            <w:proofErr w:type="spellEnd"/>
          </w:p>
          <w:p w14:paraId="00A4F363" w14:textId="77777777" w:rsidR="00C50A5F" w:rsidRPr="00F35F0E" w:rsidRDefault="00C50A5F" w:rsidP="00C50A5F">
            <w:r w:rsidRPr="00F35F0E">
              <w:t>(Identifier)</w:t>
            </w:r>
          </w:p>
        </w:tc>
        <w:tc>
          <w:tcPr>
            <w:tcW w:w="668" w:type="pct"/>
          </w:tcPr>
          <w:p w14:paraId="5319CBB8" w14:textId="77777777" w:rsidR="00C50A5F" w:rsidRPr="00F35F0E" w:rsidRDefault="00C50A5F" w:rsidP="00C50A5F">
            <w:r w:rsidRPr="00F35F0E">
              <w:t>0..1</w:t>
            </w:r>
          </w:p>
        </w:tc>
        <w:tc>
          <w:tcPr>
            <w:tcW w:w="2991" w:type="pct"/>
          </w:tcPr>
          <w:p w14:paraId="1FA938E0" w14:textId="77777777" w:rsidR="00C50A5F" w:rsidRPr="00F35F0E" w:rsidRDefault="00C50A5F" w:rsidP="00C50A5F">
            <w:r w:rsidRPr="00F35F0E">
              <w:t>The address of an endpoint, as a URL.</w:t>
            </w:r>
          </w:p>
        </w:tc>
      </w:tr>
      <w:tr w:rsidR="00C50A5F" w:rsidRPr="00F35F0E" w14:paraId="356DB53C" w14:textId="77777777" w:rsidTr="00C50A5F">
        <w:tc>
          <w:tcPr>
            <w:tcW w:w="1341" w:type="pct"/>
          </w:tcPr>
          <w:p w14:paraId="6B99A53E" w14:textId="77777777" w:rsidR="00C50A5F" w:rsidRPr="00F35F0E" w:rsidRDefault="00C50A5F" w:rsidP="00C50A5F">
            <w:proofErr w:type="spellStart"/>
            <w:r w:rsidRPr="00F35F0E">
              <w:t>ActivationDate</w:t>
            </w:r>
            <w:proofErr w:type="spellEnd"/>
          </w:p>
          <w:p w14:paraId="00653AFB" w14:textId="77777777" w:rsidR="00C50A5F" w:rsidRPr="00F35F0E" w:rsidRDefault="00C50A5F" w:rsidP="00C50A5F">
            <w:r w:rsidRPr="00F35F0E">
              <w:t>(Date)</w:t>
            </w:r>
          </w:p>
        </w:tc>
        <w:tc>
          <w:tcPr>
            <w:tcW w:w="668" w:type="pct"/>
          </w:tcPr>
          <w:p w14:paraId="4694619C" w14:textId="77777777" w:rsidR="00C50A5F" w:rsidRPr="00F35F0E" w:rsidRDefault="00C50A5F" w:rsidP="00C50A5F">
            <w:r w:rsidRPr="00F35F0E">
              <w:t>0..1</w:t>
            </w:r>
          </w:p>
        </w:tc>
        <w:tc>
          <w:tcPr>
            <w:tcW w:w="2991" w:type="pct"/>
          </w:tcPr>
          <w:p w14:paraId="457180E1" w14:textId="77777777" w:rsidR="00C50A5F" w:rsidRPr="00F35F0E" w:rsidRDefault="00C50A5F" w:rsidP="00C50A5F">
            <w:r w:rsidRPr="00F35F0E">
              <w:t xml:space="preserve">Activation date of the service. Senders SHOULD ignore services that are not yet activated. Data type of </w:t>
            </w:r>
            <w:proofErr w:type="spellStart"/>
            <w:r w:rsidRPr="00F35F0E">
              <w:t>ServiceActivationDate</w:t>
            </w:r>
            <w:proofErr w:type="spellEnd"/>
            <w:r w:rsidRPr="00F35F0E">
              <w:t xml:space="preserve"> date is </w:t>
            </w:r>
            <w:proofErr w:type="spellStart"/>
            <w:r w:rsidRPr="00F35F0E">
              <w:rPr>
                <w:rFonts w:ascii="Courier New" w:hAnsi="Courier New" w:cs="Courier New"/>
                <w:i/>
              </w:rPr>
              <w:t>xsd:date</w:t>
            </w:r>
            <w:proofErr w:type="spellEnd"/>
            <w:r w:rsidRPr="00F35F0E">
              <w:t>.</w:t>
            </w:r>
          </w:p>
          <w:p w14:paraId="2E6A0C7C" w14:textId="77777777" w:rsidR="00C50A5F" w:rsidRPr="00F35F0E" w:rsidRDefault="00C50A5F" w:rsidP="00C50A5F">
            <w:r w:rsidRPr="00F35F0E">
              <w:t xml:space="preserve">The </w:t>
            </w:r>
            <w:r>
              <w:t xml:space="preserve">service activation period includes the date specified in </w:t>
            </w:r>
            <w:proofErr w:type="spellStart"/>
            <w:r w:rsidRPr="00F35F0E">
              <w:t>ActivationDate</w:t>
            </w:r>
            <w:proofErr w:type="spellEnd"/>
            <w:r>
              <w:t xml:space="preserve"> date.</w:t>
            </w:r>
            <w:r w:rsidRPr="00F35F0E">
              <w:t xml:space="preserve"> </w:t>
            </w:r>
            <w:proofErr w:type="spellStart"/>
            <w:r>
              <w:t>ActivationDate</w:t>
            </w:r>
            <w:proofErr w:type="spellEnd"/>
            <w:r>
              <w:t xml:space="preserve"> </w:t>
            </w:r>
            <w:r w:rsidRPr="00F35F0E">
              <w:t>MUST be a date before the ExpirationDat</w:t>
            </w:r>
            <w:r>
              <w:t>e</w:t>
            </w:r>
            <w:r w:rsidRPr="00F35F0E">
              <w:t>.</w:t>
            </w:r>
          </w:p>
        </w:tc>
      </w:tr>
      <w:tr w:rsidR="00C50A5F" w:rsidRPr="00F35F0E" w14:paraId="71E65BC6" w14:textId="77777777" w:rsidTr="00C50A5F">
        <w:tc>
          <w:tcPr>
            <w:tcW w:w="1341" w:type="pct"/>
          </w:tcPr>
          <w:p w14:paraId="4CCE7D83" w14:textId="77777777" w:rsidR="00C50A5F" w:rsidRPr="00F35F0E" w:rsidRDefault="00C50A5F" w:rsidP="00C50A5F">
            <w:r w:rsidRPr="00F35F0E">
              <w:t>ExpirationDate</w:t>
            </w:r>
          </w:p>
          <w:p w14:paraId="28B1E5B4" w14:textId="77777777" w:rsidR="00C50A5F" w:rsidRPr="00F35F0E" w:rsidRDefault="00C50A5F" w:rsidP="00C50A5F">
            <w:r w:rsidRPr="00F35F0E">
              <w:t>(Date)</w:t>
            </w:r>
          </w:p>
        </w:tc>
        <w:tc>
          <w:tcPr>
            <w:tcW w:w="668" w:type="pct"/>
          </w:tcPr>
          <w:p w14:paraId="4BC5FF6F" w14:textId="77777777" w:rsidR="00C50A5F" w:rsidRPr="00F35F0E" w:rsidRDefault="00C50A5F" w:rsidP="00C50A5F">
            <w:r w:rsidRPr="00F35F0E">
              <w:t>0..1</w:t>
            </w:r>
          </w:p>
        </w:tc>
        <w:tc>
          <w:tcPr>
            <w:tcW w:w="2991" w:type="pct"/>
          </w:tcPr>
          <w:p w14:paraId="05E52563" w14:textId="77777777" w:rsidR="00C50A5F" w:rsidRPr="00F35F0E" w:rsidRDefault="00C50A5F" w:rsidP="00C50A5F">
            <w:r w:rsidRPr="00F35F0E">
              <w:t xml:space="preserve">Expiration date of the service. Senders SHOULD ignore services that are expired. Data type of ExpirationDate date is </w:t>
            </w:r>
            <w:proofErr w:type="spellStart"/>
            <w:r w:rsidRPr="00F35F0E">
              <w:rPr>
                <w:rFonts w:ascii="Courier New" w:hAnsi="Courier New" w:cs="Courier New"/>
                <w:i/>
              </w:rPr>
              <w:t>xsd:date</w:t>
            </w:r>
            <w:proofErr w:type="spellEnd"/>
            <w:r w:rsidRPr="00F35F0E">
              <w:t>.</w:t>
            </w:r>
          </w:p>
          <w:p w14:paraId="42D7F532" w14:textId="77777777" w:rsidR="00C50A5F" w:rsidRPr="00F35F0E" w:rsidRDefault="00C50A5F" w:rsidP="00C50A5F">
            <w:r w:rsidRPr="00F35F0E">
              <w:t xml:space="preserve">The </w:t>
            </w:r>
            <w:r>
              <w:t xml:space="preserve">active service period is exclusive of the ExpirationDate date. </w:t>
            </w:r>
            <w:r w:rsidRPr="00F35F0E">
              <w:t>ExpirationDat</w:t>
            </w:r>
            <w:r>
              <w:t>e</w:t>
            </w:r>
            <w:r w:rsidRPr="00F35F0E">
              <w:t xml:space="preserve"> MUST be a date after the </w:t>
            </w:r>
            <w:proofErr w:type="spellStart"/>
            <w:r w:rsidRPr="00F35F0E">
              <w:t>ActivationDate</w:t>
            </w:r>
            <w:proofErr w:type="spellEnd"/>
            <w:r w:rsidRPr="00F35F0E">
              <w:t>.</w:t>
            </w:r>
          </w:p>
        </w:tc>
      </w:tr>
      <w:tr w:rsidR="00C50A5F" w:rsidRPr="00F35F0E" w14:paraId="32BB12AC" w14:textId="77777777" w:rsidTr="00C50A5F">
        <w:tc>
          <w:tcPr>
            <w:tcW w:w="1341" w:type="pct"/>
          </w:tcPr>
          <w:p w14:paraId="2D5BA840" w14:textId="77777777" w:rsidR="00C50A5F" w:rsidRPr="00F35F0E" w:rsidRDefault="00C50A5F" w:rsidP="00C50A5F">
            <w:r w:rsidRPr="00F35F0E">
              <w:t>Certificate</w:t>
            </w:r>
          </w:p>
          <w:p w14:paraId="305279B1" w14:textId="77777777" w:rsidR="00C50A5F" w:rsidRPr="00F35F0E" w:rsidRDefault="00C50A5F" w:rsidP="00C50A5F">
            <w:r w:rsidRPr="00F35F0E">
              <w:t>(Certificate class)</w:t>
            </w:r>
          </w:p>
        </w:tc>
        <w:tc>
          <w:tcPr>
            <w:tcW w:w="668" w:type="pct"/>
          </w:tcPr>
          <w:p w14:paraId="671337FE" w14:textId="77777777" w:rsidR="00C50A5F" w:rsidRPr="00F35F0E" w:rsidRDefault="00C50A5F" w:rsidP="00C50A5F">
            <w:r w:rsidRPr="00F35F0E">
              <w:t>0..n</w:t>
            </w:r>
          </w:p>
        </w:tc>
        <w:tc>
          <w:tcPr>
            <w:tcW w:w="2991" w:type="pct"/>
          </w:tcPr>
          <w:p w14:paraId="6757EA0E" w14:textId="77777777" w:rsidR="00C50A5F" w:rsidRPr="00F35F0E" w:rsidRDefault="00C50A5F" w:rsidP="00C50A5F">
            <w:r w:rsidRPr="00F35F0E">
              <w:t>One or more certificates used to validate the communication with an endpoint.</w:t>
            </w:r>
          </w:p>
        </w:tc>
      </w:tr>
    </w:tbl>
    <w:p w14:paraId="4DC8266D" w14:textId="77777777" w:rsidR="00C50A5F" w:rsidRPr="00F35F0E" w:rsidRDefault="00C50A5F" w:rsidP="002B747E">
      <w:pPr>
        <w:pStyle w:val="Heading3"/>
        <w:numPr>
          <w:ilvl w:val="2"/>
          <w:numId w:val="2"/>
        </w:numPr>
      </w:pPr>
      <w:bookmarkStart w:id="114" w:name="_Toc7437198"/>
      <w:bookmarkStart w:id="115" w:name="_Toc62566916"/>
      <w:r w:rsidRPr="00F35F0E">
        <w:t>The Redirect class</w:t>
      </w:r>
      <w:bookmarkEnd w:id="114"/>
      <w:bookmarkEnd w:id="115"/>
    </w:p>
    <w:p w14:paraId="12770A8D" w14:textId="77777777" w:rsidR="00C50A5F" w:rsidRPr="00F35F0E" w:rsidRDefault="00C50A5F" w:rsidP="00C50A5F">
      <w:r w:rsidRPr="00F35F0E">
        <w:t>The CCTS-modeled objects in the Redirect class are as follows:</w:t>
      </w:r>
    </w:p>
    <w:tbl>
      <w:tblPr>
        <w:tblStyle w:val="TableGrid"/>
        <w:tblW w:w="5000" w:type="pct"/>
        <w:tblLook w:val="06A0" w:firstRow="1" w:lastRow="0" w:firstColumn="1" w:lastColumn="0" w:noHBand="1" w:noVBand="1"/>
      </w:tblPr>
      <w:tblGrid>
        <w:gridCol w:w="2488"/>
        <w:gridCol w:w="1250"/>
        <w:gridCol w:w="5612"/>
      </w:tblGrid>
      <w:tr w:rsidR="00C50A5F" w:rsidRPr="00F35F0E" w14:paraId="07AA9253" w14:textId="77777777" w:rsidTr="00C50A5F">
        <w:trPr>
          <w:tblHeader/>
        </w:trPr>
        <w:tc>
          <w:tcPr>
            <w:tcW w:w="1331" w:type="pct"/>
          </w:tcPr>
          <w:p w14:paraId="7BDC8CB9" w14:textId="77777777" w:rsidR="00C50A5F" w:rsidRPr="00F35F0E" w:rsidRDefault="00C50A5F" w:rsidP="00C50A5F">
            <w:pPr>
              <w:rPr>
                <w:b/>
              </w:rPr>
            </w:pPr>
            <w:r w:rsidRPr="00F35F0E">
              <w:rPr>
                <w:b/>
              </w:rPr>
              <w:t>Name</w:t>
            </w:r>
          </w:p>
          <w:p w14:paraId="570F9CAD" w14:textId="77777777" w:rsidR="00C50A5F" w:rsidRPr="00F35F0E" w:rsidRDefault="00C50A5F" w:rsidP="00C50A5F">
            <w:pPr>
              <w:rPr>
                <w:b/>
              </w:rPr>
            </w:pPr>
            <w:r w:rsidRPr="00F35F0E">
              <w:rPr>
                <w:b/>
              </w:rPr>
              <w:t>(Unqualified data type)</w:t>
            </w:r>
          </w:p>
        </w:tc>
        <w:tc>
          <w:tcPr>
            <w:tcW w:w="668" w:type="pct"/>
          </w:tcPr>
          <w:p w14:paraId="0CFA8246" w14:textId="77777777" w:rsidR="00C50A5F" w:rsidRPr="00F35F0E" w:rsidRDefault="00C50A5F" w:rsidP="00C50A5F">
            <w:pPr>
              <w:rPr>
                <w:b/>
              </w:rPr>
            </w:pPr>
            <w:r w:rsidRPr="00F35F0E">
              <w:rPr>
                <w:b/>
              </w:rPr>
              <w:t>Cardinality</w:t>
            </w:r>
          </w:p>
        </w:tc>
        <w:tc>
          <w:tcPr>
            <w:tcW w:w="3001" w:type="pct"/>
          </w:tcPr>
          <w:p w14:paraId="016480B7" w14:textId="77777777" w:rsidR="00C50A5F" w:rsidRPr="00F35F0E" w:rsidRDefault="00C50A5F" w:rsidP="00C50A5F">
            <w:pPr>
              <w:rPr>
                <w:b/>
              </w:rPr>
            </w:pPr>
            <w:r w:rsidRPr="00F35F0E">
              <w:rPr>
                <w:b/>
              </w:rPr>
              <w:t>Description</w:t>
            </w:r>
          </w:p>
        </w:tc>
      </w:tr>
      <w:tr w:rsidR="00C50A5F" w:rsidRPr="00F35F0E" w14:paraId="62FD49B6" w14:textId="77777777" w:rsidTr="00C50A5F">
        <w:tc>
          <w:tcPr>
            <w:tcW w:w="1331" w:type="pct"/>
          </w:tcPr>
          <w:p w14:paraId="35BC2337" w14:textId="77777777" w:rsidR="00C50A5F" w:rsidRPr="00F35F0E" w:rsidRDefault="00C50A5F" w:rsidP="00C50A5F">
            <w:proofErr w:type="spellStart"/>
            <w:r w:rsidRPr="00F35F0E">
              <w:t>SMPExtensions</w:t>
            </w:r>
            <w:proofErr w:type="spellEnd"/>
          </w:p>
        </w:tc>
        <w:tc>
          <w:tcPr>
            <w:tcW w:w="668" w:type="pct"/>
          </w:tcPr>
          <w:p w14:paraId="0D9FC8A4" w14:textId="77777777" w:rsidR="00C50A5F" w:rsidRPr="00F35F0E" w:rsidRDefault="00C50A5F" w:rsidP="00C50A5F">
            <w:r w:rsidRPr="00F35F0E">
              <w:t>0..1</w:t>
            </w:r>
          </w:p>
        </w:tc>
        <w:tc>
          <w:tcPr>
            <w:tcW w:w="3001" w:type="pct"/>
          </w:tcPr>
          <w:p w14:paraId="45E0FAAB" w14:textId="77777777" w:rsidR="00C50A5F" w:rsidRPr="00F35F0E" w:rsidRDefault="00C50A5F" w:rsidP="00C50A5F">
            <w:r w:rsidRPr="00F35F0E">
              <w:t>A container for all extensions present at the Redirect level.</w:t>
            </w:r>
          </w:p>
        </w:tc>
      </w:tr>
      <w:tr w:rsidR="00C50A5F" w:rsidRPr="00F35F0E" w14:paraId="20DC188E" w14:textId="77777777" w:rsidTr="00C50A5F">
        <w:tc>
          <w:tcPr>
            <w:tcW w:w="1331" w:type="pct"/>
          </w:tcPr>
          <w:p w14:paraId="2A01B1EC" w14:textId="77777777" w:rsidR="00C50A5F" w:rsidRPr="00F35F0E" w:rsidRDefault="00C50A5F" w:rsidP="00C50A5F">
            <w:proofErr w:type="spellStart"/>
            <w:r w:rsidRPr="00F35F0E">
              <w:t>PublisherURI</w:t>
            </w:r>
            <w:proofErr w:type="spellEnd"/>
          </w:p>
          <w:p w14:paraId="1E13664E" w14:textId="77777777" w:rsidR="00C50A5F" w:rsidRPr="00F35F0E" w:rsidRDefault="00C50A5F" w:rsidP="00C50A5F">
            <w:r w:rsidRPr="00F35F0E">
              <w:t>(Identifier)</w:t>
            </w:r>
          </w:p>
        </w:tc>
        <w:tc>
          <w:tcPr>
            <w:tcW w:w="668" w:type="pct"/>
          </w:tcPr>
          <w:p w14:paraId="69488152" w14:textId="77777777" w:rsidR="00C50A5F" w:rsidRPr="00F35F0E" w:rsidRDefault="00C50A5F" w:rsidP="00C50A5F">
            <w:r w:rsidRPr="00F35F0E">
              <w:t>1..1</w:t>
            </w:r>
          </w:p>
        </w:tc>
        <w:tc>
          <w:tcPr>
            <w:tcW w:w="3001" w:type="pct"/>
          </w:tcPr>
          <w:p w14:paraId="1D960F77" w14:textId="77777777" w:rsidR="00C50A5F" w:rsidRPr="00F35F0E" w:rsidRDefault="00C50A5F" w:rsidP="00C50A5F">
            <w:r w:rsidRPr="00F35F0E">
              <w:t xml:space="preserve">A client MUST follow the URL in the </w:t>
            </w:r>
            <w:proofErr w:type="spellStart"/>
            <w:r w:rsidRPr="00F35F0E">
              <w:t>PublisherURI</w:t>
            </w:r>
            <w:proofErr w:type="spellEnd"/>
            <w:r w:rsidRPr="00F35F0E">
              <w:t xml:space="preserve"> element to get to the SMP holding the information.</w:t>
            </w:r>
          </w:p>
        </w:tc>
      </w:tr>
      <w:tr w:rsidR="00C50A5F" w:rsidRPr="00F35F0E" w14:paraId="41AD868D" w14:textId="77777777" w:rsidTr="00C50A5F">
        <w:tc>
          <w:tcPr>
            <w:tcW w:w="1331" w:type="pct"/>
          </w:tcPr>
          <w:p w14:paraId="36A6CEA3" w14:textId="77777777" w:rsidR="00C50A5F" w:rsidRPr="00F35F0E" w:rsidRDefault="00C50A5F" w:rsidP="00C50A5F">
            <w:r w:rsidRPr="00F35F0E">
              <w:t>Certificate</w:t>
            </w:r>
          </w:p>
          <w:p w14:paraId="38520EE5" w14:textId="77777777" w:rsidR="00C50A5F" w:rsidRPr="00F35F0E" w:rsidRDefault="00C50A5F" w:rsidP="00C50A5F">
            <w:r w:rsidRPr="00F35F0E">
              <w:t>(Certificate class)</w:t>
            </w:r>
          </w:p>
        </w:tc>
        <w:tc>
          <w:tcPr>
            <w:tcW w:w="668" w:type="pct"/>
          </w:tcPr>
          <w:p w14:paraId="3F122C33" w14:textId="77777777" w:rsidR="00C50A5F" w:rsidRPr="00F35F0E" w:rsidRDefault="00C50A5F" w:rsidP="00C50A5F">
            <w:r w:rsidRPr="00F35F0E">
              <w:t>0..1</w:t>
            </w:r>
          </w:p>
        </w:tc>
        <w:tc>
          <w:tcPr>
            <w:tcW w:w="3001" w:type="pct"/>
          </w:tcPr>
          <w:p w14:paraId="37368588" w14:textId="77777777" w:rsidR="00C50A5F" w:rsidRPr="00F35F0E" w:rsidRDefault="00C50A5F" w:rsidP="00C50A5F">
            <w:r w:rsidRPr="00F35F0E">
              <w:t>The certificate used to validate information signed by the destination SMP.</w:t>
            </w:r>
          </w:p>
        </w:tc>
      </w:tr>
    </w:tbl>
    <w:p w14:paraId="390FA863" w14:textId="77777777" w:rsidR="00C50A5F" w:rsidRPr="00F35F0E" w:rsidRDefault="00C50A5F" w:rsidP="002B747E">
      <w:pPr>
        <w:pStyle w:val="Heading3"/>
        <w:numPr>
          <w:ilvl w:val="2"/>
          <w:numId w:val="2"/>
        </w:numPr>
      </w:pPr>
      <w:bookmarkStart w:id="116" w:name="_Toc7437199"/>
      <w:bookmarkStart w:id="117" w:name="_Toc62566917"/>
      <w:r w:rsidRPr="00F35F0E">
        <w:t>The Certificate class</w:t>
      </w:r>
      <w:bookmarkEnd w:id="116"/>
      <w:bookmarkEnd w:id="117"/>
    </w:p>
    <w:p w14:paraId="28BBBDA6" w14:textId="77777777" w:rsidR="00C50A5F" w:rsidRPr="00F35F0E" w:rsidRDefault="00C50A5F" w:rsidP="00C50A5F">
      <w:r w:rsidRPr="00F35F0E">
        <w:t>The CCTS-modeled objects in the Certificate class are as follows:</w:t>
      </w:r>
    </w:p>
    <w:tbl>
      <w:tblPr>
        <w:tblStyle w:val="TableGrid"/>
        <w:tblW w:w="5000" w:type="pct"/>
        <w:tblLook w:val="06A0" w:firstRow="1" w:lastRow="0" w:firstColumn="1" w:lastColumn="0" w:noHBand="1" w:noVBand="1"/>
      </w:tblPr>
      <w:tblGrid>
        <w:gridCol w:w="2440"/>
        <w:gridCol w:w="1250"/>
        <w:gridCol w:w="5660"/>
      </w:tblGrid>
      <w:tr w:rsidR="00C50A5F" w:rsidRPr="00F35F0E" w14:paraId="394CC97E" w14:textId="77777777" w:rsidTr="00C50A5F">
        <w:trPr>
          <w:tblHeader/>
        </w:trPr>
        <w:tc>
          <w:tcPr>
            <w:tcW w:w="1305" w:type="pct"/>
          </w:tcPr>
          <w:p w14:paraId="4567616C" w14:textId="77777777" w:rsidR="00C50A5F" w:rsidRPr="00F35F0E" w:rsidRDefault="00C50A5F" w:rsidP="00C50A5F">
            <w:pPr>
              <w:rPr>
                <w:b/>
              </w:rPr>
            </w:pPr>
            <w:r w:rsidRPr="00F35F0E">
              <w:rPr>
                <w:b/>
              </w:rPr>
              <w:t>Name</w:t>
            </w:r>
          </w:p>
          <w:p w14:paraId="2A113717" w14:textId="77777777" w:rsidR="00C50A5F" w:rsidRPr="00F35F0E" w:rsidRDefault="00C50A5F" w:rsidP="00C50A5F">
            <w:pPr>
              <w:rPr>
                <w:b/>
              </w:rPr>
            </w:pPr>
            <w:r w:rsidRPr="00F35F0E">
              <w:rPr>
                <w:b/>
              </w:rPr>
              <w:t>(Unqualified data type)</w:t>
            </w:r>
          </w:p>
        </w:tc>
        <w:tc>
          <w:tcPr>
            <w:tcW w:w="668" w:type="pct"/>
          </w:tcPr>
          <w:p w14:paraId="717B3270" w14:textId="77777777" w:rsidR="00C50A5F" w:rsidRPr="00F35F0E" w:rsidRDefault="00C50A5F" w:rsidP="00C50A5F">
            <w:pPr>
              <w:rPr>
                <w:b/>
              </w:rPr>
            </w:pPr>
            <w:r w:rsidRPr="00F35F0E">
              <w:rPr>
                <w:b/>
              </w:rPr>
              <w:t>Cardinality</w:t>
            </w:r>
          </w:p>
        </w:tc>
        <w:tc>
          <w:tcPr>
            <w:tcW w:w="3027" w:type="pct"/>
          </w:tcPr>
          <w:p w14:paraId="1E4ADEA9" w14:textId="77777777" w:rsidR="00C50A5F" w:rsidRPr="00F35F0E" w:rsidRDefault="00C50A5F" w:rsidP="00C50A5F">
            <w:pPr>
              <w:rPr>
                <w:b/>
              </w:rPr>
            </w:pPr>
            <w:r w:rsidRPr="00F35F0E">
              <w:rPr>
                <w:b/>
              </w:rPr>
              <w:t>Description</w:t>
            </w:r>
          </w:p>
        </w:tc>
      </w:tr>
      <w:tr w:rsidR="00C50A5F" w:rsidRPr="00F35F0E" w14:paraId="18DC88B7" w14:textId="77777777" w:rsidTr="00C50A5F">
        <w:tc>
          <w:tcPr>
            <w:tcW w:w="1305" w:type="pct"/>
          </w:tcPr>
          <w:p w14:paraId="51DAC748" w14:textId="77777777" w:rsidR="00C50A5F" w:rsidRPr="00F35F0E" w:rsidRDefault="00C50A5F" w:rsidP="00C50A5F">
            <w:proofErr w:type="spellStart"/>
            <w:r w:rsidRPr="00F35F0E">
              <w:t>SMPExtensions</w:t>
            </w:r>
            <w:proofErr w:type="spellEnd"/>
          </w:p>
        </w:tc>
        <w:tc>
          <w:tcPr>
            <w:tcW w:w="668" w:type="pct"/>
          </w:tcPr>
          <w:p w14:paraId="511BED32" w14:textId="77777777" w:rsidR="00C50A5F" w:rsidRPr="00F35F0E" w:rsidRDefault="00C50A5F" w:rsidP="00C50A5F">
            <w:r w:rsidRPr="00F35F0E">
              <w:t>0..1</w:t>
            </w:r>
          </w:p>
        </w:tc>
        <w:tc>
          <w:tcPr>
            <w:tcW w:w="3027" w:type="pct"/>
          </w:tcPr>
          <w:p w14:paraId="3767816A" w14:textId="77777777" w:rsidR="00C50A5F" w:rsidRPr="00F35F0E" w:rsidRDefault="00C50A5F" w:rsidP="00C50A5F">
            <w:r w:rsidRPr="00F35F0E">
              <w:t>A container for all extensions present at the Certificate level.</w:t>
            </w:r>
          </w:p>
        </w:tc>
      </w:tr>
      <w:tr w:rsidR="00C50A5F" w:rsidRPr="00F35F0E" w14:paraId="6D03432B" w14:textId="77777777" w:rsidTr="00C50A5F">
        <w:tc>
          <w:tcPr>
            <w:tcW w:w="1305" w:type="pct"/>
          </w:tcPr>
          <w:p w14:paraId="5F7599B6" w14:textId="77777777" w:rsidR="00C50A5F" w:rsidRPr="00F35F0E" w:rsidRDefault="00C50A5F" w:rsidP="00C50A5F">
            <w:proofErr w:type="spellStart"/>
            <w:r w:rsidRPr="00F35F0E">
              <w:t>TypeCode</w:t>
            </w:r>
            <w:proofErr w:type="spellEnd"/>
          </w:p>
          <w:p w14:paraId="3D96D507" w14:textId="77777777" w:rsidR="00C50A5F" w:rsidRPr="00F35F0E" w:rsidRDefault="00C50A5F" w:rsidP="00C50A5F">
            <w:r w:rsidRPr="00F35F0E">
              <w:t>(Code)</w:t>
            </w:r>
          </w:p>
        </w:tc>
        <w:tc>
          <w:tcPr>
            <w:tcW w:w="668" w:type="pct"/>
          </w:tcPr>
          <w:p w14:paraId="5E773553" w14:textId="77777777" w:rsidR="00C50A5F" w:rsidRPr="00F35F0E" w:rsidRDefault="00C50A5F" w:rsidP="00C50A5F">
            <w:r w:rsidRPr="00F35F0E">
              <w:t>0..1</w:t>
            </w:r>
          </w:p>
        </w:tc>
        <w:tc>
          <w:tcPr>
            <w:tcW w:w="3027" w:type="pct"/>
          </w:tcPr>
          <w:p w14:paraId="1E458B71" w14:textId="77777777" w:rsidR="00C50A5F" w:rsidRPr="00F35F0E" w:rsidRDefault="00C50A5F" w:rsidP="00C50A5F">
            <w:r w:rsidRPr="00F35F0E">
              <w:t xml:space="preserve">The use of the certificate being provided, expressed as a </w:t>
            </w:r>
            <w:r w:rsidRPr="0094753A">
              <w:t xml:space="preserve">user or domain defined </w:t>
            </w:r>
            <w:r w:rsidRPr="00F35F0E">
              <w:t>code.</w:t>
            </w:r>
          </w:p>
        </w:tc>
      </w:tr>
      <w:tr w:rsidR="00C50A5F" w:rsidRPr="00F35F0E" w14:paraId="254ACC2F" w14:textId="77777777" w:rsidTr="00C50A5F">
        <w:tc>
          <w:tcPr>
            <w:tcW w:w="1305" w:type="pct"/>
          </w:tcPr>
          <w:p w14:paraId="3134AFA6" w14:textId="77777777" w:rsidR="00C50A5F" w:rsidRPr="00F35F0E" w:rsidRDefault="00C50A5F" w:rsidP="00C50A5F">
            <w:r>
              <w:lastRenderedPageBreak/>
              <w:t>Description</w:t>
            </w:r>
          </w:p>
          <w:p w14:paraId="4D4343DA" w14:textId="77777777" w:rsidR="00C50A5F" w:rsidRPr="00F35F0E" w:rsidRDefault="00C50A5F" w:rsidP="00C50A5F">
            <w:r w:rsidRPr="00F35F0E">
              <w:t>(Text)</w:t>
            </w:r>
          </w:p>
        </w:tc>
        <w:tc>
          <w:tcPr>
            <w:tcW w:w="668" w:type="pct"/>
          </w:tcPr>
          <w:p w14:paraId="288EE627" w14:textId="77777777" w:rsidR="00C50A5F" w:rsidRPr="00F35F0E" w:rsidRDefault="00C50A5F" w:rsidP="00C50A5F">
            <w:r>
              <w:t>0</w:t>
            </w:r>
            <w:r w:rsidRPr="00F35F0E">
              <w:t>..1</w:t>
            </w:r>
          </w:p>
        </w:tc>
        <w:tc>
          <w:tcPr>
            <w:tcW w:w="3027" w:type="pct"/>
          </w:tcPr>
          <w:p w14:paraId="0D20257C" w14:textId="77777777" w:rsidR="00C50A5F" w:rsidRPr="00F35F0E" w:rsidRDefault="00C50A5F" w:rsidP="00C50A5F">
            <w:r>
              <w:t>An optional and informal description of the certificate.</w:t>
            </w:r>
          </w:p>
        </w:tc>
      </w:tr>
      <w:tr w:rsidR="00C50A5F" w:rsidRPr="00F35F0E" w14:paraId="4E5331C3" w14:textId="77777777" w:rsidTr="00C50A5F">
        <w:tc>
          <w:tcPr>
            <w:tcW w:w="1305" w:type="pct"/>
          </w:tcPr>
          <w:p w14:paraId="4187DB26" w14:textId="77777777" w:rsidR="00C50A5F" w:rsidRPr="00F35F0E" w:rsidRDefault="00C50A5F" w:rsidP="00C50A5F">
            <w:proofErr w:type="spellStart"/>
            <w:r w:rsidRPr="00F35F0E">
              <w:t>ActivationDate</w:t>
            </w:r>
            <w:proofErr w:type="spellEnd"/>
          </w:p>
          <w:p w14:paraId="13EF23DD" w14:textId="77777777" w:rsidR="00C50A5F" w:rsidRPr="00F35F0E" w:rsidRDefault="00C50A5F" w:rsidP="00C50A5F">
            <w:r w:rsidRPr="00F35F0E">
              <w:t>(Date)</w:t>
            </w:r>
          </w:p>
        </w:tc>
        <w:tc>
          <w:tcPr>
            <w:tcW w:w="668" w:type="pct"/>
          </w:tcPr>
          <w:p w14:paraId="583F8DB4" w14:textId="77777777" w:rsidR="00C50A5F" w:rsidRPr="00F35F0E" w:rsidRDefault="00C50A5F" w:rsidP="00C50A5F">
            <w:r>
              <w:t>0</w:t>
            </w:r>
            <w:r w:rsidRPr="00F35F0E">
              <w:t>..1</w:t>
            </w:r>
          </w:p>
        </w:tc>
        <w:tc>
          <w:tcPr>
            <w:tcW w:w="3027" w:type="pct"/>
          </w:tcPr>
          <w:p w14:paraId="192C29FB" w14:textId="77777777" w:rsidR="00C50A5F" w:rsidRPr="00F35F0E" w:rsidRDefault="00C50A5F" w:rsidP="00C50A5F">
            <w:r w:rsidRPr="00DA3FFF">
              <w:t>The date from which the embedded certificate can be used, extracted from the certificate itself or set explicitly by the endpoint. In either case the certificate should not be considered for use before the activation date.</w:t>
            </w:r>
          </w:p>
        </w:tc>
      </w:tr>
      <w:tr w:rsidR="00C50A5F" w:rsidRPr="00F35F0E" w14:paraId="28E52754" w14:textId="77777777" w:rsidTr="00C50A5F">
        <w:tc>
          <w:tcPr>
            <w:tcW w:w="1305" w:type="pct"/>
          </w:tcPr>
          <w:p w14:paraId="68A8ECCA" w14:textId="77777777" w:rsidR="00C50A5F" w:rsidRPr="00F35F0E" w:rsidRDefault="00C50A5F" w:rsidP="00C50A5F">
            <w:r w:rsidRPr="00F35F0E">
              <w:t>ExpirationDate</w:t>
            </w:r>
          </w:p>
          <w:p w14:paraId="3390F140" w14:textId="77777777" w:rsidR="00C50A5F" w:rsidRPr="00F35F0E" w:rsidRDefault="00C50A5F" w:rsidP="00C50A5F">
            <w:r w:rsidRPr="00F35F0E">
              <w:t>(Date)</w:t>
            </w:r>
          </w:p>
        </w:tc>
        <w:tc>
          <w:tcPr>
            <w:tcW w:w="668" w:type="pct"/>
          </w:tcPr>
          <w:p w14:paraId="5A84055B" w14:textId="77777777" w:rsidR="00C50A5F" w:rsidRPr="00F35F0E" w:rsidRDefault="00C50A5F" w:rsidP="00C50A5F">
            <w:r>
              <w:t>0</w:t>
            </w:r>
            <w:r w:rsidRPr="00F35F0E">
              <w:t>..1</w:t>
            </w:r>
          </w:p>
        </w:tc>
        <w:tc>
          <w:tcPr>
            <w:tcW w:w="3027" w:type="pct"/>
          </w:tcPr>
          <w:p w14:paraId="15CE5D7C" w14:textId="77777777" w:rsidR="00C50A5F" w:rsidRPr="00F35F0E" w:rsidRDefault="00C50A5F" w:rsidP="00C50A5F">
            <w:r w:rsidRPr="009973C1">
              <w:t xml:space="preserve">The date </w:t>
            </w:r>
            <w:r>
              <w:t>from</w:t>
            </w:r>
            <w:r w:rsidRPr="009973C1">
              <w:t xml:space="preserve"> which the embedded certificate can no longer be used, extracted from the certificate itself or set explicitly by the endpoint. In either case the certificate should not be considered for use from the expiration date onwards.</w:t>
            </w:r>
          </w:p>
        </w:tc>
      </w:tr>
      <w:tr w:rsidR="00C50A5F" w:rsidRPr="00F35F0E" w14:paraId="2D9DA3D6" w14:textId="77777777" w:rsidTr="00C50A5F">
        <w:tc>
          <w:tcPr>
            <w:tcW w:w="1305" w:type="pct"/>
          </w:tcPr>
          <w:p w14:paraId="7A228DB7" w14:textId="77777777" w:rsidR="00C50A5F" w:rsidRPr="00F35F0E" w:rsidRDefault="00C50A5F" w:rsidP="00C50A5F">
            <w:proofErr w:type="spellStart"/>
            <w:r w:rsidRPr="00F35F0E">
              <w:t>ContentBinaryObject</w:t>
            </w:r>
            <w:proofErr w:type="spellEnd"/>
          </w:p>
          <w:p w14:paraId="1AA39B45" w14:textId="77777777" w:rsidR="00C50A5F" w:rsidRPr="00F35F0E" w:rsidRDefault="00C50A5F" w:rsidP="00C50A5F">
            <w:r w:rsidRPr="00F35F0E">
              <w:t>(</w:t>
            </w:r>
            <w:proofErr w:type="spellStart"/>
            <w:r w:rsidRPr="00F35F0E">
              <w:t>BinaryObject</w:t>
            </w:r>
            <w:proofErr w:type="spellEnd"/>
            <w:r w:rsidRPr="00F35F0E">
              <w:t>)</w:t>
            </w:r>
          </w:p>
        </w:tc>
        <w:tc>
          <w:tcPr>
            <w:tcW w:w="668" w:type="pct"/>
          </w:tcPr>
          <w:p w14:paraId="11886E3A" w14:textId="77777777" w:rsidR="00C50A5F" w:rsidRPr="00F35F0E" w:rsidRDefault="00C50A5F" w:rsidP="00C50A5F">
            <w:r w:rsidRPr="00F35F0E">
              <w:t>1..1</w:t>
            </w:r>
          </w:p>
        </w:tc>
        <w:tc>
          <w:tcPr>
            <w:tcW w:w="3027" w:type="pct"/>
          </w:tcPr>
          <w:p w14:paraId="39F9577A" w14:textId="77777777" w:rsidR="00C50A5F" w:rsidRPr="00F35F0E" w:rsidRDefault="00C50A5F" w:rsidP="00C50A5F">
            <w:r w:rsidRPr="0025529F">
              <w:t>Holds the complete certificate of the recipient endpoint or SMP. Specifying specific certificate formats is outside the scope of this specification. It is up to the implementing communities to agree on local certificate practice.</w:t>
            </w:r>
          </w:p>
        </w:tc>
      </w:tr>
    </w:tbl>
    <w:p w14:paraId="13A30B48" w14:textId="77777777" w:rsidR="00C50A5F" w:rsidRPr="00F35F0E" w:rsidRDefault="00C50A5F" w:rsidP="002B747E">
      <w:pPr>
        <w:pStyle w:val="Heading2"/>
        <w:numPr>
          <w:ilvl w:val="1"/>
          <w:numId w:val="2"/>
        </w:numPr>
      </w:pPr>
      <w:bookmarkStart w:id="118" w:name="_Ref512282550"/>
      <w:bookmarkStart w:id="119" w:name="_Toc7437200"/>
      <w:bookmarkStart w:id="120" w:name="_Toc62566918"/>
      <w:r w:rsidRPr="00F35F0E">
        <w:t>Additional SMP information</w:t>
      </w:r>
      <w:bookmarkEnd w:id="118"/>
      <w:bookmarkEnd w:id="119"/>
      <w:bookmarkEnd w:id="120"/>
    </w:p>
    <w:p w14:paraId="70F48805" w14:textId="77777777" w:rsidR="00C50A5F" w:rsidRPr="00F35F0E" w:rsidRDefault="00C50A5F" w:rsidP="002B747E">
      <w:pPr>
        <w:pStyle w:val="Heading3"/>
        <w:numPr>
          <w:ilvl w:val="2"/>
          <w:numId w:val="2"/>
        </w:numPr>
      </w:pPr>
      <w:bookmarkStart w:id="121" w:name="_Ref512665851"/>
      <w:bookmarkStart w:id="122" w:name="_Toc7437201"/>
      <w:bookmarkStart w:id="123" w:name="_Toc62566919"/>
      <w:r w:rsidRPr="00F35F0E">
        <w:t>Extensions</w:t>
      </w:r>
      <w:bookmarkEnd w:id="121"/>
      <w:bookmarkEnd w:id="122"/>
      <w:bookmarkEnd w:id="123"/>
    </w:p>
    <w:p w14:paraId="701310DD" w14:textId="77777777" w:rsidR="00C50A5F" w:rsidRPr="00F35F0E" w:rsidRDefault="00C50A5F" w:rsidP="002B747E">
      <w:pPr>
        <w:pStyle w:val="Heading4"/>
        <w:numPr>
          <w:ilvl w:val="3"/>
          <w:numId w:val="2"/>
        </w:numPr>
      </w:pPr>
      <w:bookmarkStart w:id="124" w:name="_Toc7437202"/>
      <w:bookmarkStart w:id="125" w:name="_Toc62566920"/>
      <w:r w:rsidRPr="00F35F0E">
        <w:t>On the use of extensions</w:t>
      </w:r>
      <w:bookmarkEnd w:id="124"/>
      <w:bookmarkEnd w:id="125"/>
    </w:p>
    <w:p w14:paraId="267AE19A" w14:textId="77777777" w:rsidR="00C50A5F" w:rsidRPr="00F35F0E" w:rsidRDefault="00C50A5F" w:rsidP="00C50A5F">
      <w:r w:rsidRPr="00F35F0E">
        <w:t>For each major entity, extension points have been added with the OPTIONAL &lt;</w:t>
      </w:r>
      <w:proofErr w:type="spellStart"/>
      <w:r w:rsidRPr="00F35F0E">
        <w:t>SMPExtensions</w:t>
      </w:r>
      <w:proofErr w:type="spellEnd"/>
      <w:r w:rsidRPr="00F35F0E">
        <w:t>&gt; element. Semantics and use child elements of the &lt;</w:t>
      </w:r>
      <w:proofErr w:type="spellStart"/>
      <w:r w:rsidRPr="00F35F0E">
        <w:t>SMPExtensions</w:t>
      </w:r>
      <w:proofErr w:type="spellEnd"/>
      <w:r w:rsidRPr="00F35F0E">
        <w:t>&gt; element are known as “custom extension elements”. Extension points MAY be used for OPTIONAL extensions of service metadata. When using extensions in a global context, this implies that:</w:t>
      </w:r>
    </w:p>
    <w:p w14:paraId="532D9966" w14:textId="77777777" w:rsidR="00C50A5F" w:rsidRPr="00F35F0E" w:rsidRDefault="00C50A5F" w:rsidP="002B747E">
      <w:pPr>
        <w:pStyle w:val="ListParagraph"/>
        <w:numPr>
          <w:ilvl w:val="0"/>
          <w:numId w:val="8"/>
        </w:numPr>
      </w:pPr>
      <w:r w:rsidRPr="00F35F0E">
        <w:t>Cardinality at extension points is by definition unbounded. An SMP publishing service MAY introduce as many extensions at each extension point as wanted.</w:t>
      </w:r>
    </w:p>
    <w:p w14:paraId="1762D0B3" w14:textId="77777777" w:rsidR="00C50A5F" w:rsidRPr="00F35F0E" w:rsidRDefault="00C50A5F" w:rsidP="002B747E">
      <w:pPr>
        <w:pStyle w:val="ListParagraph"/>
        <w:numPr>
          <w:ilvl w:val="0"/>
          <w:numId w:val="8"/>
        </w:numPr>
      </w:pPr>
      <w:r w:rsidRPr="00F35F0E">
        <w:t>SMP publishing services MUST NOT produce metadata that contain extensions necessary for a Client to understand in order to make use of this metadata. The ability to parse and adjust client behavior based on an extension element MUST NOT be a prerequisite for a client to locate a service, or to make a successful request at the referenced service.</w:t>
      </w:r>
    </w:p>
    <w:p w14:paraId="44ED130E" w14:textId="77777777" w:rsidR="00C50A5F" w:rsidRPr="00F35F0E" w:rsidRDefault="00C50A5F" w:rsidP="002B747E">
      <w:pPr>
        <w:pStyle w:val="ListParagraph"/>
        <w:numPr>
          <w:ilvl w:val="0"/>
          <w:numId w:val="8"/>
        </w:numPr>
      </w:pPr>
      <w:r w:rsidRPr="00F35F0E">
        <w:t>A client MAY ignore any extension element added to specific service metadata resource instances.</w:t>
      </w:r>
    </w:p>
    <w:p w14:paraId="5600EA7C" w14:textId="77777777" w:rsidR="00C50A5F" w:rsidRPr="00F35F0E" w:rsidRDefault="00C50A5F" w:rsidP="00C50A5F">
      <w:r w:rsidRPr="00F35F0E">
        <w:t>Notwithstanding the above, when SMP extensions are used in a private context, such as between two entities exchanging business documents or by a community in a closed infrastructure, the use of extensions MAY be made mandatory as long as such requirement for mandatory use of extensions only applies to business document exchange within the private context where it has been defined and that all participating parties agree on the use and mandatory status of the extension(s).</w:t>
      </w:r>
    </w:p>
    <w:p w14:paraId="7C306E2F" w14:textId="77777777" w:rsidR="00C50A5F" w:rsidRPr="00F35F0E" w:rsidRDefault="00C50A5F" w:rsidP="00C50A5F">
      <w:r w:rsidRPr="00F35F0E">
        <w:t>The extension point, when it exists, MUST contain one or more user-defined extensions, with each extension wrapped with OPTIONAL extension metadata identifying properties of the extension.</w:t>
      </w:r>
    </w:p>
    <w:p w14:paraId="69000ACA" w14:textId="77777777" w:rsidR="00C50A5F" w:rsidRPr="00F35F0E" w:rsidRDefault="00C50A5F" w:rsidP="002B747E">
      <w:pPr>
        <w:pStyle w:val="Heading4"/>
        <w:numPr>
          <w:ilvl w:val="3"/>
          <w:numId w:val="2"/>
        </w:numPr>
      </w:pPr>
      <w:bookmarkStart w:id="126" w:name="_Toc7437203"/>
      <w:bookmarkStart w:id="127" w:name="_Toc62566921"/>
      <w:r w:rsidRPr="00F35F0E">
        <w:t>Extension information</w:t>
      </w:r>
      <w:bookmarkEnd w:id="126"/>
      <w:bookmarkEnd w:id="127"/>
    </w:p>
    <w:tbl>
      <w:tblPr>
        <w:tblStyle w:val="TableGrid"/>
        <w:tblW w:w="5000" w:type="pct"/>
        <w:tblLook w:val="06A0" w:firstRow="1" w:lastRow="0" w:firstColumn="1" w:lastColumn="0" w:noHBand="1" w:noVBand="1"/>
      </w:tblPr>
      <w:tblGrid>
        <w:gridCol w:w="2488"/>
        <w:gridCol w:w="1250"/>
        <w:gridCol w:w="5612"/>
      </w:tblGrid>
      <w:tr w:rsidR="00C50A5F" w:rsidRPr="00F35F0E" w14:paraId="708C2797" w14:textId="77777777" w:rsidTr="00C50A5F">
        <w:trPr>
          <w:tblHeader/>
        </w:trPr>
        <w:tc>
          <w:tcPr>
            <w:tcW w:w="1331" w:type="pct"/>
          </w:tcPr>
          <w:p w14:paraId="41AAE231" w14:textId="77777777" w:rsidR="00C50A5F" w:rsidRPr="00F35F0E" w:rsidRDefault="00C50A5F" w:rsidP="00C50A5F">
            <w:pPr>
              <w:rPr>
                <w:b/>
              </w:rPr>
            </w:pPr>
            <w:r w:rsidRPr="00F35F0E">
              <w:rPr>
                <w:b/>
              </w:rPr>
              <w:t>Name</w:t>
            </w:r>
          </w:p>
          <w:p w14:paraId="53B4407A" w14:textId="77777777" w:rsidR="00C50A5F" w:rsidRPr="00F35F0E" w:rsidRDefault="00C50A5F" w:rsidP="00C50A5F">
            <w:pPr>
              <w:rPr>
                <w:b/>
              </w:rPr>
            </w:pPr>
            <w:r w:rsidRPr="00F35F0E">
              <w:rPr>
                <w:b/>
              </w:rPr>
              <w:t>(Unqualified data type)</w:t>
            </w:r>
          </w:p>
        </w:tc>
        <w:tc>
          <w:tcPr>
            <w:tcW w:w="668" w:type="pct"/>
          </w:tcPr>
          <w:p w14:paraId="451A5785" w14:textId="77777777" w:rsidR="00C50A5F" w:rsidRPr="00F35F0E" w:rsidRDefault="00C50A5F" w:rsidP="00C50A5F">
            <w:pPr>
              <w:rPr>
                <w:b/>
              </w:rPr>
            </w:pPr>
            <w:r w:rsidRPr="00F35F0E">
              <w:rPr>
                <w:b/>
              </w:rPr>
              <w:t>Cardinality</w:t>
            </w:r>
          </w:p>
        </w:tc>
        <w:tc>
          <w:tcPr>
            <w:tcW w:w="3001" w:type="pct"/>
          </w:tcPr>
          <w:p w14:paraId="1E9C62EF" w14:textId="77777777" w:rsidR="00C50A5F" w:rsidRPr="00F35F0E" w:rsidRDefault="00C50A5F" w:rsidP="00C50A5F">
            <w:pPr>
              <w:rPr>
                <w:b/>
              </w:rPr>
            </w:pPr>
            <w:r w:rsidRPr="00F35F0E">
              <w:rPr>
                <w:b/>
              </w:rPr>
              <w:t>Description</w:t>
            </w:r>
          </w:p>
        </w:tc>
      </w:tr>
      <w:tr w:rsidR="00C50A5F" w:rsidRPr="00F35F0E" w14:paraId="1D7F2C1A" w14:textId="77777777" w:rsidTr="00C50A5F">
        <w:tc>
          <w:tcPr>
            <w:tcW w:w="1331" w:type="pct"/>
          </w:tcPr>
          <w:p w14:paraId="4BD7B19C" w14:textId="77777777" w:rsidR="00C50A5F" w:rsidRPr="00F35F0E" w:rsidRDefault="00C50A5F" w:rsidP="00C50A5F">
            <w:proofErr w:type="spellStart"/>
            <w:r w:rsidRPr="00F35F0E">
              <w:t>SMPExtension</w:t>
            </w:r>
            <w:proofErr w:type="spellEnd"/>
          </w:p>
        </w:tc>
        <w:tc>
          <w:tcPr>
            <w:tcW w:w="668" w:type="pct"/>
          </w:tcPr>
          <w:p w14:paraId="2CC57AED" w14:textId="77777777" w:rsidR="00C50A5F" w:rsidRPr="00F35F0E" w:rsidRDefault="00C50A5F" w:rsidP="00C50A5F">
            <w:r w:rsidRPr="00F35F0E">
              <w:t>1..n</w:t>
            </w:r>
          </w:p>
        </w:tc>
        <w:tc>
          <w:tcPr>
            <w:tcW w:w="3001" w:type="pct"/>
          </w:tcPr>
          <w:p w14:paraId="2F0993FD" w14:textId="77777777" w:rsidR="00C50A5F" w:rsidRPr="00F35F0E" w:rsidRDefault="00C50A5F" w:rsidP="00C50A5F">
            <w:r w:rsidRPr="00F35F0E">
              <w:t xml:space="preserve">A single extension for private use. </w:t>
            </w:r>
          </w:p>
        </w:tc>
      </w:tr>
      <w:tr w:rsidR="00C50A5F" w:rsidRPr="00F35F0E" w14:paraId="752C3D11" w14:textId="77777777" w:rsidTr="00C50A5F">
        <w:tc>
          <w:tcPr>
            <w:tcW w:w="1331" w:type="pct"/>
          </w:tcPr>
          <w:p w14:paraId="32CB9718" w14:textId="77777777" w:rsidR="00C50A5F" w:rsidRPr="00F35F0E" w:rsidRDefault="00C50A5F" w:rsidP="00C50A5F">
            <w:r w:rsidRPr="00F35F0E">
              <w:lastRenderedPageBreak/>
              <w:t>ID</w:t>
            </w:r>
          </w:p>
          <w:p w14:paraId="47704FA8" w14:textId="77777777" w:rsidR="00C50A5F" w:rsidRPr="00F35F0E" w:rsidRDefault="00C50A5F" w:rsidP="00C50A5F">
            <w:r w:rsidRPr="00F35F0E">
              <w:t>(Identifier)</w:t>
            </w:r>
          </w:p>
        </w:tc>
        <w:tc>
          <w:tcPr>
            <w:tcW w:w="668" w:type="pct"/>
          </w:tcPr>
          <w:p w14:paraId="3AACB500" w14:textId="77777777" w:rsidR="00C50A5F" w:rsidRPr="00F35F0E" w:rsidRDefault="00C50A5F" w:rsidP="00C50A5F">
            <w:r w:rsidRPr="00F35F0E">
              <w:t>0..1</w:t>
            </w:r>
          </w:p>
        </w:tc>
        <w:tc>
          <w:tcPr>
            <w:tcW w:w="3001" w:type="pct"/>
          </w:tcPr>
          <w:p w14:paraId="0EA89A18" w14:textId="77777777" w:rsidR="00C50A5F" w:rsidRPr="00F35F0E" w:rsidRDefault="00C50A5F" w:rsidP="00C50A5F">
            <w:r w:rsidRPr="00F35F0E">
              <w:t>An identifier for the Extension assigned by the creator of the extension.</w:t>
            </w:r>
          </w:p>
        </w:tc>
      </w:tr>
      <w:tr w:rsidR="00C50A5F" w:rsidRPr="00F35F0E" w14:paraId="1248A5E7" w14:textId="77777777" w:rsidTr="00C50A5F">
        <w:tc>
          <w:tcPr>
            <w:tcW w:w="1331" w:type="pct"/>
          </w:tcPr>
          <w:p w14:paraId="3D2FB7C7" w14:textId="77777777" w:rsidR="00C50A5F" w:rsidRPr="00F35F0E" w:rsidRDefault="00C50A5F" w:rsidP="00C50A5F">
            <w:r w:rsidRPr="00F35F0E">
              <w:t>Name</w:t>
            </w:r>
          </w:p>
          <w:p w14:paraId="6AAA17D8" w14:textId="77777777" w:rsidR="00C50A5F" w:rsidRPr="00F35F0E" w:rsidRDefault="00C50A5F" w:rsidP="00C50A5F">
            <w:r w:rsidRPr="00F35F0E">
              <w:t>(Name)</w:t>
            </w:r>
          </w:p>
        </w:tc>
        <w:tc>
          <w:tcPr>
            <w:tcW w:w="668" w:type="pct"/>
          </w:tcPr>
          <w:p w14:paraId="1A61AF69" w14:textId="77777777" w:rsidR="00C50A5F" w:rsidRPr="00F35F0E" w:rsidRDefault="00C50A5F" w:rsidP="00C50A5F">
            <w:r w:rsidRPr="00F35F0E">
              <w:t>0..1</w:t>
            </w:r>
          </w:p>
        </w:tc>
        <w:tc>
          <w:tcPr>
            <w:tcW w:w="3001" w:type="pct"/>
          </w:tcPr>
          <w:p w14:paraId="3092FEE0" w14:textId="77777777" w:rsidR="00C50A5F" w:rsidRPr="00F35F0E" w:rsidRDefault="00C50A5F" w:rsidP="00C50A5F">
            <w:r w:rsidRPr="00F35F0E">
              <w:t>A name for the Extension assigned by the creator of the extension.</w:t>
            </w:r>
          </w:p>
        </w:tc>
      </w:tr>
      <w:tr w:rsidR="00C50A5F" w:rsidRPr="00F35F0E" w14:paraId="62DCF20C" w14:textId="77777777" w:rsidTr="00C50A5F">
        <w:tc>
          <w:tcPr>
            <w:tcW w:w="1331" w:type="pct"/>
          </w:tcPr>
          <w:p w14:paraId="0811502F" w14:textId="77777777" w:rsidR="00C50A5F" w:rsidRPr="00F35F0E" w:rsidRDefault="00C50A5F" w:rsidP="00C50A5F">
            <w:proofErr w:type="spellStart"/>
            <w:r w:rsidRPr="00F35F0E">
              <w:t>ExtensionAgencyID</w:t>
            </w:r>
            <w:proofErr w:type="spellEnd"/>
          </w:p>
          <w:p w14:paraId="1B3DD692" w14:textId="77777777" w:rsidR="00C50A5F" w:rsidRPr="00F35F0E" w:rsidRDefault="00C50A5F" w:rsidP="00C50A5F">
            <w:r w:rsidRPr="00F35F0E">
              <w:t>(Identifier)</w:t>
            </w:r>
          </w:p>
        </w:tc>
        <w:tc>
          <w:tcPr>
            <w:tcW w:w="668" w:type="pct"/>
          </w:tcPr>
          <w:p w14:paraId="2E5D5B0F" w14:textId="77777777" w:rsidR="00C50A5F" w:rsidRPr="00F35F0E" w:rsidRDefault="00C50A5F" w:rsidP="00C50A5F">
            <w:r w:rsidRPr="00F35F0E">
              <w:t>0..1</w:t>
            </w:r>
          </w:p>
        </w:tc>
        <w:tc>
          <w:tcPr>
            <w:tcW w:w="3001" w:type="pct"/>
          </w:tcPr>
          <w:p w14:paraId="4E7B14E2" w14:textId="77777777" w:rsidR="00C50A5F" w:rsidRPr="00F35F0E" w:rsidRDefault="00C50A5F" w:rsidP="00C50A5F">
            <w:r w:rsidRPr="00F35F0E">
              <w:t>An agency that maintains one or more Extensions.</w:t>
            </w:r>
          </w:p>
        </w:tc>
      </w:tr>
      <w:tr w:rsidR="00C50A5F" w:rsidRPr="00F35F0E" w14:paraId="4709AF78" w14:textId="77777777" w:rsidTr="00C50A5F">
        <w:tc>
          <w:tcPr>
            <w:tcW w:w="1331" w:type="pct"/>
          </w:tcPr>
          <w:p w14:paraId="513EAF4B" w14:textId="77777777" w:rsidR="00C50A5F" w:rsidRPr="00F35F0E" w:rsidRDefault="00C50A5F" w:rsidP="00C50A5F">
            <w:proofErr w:type="spellStart"/>
            <w:r w:rsidRPr="00F35F0E">
              <w:t>ExtensionAgencyName</w:t>
            </w:r>
            <w:proofErr w:type="spellEnd"/>
          </w:p>
          <w:p w14:paraId="6CD7B087" w14:textId="77777777" w:rsidR="00C50A5F" w:rsidRPr="00F35F0E" w:rsidRDefault="00C50A5F" w:rsidP="00C50A5F">
            <w:r w:rsidRPr="00F35F0E">
              <w:t>(Name)</w:t>
            </w:r>
          </w:p>
        </w:tc>
        <w:tc>
          <w:tcPr>
            <w:tcW w:w="668" w:type="pct"/>
          </w:tcPr>
          <w:p w14:paraId="299C148B" w14:textId="77777777" w:rsidR="00C50A5F" w:rsidRPr="00F35F0E" w:rsidRDefault="00C50A5F" w:rsidP="00C50A5F">
            <w:r w:rsidRPr="00F35F0E">
              <w:t>0..1</w:t>
            </w:r>
          </w:p>
        </w:tc>
        <w:tc>
          <w:tcPr>
            <w:tcW w:w="3001" w:type="pct"/>
          </w:tcPr>
          <w:p w14:paraId="63CCE8BE" w14:textId="77777777" w:rsidR="00C50A5F" w:rsidRPr="00F35F0E" w:rsidRDefault="00C50A5F" w:rsidP="00C50A5F">
            <w:r w:rsidRPr="00F35F0E">
              <w:t>The name of the agency that maintains the Extension.</w:t>
            </w:r>
          </w:p>
        </w:tc>
      </w:tr>
      <w:tr w:rsidR="00C50A5F" w:rsidRPr="00F35F0E" w14:paraId="540A7EDF" w14:textId="77777777" w:rsidTr="00C50A5F">
        <w:tc>
          <w:tcPr>
            <w:tcW w:w="1331" w:type="pct"/>
          </w:tcPr>
          <w:p w14:paraId="599D5E64" w14:textId="77777777" w:rsidR="00C50A5F" w:rsidRPr="00F35F0E" w:rsidRDefault="00C50A5F" w:rsidP="00C50A5F">
            <w:proofErr w:type="spellStart"/>
            <w:r w:rsidRPr="00F35F0E">
              <w:t>ExtensionVersionID</w:t>
            </w:r>
            <w:proofErr w:type="spellEnd"/>
          </w:p>
          <w:p w14:paraId="053B0D54" w14:textId="77777777" w:rsidR="00C50A5F" w:rsidRPr="00F35F0E" w:rsidRDefault="00C50A5F" w:rsidP="00C50A5F">
            <w:r w:rsidRPr="00F35F0E">
              <w:t>(Identifier)</w:t>
            </w:r>
          </w:p>
        </w:tc>
        <w:tc>
          <w:tcPr>
            <w:tcW w:w="668" w:type="pct"/>
          </w:tcPr>
          <w:p w14:paraId="457B11AD" w14:textId="77777777" w:rsidR="00C50A5F" w:rsidRPr="00F35F0E" w:rsidRDefault="00C50A5F" w:rsidP="00C50A5F">
            <w:r w:rsidRPr="00F35F0E">
              <w:t>0..1</w:t>
            </w:r>
          </w:p>
        </w:tc>
        <w:tc>
          <w:tcPr>
            <w:tcW w:w="3001" w:type="pct"/>
          </w:tcPr>
          <w:p w14:paraId="1D62029A" w14:textId="77777777" w:rsidR="00C50A5F" w:rsidRPr="00F35F0E" w:rsidRDefault="00C50A5F" w:rsidP="00C50A5F">
            <w:r w:rsidRPr="00F35F0E">
              <w:t>The version of the Extension.</w:t>
            </w:r>
          </w:p>
        </w:tc>
      </w:tr>
      <w:tr w:rsidR="00C50A5F" w:rsidRPr="00F35F0E" w14:paraId="27F4333F" w14:textId="77777777" w:rsidTr="00C50A5F">
        <w:tc>
          <w:tcPr>
            <w:tcW w:w="1331" w:type="pct"/>
          </w:tcPr>
          <w:p w14:paraId="31B2224E" w14:textId="77777777" w:rsidR="00C50A5F" w:rsidRPr="00F35F0E" w:rsidRDefault="00C50A5F" w:rsidP="00C50A5F">
            <w:proofErr w:type="spellStart"/>
            <w:r w:rsidRPr="00F35F0E">
              <w:t>ExtensionAgencyURI</w:t>
            </w:r>
            <w:proofErr w:type="spellEnd"/>
          </w:p>
          <w:p w14:paraId="19DAD664" w14:textId="77777777" w:rsidR="00C50A5F" w:rsidRPr="00F35F0E" w:rsidRDefault="00C50A5F" w:rsidP="00C50A5F">
            <w:r w:rsidRPr="00F35F0E">
              <w:t>(Identifier)</w:t>
            </w:r>
          </w:p>
        </w:tc>
        <w:tc>
          <w:tcPr>
            <w:tcW w:w="668" w:type="pct"/>
          </w:tcPr>
          <w:p w14:paraId="7B5F7BD0" w14:textId="77777777" w:rsidR="00C50A5F" w:rsidRPr="00F35F0E" w:rsidRDefault="00C50A5F" w:rsidP="00C50A5F">
            <w:r w:rsidRPr="00F35F0E">
              <w:t>0..1</w:t>
            </w:r>
          </w:p>
        </w:tc>
        <w:tc>
          <w:tcPr>
            <w:tcW w:w="3001" w:type="pct"/>
          </w:tcPr>
          <w:p w14:paraId="191DD154" w14:textId="77777777" w:rsidR="00C50A5F" w:rsidRPr="00F35F0E" w:rsidRDefault="00C50A5F" w:rsidP="00C50A5F">
            <w:r w:rsidRPr="00F35F0E">
              <w:t>A URI for the Agency that maintains the Extension.</w:t>
            </w:r>
          </w:p>
        </w:tc>
      </w:tr>
      <w:tr w:rsidR="00C50A5F" w:rsidRPr="00F35F0E" w14:paraId="6D8614A5" w14:textId="77777777" w:rsidTr="00C50A5F">
        <w:tc>
          <w:tcPr>
            <w:tcW w:w="1331" w:type="pct"/>
          </w:tcPr>
          <w:p w14:paraId="5E5EC669" w14:textId="77777777" w:rsidR="00C50A5F" w:rsidRPr="00F35F0E" w:rsidRDefault="00C50A5F" w:rsidP="00C50A5F">
            <w:proofErr w:type="spellStart"/>
            <w:r w:rsidRPr="00F35F0E">
              <w:t>ExtensionURI</w:t>
            </w:r>
            <w:proofErr w:type="spellEnd"/>
          </w:p>
          <w:p w14:paraId="74EE91C4" w14:textId="77777777" w:rsidR="00C50A5F" w:rsidRPr="00F35F0E" w:rsidRDefault="00C50A5F" w:rsidP="00C50A5F">
            <w:r w:rsidRPr="00F35F0E">
              <w:t>(Identifier)</w:t>
            </w:r>
          </w:p>
        </w:tc>
        <w:tc>
          <w:tcPr>
            <w:tcW w:w="668" w:type="pct"/>
          </w:tcPr>
          <w:p w14:paraId="7F5B146B" w14:textId="77777777" w:rsidR="00C50A5F" w:rsidRPr="00F35F0E" w:rsidRDefault="00C50A5F" w:rsidP="00C50A5F">
            <w:r w:rsidRPr="00F35F0E">
              <w:t>0..1</w:t>
            </w:r>
          </w:p>
        </w:tc>
        <w:tc>
          <w:tcPr>
            <w:tcW w:w="3001" w:type="pct"/>
          </w:tcPr>
          <w:p w14:paraId="642B55C3" w14:textId="77777777" w:rsidR="00C50A5F" w:rsidRPr="00F35F0E" w:rsidRDefault="00C50A5F" w:rsidP="00C50A5F">
            <w:r w:rsidRPr="00F35F0E">
              <w:t>A URI for the Extension.</w:t>
            </w:r>
          </w:p>
        </w:tc>
      </w:tr>
      <w:tr w:rsidR="00C50A5F" w:rsidRPr="00F35F0E" w14:paraId="65F7B412" w14:textId="77777777" w:rsidTr="00C50A5F">
        <w:tc>
          <w:tcPr>
            <w:tcW w:w="1331" w:type="pct"/>
          </w:tcPr>
          <w:p w14:paraId="4BD2F2FB" w14:textId="77777777" w:rsidR="00C50A5F" w:rsidRPr="00F35F0E" w:rsidRDefault="00C50A5F" w:rsidP="00C50A5F">
            <w:proofErr w:type="spellStart"/>
            <w:r w:rsidRPr="00F35F0E">
              <w:t>ExtensionReasonCode</w:t>
            </w:r>
            <w:proofErr w:type="spellEnd"/>
          </w:p>
          <w:p w14:paraId="76C05688" w14:textId="77777777" w:rsidR="00C50A5F" w:rsidRPr="00F35F0E" w:rsidRDefault="00C50A5F" w:rsidP="00C50A5F">
            <w:r w:rsidRPr="00F35F0E">
              <w:t>(Code)</w:t>
            </w:r>
          </w:p>
        </w:tc>
        <w:tc>
          <w:tcPr>
            <w:tcW w:w="668" w:type="pct"/>
          </w:tcPr>
          <w:p w14:paraId="4BC486F5" w14:textId="77777777" w:rsidR="00C50A5F" w:rsidRPr="00F35F0E" w:rsidRDefault="00C50A5F" w:rsidP="00C50A5F">
            <w:r w:rsidRPr="00F35F0E">
              <w:t>0..1</w:t>
            </w:r>
          </w:p>
        </w:tc>
        <w:tc>
          <w:tcPr>
            <w:tcW w:w="3001" w:type="pct"/>
          </w:tcPr>
          <w:p w14:paraId="4D7A400B" w14:textId="77777777" w:rsidR="00C50A5F" w:rsidRPr="00F35F0E" w:rsidRDefault="00C50A5F" w:rsidP="00C50A5F">
            <w:r w:rsidRPr="00F35F0E">
              <w:t>A code for reason the Extension is being included.</w:t>
            </w:r>
          </w:p>
        </w:tc>
      </w:tr>
      <w:tr w:rsidR="00C50A5F" w:rsidRPr="00F35F0E" w14:paraId="07598DB0" w14:textId="77777777" w:rsidTr="00C50A5F">
        <w:tc>
          <w:tcPr>
            <w:tcW w:w="1331" w:type="pct"/>
          </w:tcPr>
          <w:p w14:paraId="6AC3FAB7" w14:textId="77777777" w:rsidR="00C50A5F" w:rsidRPr="00F35F0E" w:rsidRDefault="00C50A5F" w:rsidP="00C50A5F">
            <w:proofErr w:type="spellStart"/>
            <w:r w:rsidRPr="00F35F0E">
              <w:t>ExtensionReason</w:t>
            </w:r>
            <w:proofErr w:type="spellEnd"/>
          </w:p>
          <w:p w14:paraId="7B76390F" w14:textId="77777777" w:rsidR="00C50A5F" w:rsidRPr="00F35F0E" w:rsidRDefault="00C50A5F" w:rsidP="00C50A5F">
            <w:r w:rsidRPr="00F35F0E">
              <w:t>(Text)</w:t>
            </w:r>
          </w:p>
        </w:tc>
        <w:tc>
          <w:tcPr>
            <w:tcW w:w="668" w:type="pct"/>
          </w:tcPr>
          <w:p w14:paraId="0177FAF3" w14:textId="77777777" w:rsidR="00C50A5F" w:rsidRPr="00F35F0E" w:rsidRDefault="00C50A5F" w:rsidP="00C50A5F">
            <w:r w:rsidRPr="00F35F0E">
              <w:t>0..1</w:t>
            </w:r>
          </w:p>
        </w:tc>
        <w:tc>
          <w:tcPr>
            <w:tcW w:w="3001" w:type="pct"/>
          </w:tcPr>
          <w:p w14:paraId="72E2F18C" w14:textId="77777777" w:rsidR="00C50A5F" w:rsidRPr="00F35F0E" w:rsidRDefault="00C50A5F" w:rsidP="00C50A5F">
            <w:r w:rsidRPr="00F35F0E">
              <w:t>A description of the reason for the Extension.</w:t>
            </w:r>
          </w:p>
        </w:tc>
      </w:tr>
      <w:tr w:rsidR="00C50A5F" w:rsidRPr="00F35F0E" w14:paraId="1D322BAA" w14:textId="77777777" w:rsidTr="00C50A5F">
        <w:tc>
          <w:tcPr>
            <w:tcW w:w="1331" w:type="pct"/>
          </w:tcPr>
          <w:p w14:paraId="119D4154" w14:textId="77777777" w:rsidR="00C50A5F" w:rsidRPr="00F35F0E" w:rsidRDefault="00C50A5F" w:rsidP="00C50A5F">
            <w:proofErr w:type="spellStart"/>
            <w:r w:rsidRPr="00F35F0E">
              <w:t>ExtensionContent</w:t>
            </w:r>
            <w:proofErr w:type="spellEnd"/>
          </w:p>
        </w:tc>
        <w:tc>
          <w:tcPr>
            <w:tcW w:w="668" w:type="pct"/>
          </w:tcPr>
          <w:p w14:paraId="58DFE352" w14:textId="77777777" w:rsidR="00C50A5F" w:rsidRPr="00F35F0E" w:rsidRDefault="00C50A5F" w:rsidP="00C50A5F">
            <w:r w:rsidRPr="00F35F0E">
              <w:t>1..1</w:t>
            </w:r>
          </w:p>
        </w:tc>
        <w:tc>
          <w:tcPr>
            <w:tcW w:w="3001" w:type="pct"/>
          </w:tcPr>
          <w:p w14:paraId="20209649" w14:textId="77777777" w:rsidR="00C50A5F" w:rsidRPr="00F35F0E" w:rsidRDefault="00C50A5F" w:rsidP="00C50A5F">
            <w:r w:rsidRPr="00F35F0E">
              <w:t>The definition of the extension content. Any valid XML structure can be inserted here.</w:t>
            </w:r>
          </w:p>
        </w:tc>
      </w:tr>
    </w:tbl>
    <w:p w14:paraId="28C1D4A1" w14:textId="77777777" w:rsidR="00C50A5F" w:rsidRPr="00F35F0E" w:rsidRDefault="00C50A5F" w:rsidP="002B747E">
      <w:pPr>
        <w:pStyle w:val="Heading3"/>
        <w:numPr>
          <w:ilvl w:val="2"/>
          <w:numId w:val="2"/>
        </w:numPr>
      </w:pPr>
      <w:bookmarkStart w:id="128" w:name="_Toc7437204"/>
      <w:bookmarkStart w:id="129" w:name="_Toc62566922"/>
      <w:r w:rsidRPr="00F35F0E">
        <w:t>Signature information</w:t>
      </w:r>
      <w:bookmarkEnd w:id="128"/>
      <w:bookmarkEnd w:id="129"/>
    </w:p>
    <w:p w14:paraId="2F06DCFC" w14:textId="77777777" w:rsidR="00C50A5F" w:rsidRPr="00F35F0E" w:rsidRDefault="00C50A5F" w:rsidP="00C50A5F">
      <w:bookmarkStart w:id="130" w:name="_Toc452469259"/>
      <w:bookmarkStart w:id="131" w:name="_Toc490131047"/>
      <w:r w:rsidRPr="00F35F0E">
        <w:t xml:space="preserve">Using the W3C XML Digital Signature </w:t>
      </w:r>
      <w:r w:rsidRPr="00F35F0E">
        <w:fldChar w:fldCharType="begin"/>
      </w:r>
      <w:r w:rsidRPr="00F35F0E">
        <w:instrText xml:space="preserve"> REF XML_DSIG1 \h </w:instrText>
      </w:r>
      <w:r w:rsidRPr="00F35F0E">
        <w:fldChar w:fldCharType="separate"/>
      </w:r>
      <w:r w:rsidRPr="00F35F0E">
        <w:rPr>
          <w:b/>
        </w:rPr>
        <w:t>[XML-DSIG1]</w:t>
      </w:r>
      <w:r w:rsidRPr="00F35F0E">
        <w:fldChar w:fldCharType="end"/>
      </w:r>
      <w:r w:rsidRPr="00F35F0E">
        <w:t xml:space="preserve">, zero or more signatures can be added to the SMP </w:t>
      </w:r>
      <w:proofErr w:type="spellStart"/>
      <w:r w:rsidRPr="00F35F0E">
        <w:t>ServiceGroup</w:t>
      </w:r>
      <w:proofErr w:type="spellEnd"/>
      <w:r w:rsidRPr="00F35F0E">
        <w:t xml:space="preserve"> and to the SMP </w:t>
      </w:r>
      <w:proofErr w:type="spellStart"/>
      <w:r w:rsidRPr="00F35F0E">
        <w:t>ServiceMetadata</w:t>
      </w:r>
      <w:proofErr w:type="spellEnd"/>
      <w:r w:rsidRPr="00F35F0E">
        <w:t>.</w:t>
      </w:r>
    </w:p>
    <w:p w14:paraId="355887BD" w14:textId="77777777" w:rsidR="00C50A5F" w:rsidRPr="00F35F0E" w:rsidRDefault="00C50A5F" w:rsidP="00C50A5F">
      <w:r w:rsidRPr="00F35F0E">
        <w:t xml:space="preserve">The signatures </w:t>
      </w:r>
      <w:r>
        <w:t>MUST be</w:t>
      </w:r>
      <w:r w:rsidRPr="00F35F0E">
        <w:t xml:space="preserve"> grouped as the final children of the </w:t>
      </w:r>
      <w:proofErr w:type="spellStart"/>
      <w:r w:rsidRPr="00F35F0E">
        <w:t>ServiceGroup</w:t>
      </w:r>
      <w:proofErr w:type="spellEnd"/>
      <w:r w:rsidRPr="00F35F0E">
        <w:t xml:space="preserve"> and </w:t>
      </w:r>
      <w:proofErr w:type="spellStart"/>
      <w:r w:rsidRPr="00F35F0E">
        <w:t>ServiceMetadata</w:t>
      </w:r>
      <w:proofErr w:type="spellEnd"/>
      <w:r w:rsidRPr="00F35F0E">
        <w:t xml:space="preserve"> elements.</w:t>
      </w:r>
    </w:p>
    <w:p w14:paraId="205C2F7C" w14:textId="77777777" w:rsidR="00C50A5F" w:rsidRPr="00F35F0E" w:rsidRDefault="00C50A5F" w:rsidP="00C50A5F">
      <w:r w:rsidRPr="00F35F0E">
        <w:t>See section</w:t>
      </w:r>
      <w:r>
        <w:t xml:space="preserve"> </w:t>
      </w:r>
      <w:r>
        <w:fldChar w:fldCharType="begin"/>
      </w:r>
      <w:r>
        <w:instrText xml:space="preserve"> REF _Ref4842399 \w \h </w:instrText>
      </w:r>
      <w:r>
        <w:fldChar w:fldCharType="separate"/>
      </w:r>
      <w:r>
        <w:t>5.6</w:t>
      </w:r>
      <w:r>
        <w:fldChar w:fldCharType="end"/>
      </w:r>
      <w:r>
        <w:t xml:space="preserve"> </w:t>
      </w:r>
      <w:r w:rsidRPr="00F35F0E">
        <w:t>for more information about the use of digital signatures in the REST binding to secure the meta-data retrieval.</w:t>
      </w:r>
    </w:p>
    <w:p w14:paraId="0B966903" w14:textId="77777777" w:rsidR="00C50A5F" w:rsidRPr="00F35F0E" w:rsidRDefault="00C50A5F" w:rsidP="002B747E">
      <w:pPr>
        <w:pStyle w:val="Heading1"/>
        <w:numPr>
          <w:ilvl w:val="0"/>
          <w:numId w:val="2"/>
        </w:numPr>
      </w:pPr>
      <w:bookmarkStart w:id="132" w:name="_Toc7437205"/>
      <w:bookmarkStart w:id="133" w:name="_Toc62566923"/>
      <w:r w:rsidRPr="00F35F0E">
        <w:lastRenderedPageBreak/>
        <w:t>Service Metadata Publishing REST binding</w:t>
      </w:r>
      <w:bookmarkEnd w:id="130"/>
      <w:bookmarkEnd w:id="131"/>
      <w:bookmarkEnd w:id="132"/>
      <w:bookmarkEnd w:id="133"/>
    </w:p>
    <w:p w14:paraId="24475E13" w14:textId="77777777" w:rsidR="00C50A5F" w:rsidRPr="00F35F0E" w:rsidRDefault="00C50A5F" w:rsidP="002B747E">
      <w:pPr>
        <w:pStyle w:val="Heading2"/>
        <w:numPr>
          <w:ilvl w:val="1"/>
          <w:numId w:val="2"/>
        </w:numPr>
      </w:pPr>
      <w:bookmarkStart w:id="134" w:name="_Toc7437206"/>
      <w:bookmarkStart w:id="135" w:name="_Toc62566924"/>
      <w:r w:rsidRPr="00F35F0E">
        <w:t>Introduction</w:t>
      </w:r>
      <w:bookmarkEnd w:id="134"/>
      <w:bookmarkEnd w:id="135"/>
    </w:p>
    <w:p w14:paraId="60F0CB67" w14:textId="77777777" w:rsidR="00C50A5F" w:rsidRPr="00F35F0E" w:rsidRDefault="00C50A5F" w:rsidP="00C50A5F">
      <w:bookmarkStart w:id="136" w:name="_Ref512288049"/>
      <w:r w:rsidRPr="00F35F0E">
        <w:t>This section describes the REST binding of the Service Metadata Publishing protocol. Note that the implementation of the SMP protocol is not limited to the REST binding and future specification</w:t>
      </w:r>
      <w:r>
        <w:t>s</w:t>
      </w:r>
      <w:r w:rsidRPr="00F35F0E">
        <w:t xml:space="preserve"> MAY define additional bindings to other transport protocols, like for example AS4.</w:t>
      </w:r>
    </w:p>
    <w:p w14:paraId="10B819B8" w14:textId="77777777" w:rsidR="00C50A5F" w:rsidRPr="00F35F0E" w:rsidRDefault="00C50A5F" w:rsidP="002B747E">
      <w:pPr>
        <w:pStyle w:val="Heading2"/>
        <w:numPr>
          <w:ilvl w:val="1"/>
          <w:numId w:val="2"/>
        </w:numPr>
      </w:pPr>
      <w:bookmarkStart w:id="137" w:name="_Ref349834"/>
      <w:bookmarkStart w:id="138" w:name="_Toc7437207"/>
      <w:bookmarkStart w:id="139" w:name="_Toc62566925"/>
      <w:r w:rsidRPr="00F35F0E">
        <w:t>The use of HTTP</w:t>
      </w:r>
      <w:bookmarkEnd w:id="136"/>
      <w:r>
        <w:t xml:space="preserve"> 1.x</w:t>
      </w:r>
      <w:bookmarkEnd w:id="137"/>
      <w:bookmarkEnd w:id="138"/>
      <w:bookmarkEnd w:id="139"/>
    </w:p>
    <w:p w14:paraId="01BF5F85" w14:textId="77777777" w:rsidR="00C50A5F" w:rsidRPr="00F35F0E" w:rsidRDefault="00C50A5F" w:rsidP="002B747E">
      <w:pPr>
        <w:pStyle w:val="Heading3"/>
        <w:numPr>
          <w:ilvl w:val="2"/>
          <w:numId w:val="2"/>
        </w:numPr>
      </w:pPr>
      <w:bookmarkStart w:id="140" w:name="_General_use_of"/>
      <w:bookmarkStart w:id="141" w:name="_Toc7437208"/>
      <w:bookmarkStart w:id="142" w:name="_Toc62566926"/>
      <w:bookmarkEnd w:id="140"/>
      <w:r w:rsidRPr="00F35F0E">
        <w:t>General use of HTTP</w:t>
      </w:r>
      <w:r>
        <w:t xml:space="preserve"> 1.x</w:t>
      </w:r>
      <w:bookmarkEnd w:id="141"/>
      <w:bookmarkEnd w:id="142"/>
    </w:p>
    <w:p w14:paraId="25C02338" w14:textId="77777777" w:rsidR="00C50A5F" w:rsidRPr="00F35F0E" w:rsidRDefault="00C50A5F" w:rsidP="00C50A5F">
      <w:r w:rsidRPr="00F35F0E">
        <w:t xml:space="preserve">An implementation of the REST binding MUST support the use of GET and HEAD as specified in </w:t>
      </w:r>
      <w:r w:rsidRPr="00F35F0E">
        <w:fldChar w:fldCharType="begin"/>
      </w:r>
      <w:r w:rsidRPr="00F35F0E">
        <w:instrText xml:space="preserve"> REF RFC7231 \h </w:instrText>
      </w:r>
      <w:r w:rsidRPr="00F35F0E">
        <w:fldChar w:fldCharType="separate"/>
      </w:r>
      <w:r w:rsidRPr="00F35F0E">
        <w:rPr>
          <w:b/>
        </w:rPr>
        <w:t>[RFC7231]</w:t>
      </w:r>
      <w:r w:rsidRPr="00F35F0E">
        <w:fldChar w:fldCharType="end"/>
      </w:r>
      <w:r w:rsidRPr="00F35F0E">
        <w:t>, and MUST set the HTTP “content-type” header and give it a value of “application/xml”. A</w:t>
      </w:r>
      <w:r>
        <w:t xml:space="preserve"> </w:t>
      </w:r>
      <w:r w:rsidRPr="00D85A58">
        <w:t>business document exchange infrastructure</w:t>
      </w:r>
      <w:r w:rsidRPr="00F35F0E">
        <w:t xml:space="preserve"> MAY set restrictions on what ports are allowed.</w:t>
      </w:r>
    </w:p>
    <w:p w14:paraId="5713F423" w14:textId="77777777" w:rsidR="00C50A5F" w:rsidRPr="00F35F0E" w:rsidRDefault="00C50A5F" w:rsidP="00C50A5F">
      <w:r w:rsidRPr="00F35F0E">
        <w:t>An implementation of SMP MAY choose to manage resources through the HTTP POST, PUT and DELETE verbs. It is however up to each implementation to choose how to manage records, and the use of HTTP POST, PUT and DELETE is not mandated or regulated by this specification.</w:t>
      </w:r>
    </w:p>
    <w:p w14:paraId="3389B690" w14:textId="77777777" w:rsidR="00C50A5F" w:rsidRPr="00F35F0E" w:rsidRDefault="00C50A5F" w:rsidP="00C50A5F">
      <w:r w:rsidRPr="00F35F0E">
        <w:t>HTTP GET operations MUST return the following HTTP status codes:</w:t>
      </w:r>
    </w:p>
    <w:tbl>
      <w:tblPr>
        <w:tblStyle w:val="TableGrid"/>
        <w:tblW w:w="5000" w:type="pct"/>
        <w:tblLook w:val="06A0" w:firstRow="1" w:lastRow="0" w:firstColumn="1" w:lastColumn="0" w:noHBand="1" w:noVBand="1"/>
      </w:tblPr>
      <w:tblGrid>
        <w:gridCol w:w="2147"/>
        <w:gridCol w:w="7203"/>
      </w:tblGrid>
      <w:tr w:rsidR="00C50A5F" w:rsidRPr="00F35F0E" w14:paraId="7C5DCA26" w14:textId="77777777" w:rsidTr="00C50A5F">
        <w:trPr>
          <w:tblHeader/>
        </w:trPr>
        <w:tc>
          <w:tcPr>
            <w:tcW w:w="1148" w:type="pct"/>
          </w:tcPr>
          <w:p w14:paraId="452D6F9B" w14:textId="77777777" w:rsidR="00C50A5F" w:rsidRPr="00F35F0E" w:rsidRDefault="00C50A5F" w:rsidP="00C50A5F">
            <w:pPr>
              <w:rPr>
                <w:b/>
              </w:rPr>
            </w:pPr>
            <w:r w:rsidRPr="00F35F0E">
              <w:rPr>
                <w:b/>
              </w:rPr>
              <w:t>HTTP status code</w:t>
            </w:r>
          </w:p>
        </w:tc>
        <w:tc>
          <w:tcPr>
            <w:tcW w:w="3852" w:type="pct"/>
          </w:tcPr>
          <w:p w14:paraId="7B1F571C" w14:textId="77777777" w:rsidR="00C50A5F" w:rsidRPr="00F35F0E" w:rsidRDefault="00C50A5F" w:rsidP="00C50A5F">
            <w:pPr>
              <w:rPr>
                <w:b/>
              </w:rPr>
            </w:pPr>
            <w:r w:rsidRPr="00F35F0E">
              <w:rPr>
                <w:b/>
              </w:rPr>
              <w:t>Meaning</w:t>
            </w:r>
          </w:p>
        </w:tc>
      </w:tr>
      <w:tr w:rsidR="00C50A5F" w:rsidRPr="00F35F0E" w14:paraId="44C6A5A0" w14:textId="77777777" w:rsidTr="00C50A5F">
        <w:tc>
          <w:tcPr>
            <w:tcW w:w="1148" w:type="pct"/>
          </w:tcPr>
          <w:p w14:paraId="3521131C" w14:textId="77777777" w:rsidR="00C50A5F" w:rsidRPr="00F35F0E" w:rsidRDefault="00C50A5F" w:rsidP="00C50A5F">
            <w:r w:rsidRPr="00F35F0E">
              <w:t>200</w:t>
            </w:r>
          </w:p>
        </w:tc>
        <w:tc>
          <w:tcPr>
            <w:tcW w:w="3852" w:type="pct"/>
          </w:tcPr>
          <w:p w14:paraId="50E6E406" w14:textId="77777777" w:rsidR="00C50A5F" w:rsidRPr="00F35F0E" w:rsidRDefault="00C50A5F" w:rsidP="00C50A5F">
            <w:r w:rsidRPr="00F35F0E">
              <w:t>MUST be returned if the resource is retrieved correctly.</w:t>
            </w:r>
          </w:p>
        </w:tc>
      </w:tr>
      <w:tr w:rsidR="00C50A5F" w:rsidRPr="00F35F0E" w14:paraId="14DEA75A" w14:textId="77777777" w:rsidTr="00C50A5F">
        <w:tc>
          <w:tcPr>
            <w:tcW w:w="1148" w:type="pct"/>
          </w:tcPr>
          <w:p w14:paraId="13CCD71A" w14:textId="77777777" w:rsidR="00C50A5F" w:rsidRPr="00F35F0E" w:rsidRDefault="00C50A5F" w:rsidP="00C50A5F">
            <w:r w:rsidRPr="00F35F0E">
              <w:t>404</w:t>
            </w:r>
          </w:p>
        </w:tc>
        <w:tc>
          <w:tcPr>
            <w:tcW w:w="3852" w:type="pct"/>
          </w:tcPr>
          <w:p w14:paraId="3464AA1B" w14:textId="77777777" w:rsidR="00C50A5F" w:rsidRPr="00F35F0E" w:rsidRDefault="00C50A5F" w:rsidP="00C50A5F">
            <w:r w:rsidRPr="00F35F0E">
              <w:t>Code 404 MUST be returned if a specific resource could not be found. This could for example be the result of a request containing a Participant Identifier that does not exist.</w:t>
            </w:r>
          </w:p>
        </w:tc>
      </w:tr>
      <w:tr w:rsidR="00C50A5F" w:rsidRPr="00F35F0E" w14:paraId="1A20F109" w14:textId="77777777" w:rsidTr="00C50A5F">
        <w:tc>
          <w:tcPr>
            <w:tcW w:w="1148" w:type="pct"/>
          </w:tcPr>
          <w:p w14:paraId="3CC6DD7F" w14:textId="77777777" w:rsidR="00C50A5F" w:rsidRPr="00F35F0E" w:rsidRDefault="00C50A5F" w:rsidP="00C50A5F">
            <w:r w:rsidRPr="00F35F0E">
              <w:t>5xx</w:t>
            </w:r>
          </w:p>
        </w:tc>
        <w:tc>
          <w:tcPr>
            <w:tcW w:w="3852" w:type="pct"/>
          </w:tcPr>
          <w:p w14:paraId="342C14A6" w14:textId="77777777" w:rsidR="00C50A5F" w:rsidRPr="00F35F0E" w:rsidRDefault="00C50A5F" w:rsidP="00C50A5F">
            <w:r w:rsidRPr="00F35F0E">
              <w:t>5xx codes MUST be returned if the service experiences an internal processing error.</w:t>
            </w:r>
          </w:p>
        </w:tc>
      </w:tr>
    </w:tbl>
    <w:p w14:paraId="7CCB99BE" w14:textId="77777777" w:rsidR="00C50A5F" w:rsidRPr="00F35F0E" w:rsidRDefault="00C50A5F" w:rsidP="00C50A5F">
      <w:bookmarkStart w:id="143" w:name="_Ref516042091"/>
      <w:r w:rsidRPr="00F35F0E">
        <w:t>An SMP implementation MAY support other HTTP status codes as well.</w:t>
      </w:r>
    </w:p>
    <w:p w14:paraId="29D6060F" w14:textId="77777777" w:rsidR="00C50A5F" w:rsidRPr="00F35F0E" w:rsidRDefault="00C50A5F" w:rsidP="00C50A5F">
      <w:r w:rsidRPr="00F35F0E">
        <w:t>An SMP implementation MUST NOT use redirection in the manner indicated by the HTTP 3xx codes. Clients are not required to support active redirection.</w:t>
      </w:r>
    </w:p>
    <w:p w14:paraId="12B346FE" w14:textId="77777777" w:rsidR="00C50A5F" w:rsidRPr="00F35F0E" w:rsidRDefault="00C50A5F" w:rsidP="00C50A5F">
      <w:r w:rsidRPr="00F35F0E">
        <w:t xml:space="preserve">An SMP implementation SHOULD respond in accordance with </w:t>
      </w:r>
      <w:r w:rsidRPr="00F35F0E">
        <w:fldChar w:fldCharType="begin"/>
      </w:r>
      <w:r w:rsidRPr="00F35F0E">
        <w:instrText xml:space="preserve"> REF RFC7231 \h </w:instrText>
      </w:r>
      <w:r w:rsidRPr="00F35F0E">
        <w:fldChar w:fldCharType="separate"/>
      </w:r>
      <w:r w:rsidRPr="00F35F0E">
        <w:rPr>
          <w:b/>
        </w:rPr>
        <w:t>[RFC7231]</w:t>
      </w:r>
      <w:r w:rsidRPr="00F35F0E">
        <w:fldChar w:fldCharType="end"/>
      </w:r>
      <w:r w:rsidRPr="00F35F0E">
        <w:t xml:space="preserve"> to a request using the HTTP HEAD method.</w:t>
      </w:r>
    </w:p>
    <w:p w14:paraId="02B73413" w14:textId="77777777" w:rsidR="00C50A5F" w:rsidRPr="00F35F0E" w:rsidRDefault="00C50A5F" w:rsidP="002B747E">
      <w:pPr>
        <w:pStyle w:val="Heading3"/>
        <w:numPr>
          <w:ilvl w:val="2"/>
          <w:numId w:val="2"/>
        </w:numPr>
      </w:pPr>
      <w:bookmarkStart w:id="144" w:name="_Ref4837487"/>
      <w:bookmarkStart w:id="145" w:name="_Ref4837505"/>
      <w:bookmarkStart w:id="146" w:name="_Toc7437209"/>
      <w:bookmarkStart w:id="147" w:name="_Toc62566927"/>
      <w:r w:rsidRPr="00F35F0E">
        <w:t>Caching of HTTP responses</w:t>
      </w:r>
      <w:bookmarkEnd w:id="143"/>
      <w:bookmarkEnd w:id="144"/>
      <w:bookmarkEnd w:id="145"/>
      <w:bookmarkEnd w:id="146"/>
      <w:bookmarkEnd w:id="147"/>
    </w:p>
    <w:p w14:paraId="4955806A" w14:textId="77777777" w:rsidR="00C50A5F" w:rsidRPr="00F35F0E" w:rsidRDefault="00C50A5F" w:rsidP="00C50A5F">
      <w:bookmarkStart w:id="148" w:name="_Ref512288066"/>
      <w:r w:rsidRPr="00F35F0E">
        <w:t xml:space="preserve">When using HTTP for SMP lookup, client-side caching MAY be introduced using headers “Last-Modified” and “If-Modified-Since” as defined in </w:t>
      </w:r>
      <w:r w:rsidRPr="00F35F0E">
        <w:fldChar w:fldCharType="begin"/>
      </w:r>
      <w:r w:rsidRPr="00F35F0E">
        <w:instrText xml:space="preserve"> REF RFC7232 \h </w:instrText>
      </w:r>
      <w:r w:rsidRPr="00F35F0E">
        <w:fldChar w:fldCharType="separate"/>
      </w:r>
      <w:r w:rsidRPr="00F35F0E">
        <w:rPr>
          <w:b/>
        </w:rPr>
        <w:t>[RFC7232]</w:t>
      </w:r>
      <w:r w:rsidRPr="00F35F0E">
        <w:fldChar w:fldCharType="end"/>
      </w:r>
      <w:r w:rsidRPr="00F35F0E">
        <w:t xml:space="preserve">. An SMP server MAY implement support of caching, and an SMP client MAY implement caching in case it is supported by an SMP server. Implementing caching or support of caching MUST NOT be imposed. Strategy for invalidation is not specified here, </w:t>
      </w:r>
      <w:r>
        <w:t xml:space="preserve">and </w:t>
      </w:r>
      <w:r w:rsidRPr="00F35F0E">
        <w:t xml:space="preserve">MUST be implemented in accordance with </w:t>
      </w:r>
      <w:r w:rsidRPr="00F35F0E">
        <w:fldChar w:fldCharType="begin"/>
      </w:r>
      <w:r w:rsidRPr="00F35F0E">
        <w:instrText xml:space="preserve"> REF RFC7232 \h </w:instrText>
      </w:r>
      <w:r w:rsidRPr="00F35F0E">
        <w:fldChar w:fldCharType="separate"/>
      </w:r>
      <w:r w:rsidRPr="00F35F0E">
        <w:rPr>
          <w:b/>
        </w:rPr>
        <w:t>[RFC7232]</w:t>
      </w:r>
      <w:r w:rsidRPr="00F35F0E">
        <w:fldChar w:fldCharType="end"/>
      </w:r>
      <w:r w:rsidRPr="00F35F0E">
        <w:t>.</w:t>
      </w:r>
    </w:p>
    <w:p w14:paraId="702C2F3C" w14:textId="77777777" w:rsidR="00C50A5F" w:rsidRPr="00F35F0E" w:rsidRDefault="00C50A5F" w:rsidP="00C50A5F">
      <w:r w:rsidRPr="00F35F0E">
        <w:t xml:space="preserve">Only the "Last-Modified" and "If-Modified-Since" headers are supported for caching SMP responses. No other HTTP headers in </w:t>
      </w:r>
      <w:r w:rsidRPr="00F35F0E">
        <w:fldChar w:fldCharType="begin"/>
      </w:r>
      <w:r w:rsidRPr="00F35F0E">
        <w:instrText xml:space="preserve"> REF RFC7232 \h </w:instrText>
      </w:r>
      <w:r w:rsidRPr="00F35F0E">
        <w:fldChar w:fldCharType="separate"/>
      </w:r>
      <w:r w:rsidRPr="00F35F0E">
        <w:rPr>
          <w:b/>
        </w:rPr>
        <w:t>[RFC7232]</w:t>
      </w:r>
      <w:r w:rsidRPr="00F35F0E">
        <w:fldChar w:fldCharType="end"/>
      </w:r>
      <w:r w:rsidRPr="00F35F0E">
        <w:t xml:space="preserve"> or elsewhere are used for client-side caching in SMP.</w:t>
      </w:r>
    </w:p>
    <w:p w14:paraId="6A1D01A3" w14:textId="77777777" w:rsidR="00C50A5F" w:rsidRPr="00F35F0E" w:rsidRDefault="00C50A5F" w:rsidP="00C50A5F">
      <w:r w:rsidRPr="00F35F0E">
        <w:t>Sample of “Last-Modified” in response (server):</w:t>
      </w:r>
    </w:p>
    <w:p w14:paraId="75D4B955" w14:textId="77777777" w:rsidR="00C50A5F" w:rsidRPr="00F35F0E" w:rsidRDefault="00C50A5F" w:rsidP="00C50A5F">
      <w:pPr>
        <w:pStyle w:val="NumberedCode"/>
        <w:rPr>
          <w:lang w:bidi="he-IL"/>
        </w:rPr>
      </w:pPr>
      <w:r w:rsidRPr="00F35F0E">
        <w:rPr>
          <w:lang w:bidi="he-IL"/>
        </w:rPr>
        <w:t>Last-Modified: Tue, 01 Dec 201</w:t>
      </w:r>
      <w:r>
        <w:rPr>
          <w:lang w:bidi="he-IL"/>
        </w:rPr>
        <w:t>8</w:t>
      </w:r>
      <w:r w:rsidRPr="00F35F0E">
        <w:rPr>
          <w:lang w:bidi="he-IL"/>
        </w:rPr>
        <w:t xml:space="preserve"> 19:14:44 GMT</w:t>
      </w:r>
    </w:p>
    <w:p w14:paraId="7CD6DA07" w14:textId="77777777" w:rsidR="00C50A5F" w:rsidRPr="00F35F0E" w:rsidRDefault="00C50A5F" w:rsidP="00C50A5F">
      <w:r w:rsidRPr="00F35F0E">
        <w:t>Sample of “If-Modified-Since” in request (client):</w:t>
      </w:r>
    </w:p>
    <w:p w14:paraId="59772AF7" w14:textId="77777777" w:rsidR="00C50A5F" w:rsidRPr="00F35F0E" w:rsidRDefault="00C50A5F" w:rsidP="00C50A5F">
      <w:pPr>
        <w:pStyle w:val="NumberedCode"/>
        <w:rPr>
          <w:lang w:bidi="he-IL"/>
        </w:rPr>
      </w:pPr>
      <w:r w:rsidRPr="00F35F0E">
        <w:rPr>
          <w:lang w:bidi="he-IL"/>
        </w:rPr>
        <w:t>If-Modified-Since: Tue, 01 Dec 201</w:t>
      </w:r>
      <w:r>
        <w:rPr>
          <w:lang w:bidi="he-IL"/>
        </w:rPr>
        <w:t>8</w:t>
      </w:r>
      <w:r w:rsidRPr="00F35F0E">
        <w:rPr>
          <w:lang w:bidi="he-IL"/>
        </w:rPr>
        <w:t xml:space="preserve"> 19:14:44 GMT</w:t>
      </w:r>
    </w:p>
    <w:p w14:paraId="4BB81946" w14:textId="77777777" w:rsidR="00C50A5F" w:rsidRPr="00F35F0E" w:rsidRDefault="00C50A5F" w:rsidP="002B747E">
      <w:pPr>
        <w:pStyle w:val="Heading2"/>
        <w:numPr>
          <w:ilvl w:val="1"/>
          <w:numId w:val="2"/>
        </w:numPr>
        <w:rPr>
          <w:lang w:bidi="he-IL"/>
        </w:rPr>
      </w:pPr>
      <w:bookmarkStart w:id="149" w:name="_Ref349849"/>
      <w:bookmarkStart w:id="150" w:name="_Toc7437210"/>
      <w:bookmarkStart w:id="151" w:name="_Toc62566928"/>
      <w:r w:rsidRPr="00F35F0E">
        <w:rPr>
          <w:lang w:bidi="he-IL"/>
        </w:rPr>
        <w:lastRenderedPageBreak/>
        <w:t>The use of XML and encoding</w:t>
      </w:r>
      <w:bookmarkEnd w:id="148"/>
      <w:bookmarkEnd w:id="149"/>
      <w:bookmarkEnd w:id="150"/>
      <w:bookmarkEnd w:id="151"/>
    </w:p>
    <w:p w14:paraId="70AE8092" w14:textId="77777777" w:rsidR="00C50A5F" w:rsidRPr="00F35F0E" w:rsidRDefault="00C50A5F" w:rsidP="00C50A5F">
      <w:pPr>
        <w:rPr>
          <w:lang w:bidi="he-IL"/>
        </w:rPr>
      </w:pPr>
      <w:bookmarkStart w:id="152" w:name="_Ref512288075"/>
      <w:r w:rsidRPr="00F35F0E">
        <w:rPr>
          <w:lang w:bidi="he-IL"/>
        </w:rPr>
        <w:t xml:space="preserve">XML documents returned by HTTP GET MUST be well-formed according to </w:t>
      </w:r>
      <w:r w:rsidRPr="00F35F0E">
        <w:rPr>
          <w:lang w:bidi="he-IL"/>
        </w:rPr>
        <w:fldChar w:fldCharType="begin"/>
      </w:r>
      <w:r w:rsidRPr="00F35F0E">
        <w:rPr>
          <w:lang w:bidi="he-IL"/>
        </w:rPr>
        <w:instrText xml:space="preserve"> REF XML1_0 \h </w:instrText>
      </w:r>
      <w:r w:rsidRPr="00F35F0E">
        <w:rPr>
          <w:lang w:bidi="he-IL"/>
        </w:rPr>
      </w:r>
      <w:r w:rsidRPr="00F35F0E">
        <w:rPr>
          <w:lang w:bidi="he-IL"/>
        </w:rPr>
        <w:fldChar w:fldCharType="separate"/>
      </w:r>
      <w:r w:rsidRPr="00F35F0E">
        <w:rPr>
          <w:b/>
        </w:rPr>
        <w:t>[XML 1.0]</w:t>
      </w:r>
      <w:r w:rsidRPr="00F35F0E">
        <w:rPr>
          <w:lang w:bidi="he-IL"/>
        </w:rPr>
        <w:fldChar w:fldCharType="end"/>
      </w:r>
      <w:r w:rsidRPr="00F35F0E">
        <w:rPr>
          <w:lang w:bidi="he-IL"/>
        </w:rPr>
        <w:t xml:space="preserve"> and MUST be UTF-8 encoded (</w:t>
      </w:r>
      <w:r w:rsidRPr="00F35F0E">
        <w:rPr>
          <w:lang w:bidi="he-IL"/>
        </w:rPr>
        <w:fldChar w:fldCharType="begin"/>
      </w:r>
      <w:r w:rsidRPr="00F35F0E">
        <w:rPr>
          <w:lang w:bidi="he-IL"/>
        </w:rPr>
        <w:instrText xml:space="preserve"> REF Unicode \h </w:instrText>
      </w:r>
      <w:r w:rsidRPr="00F35F0E">
        <w:rPr>
          <w:lang w:bidi="he-IL"/>
        </w:rPr>
      </w:r>
      <w:r w:rsidRPr="00F35F0E">
        <w:rPr>
          <w:lang w:bidi="he-IL"/>
        </w:rPr>
        <w:fldChar w:fldCharType="separate"/>
      </w:r>
      <w:r w:rsidRPr="00F35F0E">
        <w:rPr>
          <w:b/>
        </w:rPr>
        <w:t>[Unicode]</w:t>
      </w:r>
      <w:r w:rsidRPr="00F35F0E">
        <w:rPr>
          <w:lang w:bidi="he-IL"/>
        </w:rPr>
        <w:fldChar w:fldCharType="end"/>
      </w:r>
      <w:r w:rsidRPr="00F35F0E">
        <w:rPr>
          <w:lang w:bidi="he-IL"/>
        </w:rPr>
        <w:t>). They MUST contain an XML declaration starting with “&lt;?xml” that includes the encoding attribute set to UTF-8.</w:t>
      </w:r>
    </w:p>
    <w:p w14:paraId="718761B0" w14:textId="77777777" w:rsidR="00C50A5F" w:rsidRPr="00F35F0E" w:rsidRDefault="00C50A5F" w:rsidP="002B747E">
      <w:pPr>
        <w:pStyle w:val="Heading2"/>
        <w:numPr>
          <w:ilvl w:val="1"/>
          <w:numId w:val="2"/>
        </w:numPr>
        <w:rPr>
          <w:lang w:bidi="he-IL"/>
        </w:rPr>
      </w:pPr>
      <w:bookmarkStart w:id="153" w:name="_Ref349859"/>
      <w:bookmarkStart w:id="154" w:name="_Toc7437211"/>
      <w:bookmarkStart w:id="155" w:name="_Toc62566929"/>
      <w:r w:rsidRPr="00F35F0E">
        <w:rPr>
          <w:lang w:bidi="he-IL"/>
        </w:rPr>
        <w:t>Resources</w:t>
      </w:r>
      <w:bookmarkEnd w:id="152"/>
      <w:bookmarkEnd w:id="153"/>
      <w:bookmarkEnd w:id="154"/>
      <w:bookmarkEnd w:id="155"/>
    </w:p>
    <w:p w14:paraId="71BB987E" w14:textId="77777777" w:rsidR="00C50A5F" w:rsidRPr="00F35F0E" w:rsidRDefault="00C50A5F" w:rsidP="00C50A5F">
      <w:pPr>
        <w:rPr>
          <w:lang w:bidi="he-IL"/>
        </w:rPr>
      </w:pPr>
      <w:r w:rsidRPr="00F35F0E">
        <w:rPr>
          <w:lang w:bidi="he-IL"/>
        </w:rPr>
        <w:t>The REST interface comprises 2 types of resources:</w:t>
      </w:r>
    </w:p>
    <w:tbl>
      <w:tblPr>
        <w:tblW w:w="5000" w:type="pct"/>
        <w:tblCellMar>
          <w:left w:w="10" w:type="dxa"/>
          <w:right w:w="10" w:type="dxa"/>
        </w:tblCellMar>
        <w:tblLook w:val="0000" w:firstRow="0" w:lastRow="0" w:firstColumn="0" w:lastColumn="0" w:noHBand="0" w:noVBand="0"/>
      </w:tblPr>
      <w:tblGrid>
        <w:gridCol w:w="1717"/>
        <w:gridCol w:w="2140"/>
        <w:gridCol w:w="650"/>
        <w:gridCol w:w="2183"/>
        <w:gridCol w:w="828"/>
        <w:gridCol w:w="1832"/>
      </w:tblGrid>
      <w:tr w:rsidR="00C50A5F" w:rsidRPr="00F35F0E" w14:paraId="6DC7B913" w14:textId="77777777" w:rsidTr="00C50A5F">
        <w:trPr>
          <w:trHeight w:val="524"/>
        </w:trPr>
        <w:tc>
          <w:tcPr>
            <w:tcW w:w="918" w:type="pct"/>
            <w:tcBorders>
              <w:top w:val="single" w:sz="4"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14:paraId="44D607D8" w14:textId="77777777" w:rsidR="00C50A5F" w:rsidRPr="00F35F0E" w:rsidRDefault="00C50A5F" w:rsidP="00C50A5F">
            <w:pPr>
              <w:rPr>
                <w:b/>
              </w:rPr>
            </w:pPr>
            <w:r w:rsidRPr="00F35F0E">
              <w:rPr>
                <w:b/>
              </w:rPr>
              <w:t xml:space="preserve">Resource </w:t>
            </w:r>
          </w:p>
        </w:tc>
        <w:tc>
          <w:tcPr>
            <w:tcW w:w="1114" w:type="pct"/>
            <w:tcBorders>
              <w:top w:val="single" w:sz="4"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61F7BCDD" w14:textId="77777777" w:rsidR="00C50A5F" w:rsidRPr="00F35F0E" w:rsidRDefault="00C50A5F" w:rsidP="00C50A5F">
            <w:pPr>
              <w:rPr>
                <w:b/>
              </w:rPr>
            </w:pPr>
            <w:r w:rsidRPr="00F35F0E">
              <w:rPr>
                <w:b/>
              </w:rPr>
              <w:t xml:space="preserve">URI </w:t>
            </w:r>
          </w:p>
        </w:tc>
        <w:tc>
          <w:tcPr>
            <w:tcW w:w="348" w:type="pct"/>
            <w:tcBorders>
              <w:top w:val="single" w:sz="4"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78154A7D" w14:textId="77777777" w:rsidR="00C50A5F" w:rsidRPr="00F35F0E" w:rsidRDefault="00C50A5F" w:rsidP="00C50A5F">
            <w:pPr>
              <w:rPr>
                <w:b/>
              </w:rPr>
            </w:pPr>
            <w:r w:rsidRPr="00F35F0E">
              <w:rPr>
                <w:b/>
              </w:rPr>
              <w:t>Me-</w:t>
            </w:r>
            <w:proofErr w:type="spellStart"/>
            <w:r w:rsidRPr="00F35F0E">
              <w:rPr>
                <w:b/>
              </w:rPr>
              <w:t>thod</w:t>
            </w:r>
            <w:proofErr w:type="spellEnd"/>
            <w:r w:rsidRPr="00F35F0E">
              <w:rPr>
                <w:b/>
              </w:rPr>
              <w:t xml:space="preserve"> </w:t>
            </w:r>
          </w:p>
        </w:tc>
        <w:tc>
          <w:tcPr>
            <w:tcW w:w="1187" w:type="pct"/>
            <w:tcBorders>
              <w:top w:val="single" w:sz="4"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63D7A64D" w14:textId="77777777" w:rsidR="00C50A5F" w:rsidRPr="00F35F0E" w:rsidRDefault="00C50A5F" w:rsidP="00C50A5F">
            <w:pPr>
              <w:rPr>
                <w:b/>
              </w:rPr>
            </w:pPr>
            <w:r w:rsidRPr="00F35F0E">
              <w:rPr>
                <w:b/>
              </w:rPr>
              <w:t xml:space="preserve">XML resource root element </w:t>
            </w:r>
          </w:p>
        </w:tc>
        <w:tc>
          <w:tcPr>
            <w:tcW w:w="443" w:type="pct"/>
            <w:tcBorders>
              <w:top w:val="single" w:sz="4"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6313D2C7" w14:textId="77777777" w:rsidR="00C50A5F" w:rsidRPr="00F35F0E" w:rsidRDefault="00C50A5F" w:rsidP="00C50A5F">
            <w:pPr>
              <w:rPr>
                <w:b/>
              </w:rPr>
            </w:pPr>
            <w:r w:rsidRPr="00F35F0E">
              <w:rPr>
                <w:b/>
              </w:rPr>
              <w:t xml:space="preserve">HTTP Status </w:t>
            </w:r>
          </w:p>
        </w:tc>
        <w:tc>
          <w:tcPr>
            <w:tcW w:w="990" w:type="pct"/>
            <w:tcBorders>
              <w:top w:val="single" w:sz="4"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14:paraId="0A8A1156" w14:textId="77777777" w:rsidR="00C50A5F" w:rsidRPr="00F35F0E" w:rsidRDefault="00C50A5F" w:rsidP="00C50A5F">
            <w:pPr>
              <w:rPr>
                <w:b/>
              </w:rPr>
            </w:pPr>
            <w:r w:rsidRPr="00F35F0E">
              <w:rPr>
                <w:b/>
              </w:rPr>
              <w:t xml:space="preserve">Description of returned content </w:t>
            </w:r>
          </w:p>
        </w:tc>
      </w:tr>
      <w:tr w:rsidR="00C50A5F" w:rsidRPr="00F35F0E" w14:paraId="62825296" w14:textId="77777777" w:rsidTr="00C50A5F">
        <w:trPr>
          <w:trHeight w:val="69"/>
        </w:trPr>
        <w:tc>
          <w:tcPr>
            <w:tcW w:w="918" w:type="pct"/>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14:paraId="22140DE2" w14:textId="77777777" w:rsidR="00C50A5F" w:rsidRPr="00F35F0E" w:rsidRDefault="00C50A5F" w:rsidP="00C50A5F">
            <w:proofErr w:type="spellStart"/>
            <w:r w:rsidRPr="00F35F0E">
              <w:t>ServiceGroup</w:t>
            </w:r>
            <w:proofErr w:type="spellEnd"/>
          </w:p>
        </w:tc>
        <w:tc>
          <w:tcPr>
            <w:tcW w:w="1114" w:type="pc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766553DE" w14:textId="77777777" w:rsidR="00C50A5F" w:rsidRDefault="00C50A5F" w:rsidP="00C50A5F">
            <w:r w:rsidRPr="00F35F0E">
              <w:t>./bdxr-smp-2/</w:t>
            </w:r>
            <w:r>
              <w:t>[</w:t>
            </w:r>
            <w:r w:rsidRPr="00F35F0E">
              <w:t>{identifier scheme}::</w:t>
            </w:r>
            <w:r>
              <w:t>]</w:t>
            </w:r>
            <w:r w:rsidRPr="00F35F0E">
              <w:t>{participant id}</w:t>
            </w:r>
          </w:p>
          <w:p w14:paraId="284F5167" w14:textId="77777777" w:rsidR="00C50A5F" w:rsidRPr="00F35F0E" w:rsidRDefault="00C50A5F" w:rsidP="00C50A5F">
            <w:r w:rsidRPr="00A17756">
              <w:t xml:space="preserve">See section </w:t>
            </w:r>
            <w:r>
              <w:fldChar w:fldCharType="begin"/>
            </w:r>
            <w:r>
              <w:instrText xml:space="preserve"> REF _Ref532153815 \w \h </w:instrText>
            </w:r>
            <w:r>
              <w:fldChar w:fldCharType="separate"/>
            </w:r>
            <w:r>
              <w:t>3.6</w:t>
            </w:r>
            <w:r>
              <w:fldChar w:fldCharType="end"/>
            </w:r>
            <w:r w:rsidRPr="00A17756">
              <w:t xml:space="preserve"> for {participant id} format</w:t>
            </w:r>
          </w:p>
        </w:tc>
        <w:tc>
          <w:tcPr>
            <w:tcW w:w="348" w:type="pc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05F2A9AC" w14:textId="77777777" w:rsidR="00C50A5F" w:rsidRPr="00F35F0E" w:rsidRDefault="00C50A5F" w:rsidP="00C50A5F">
            <w:r w:rsidRPr="00F35F0E">
              <w:t>GET</w:t>
            </w:r>
          </w:p>
        </w:tc>
        <w:tc>
          <w:tcPr>
            <w:tcW w:w="1187" w:type="pc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4963E960" w14:textId="77777777" w:rsidR="00C50A5F" w:rsidRPr="00F35F0E" w:rsidRDefault="00C50A5F" w:rsidP="00C50A5F">
            <w:r w:rsidRPr="00F35F0E">
              <w:t>&lt;</w:t>
            </w:r>
            <w:proofErr w:type="spellStart"/>
            <w:r w:rsidRPr="00F35F0E">
              <w:t>ServiceGroup</w:t>
            </w:r>
            <w:proofErr w:type="spellEnd"/>
            <w:r w:rsidRPr="00F35F0E">
              <w:t>&gt;</w:t>
            </w:r>
          </w:p>
        </w:tc>
        <w:tc>
          <w:tcPr>
            <w:tcW w:w="443" w:type="pc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18FCE311" w14:textId="77777777" w:rsidR="00C50A5F" w:rsidRPr="00F35F0E" w:rsidRDefault="00C50A5F" w:rsidP="00C50A5F">
            <w:r w:rsidRPr="00F35F0E">
              <w:t>200; 500; 404</w:t>
            </w:r>
          </w:p>
        </w:tc>
        <w:tc>
          <w:tcPr>
            <w:tcW w:w="990" w:type="pct"/>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14:paraId="389FB8D3" w14:textId="77777777" w:rsidR="00C50A5F" w:rsidRPr="00F35F0E" w:rsidRDefault="00C50A5F" w:rsidP="00C50A5F">
            <w:r w:rsidRPr="00F35F0E">
              <w:t xml:space="preserve">Holds the Participant Identifier of the recipient, and a list of references to individual </w:t>
            </w:r>
            <w:proofErr w:type="spellStart"/>
            <w:r w:rsidRPr="00F35F0E">
              <w:t>ServiceMetadata</w:t>
            </w:r>
            <w:proofErr w:type="spellEnd"/>
            <w:r w:rsidRPr="00F35F0E">
              <w:t xml:space="preserve"> resources that are associated with that participant identifier.</w:t>
            </w:r>
          </w:p>
        </w:tc>
      </w:tr>
      <w:tr w:rsidR="00C50A5F" w:rsidRPr="00F35F0E" w14:paraId="3DE0D602" w14:textId="77777777" w:rsidTr="00C50A5F">
        <w:trPr>
          <w:trHeight w:val="1082"/>
        </w:trPr>
        <w:tc>
          <w:tcPr>
            <w:tcW w:w="918" w:type="pct"/>
            <w:tcBorders>
              <w:top w:val="single" w:sz="6" w:space="0" w:color="000000"/>
              <w:left w:val="single" w:sz="4" w:space="0" w:color="000000"/>
              <w:bottom w:val="single" w:sz="4" w:space="0" w:color="000000"/>
              <w:right w:val="single" w:sz="6" w:space="0" w:color="000000"/>
            </w:tcBorders>
            <w:shd w:val="clear" w:color="auto" w:fill="auto"/>
            <w:tcMar>
              <w:top w:w="0" w:type="dxa"/>
              <w:left w:w="108" w:type="dxa"/>
              <w:bottom w:w="0" w:type="dxa"/>
              <w:right w:w="108" w:type="dxa"/>
            </w:tcMar>
          </w:tcPr>
          <w:p w14:paraId="3CA73FD3" w14:textId="77777777" w:rsidR="00C50A5F" w:rsidRPr="00F35F0E" w:rsidRDefault="00C50A5F" w:rsidP="00C50A5F">
            <w:proofErr w:type="spellStart"/>
            <w:r w:rsidRPr="00F35F0E">
              <w:t>ServiceMetadata</w:t>
            </w:r>
            <w:proofErr w:type="spellEnd"/>
          </w:p>
        </w:tc>
        <w:tc>
          <w:tcPr>
            <w:tcW w:w="1114" w:type="pct"/>
            <w:tcBorders>
              <w:top w:val="single" w:sz="6" w:space="0" w:color="000000"/>
              <w:left w:val="single" w:sz="6" w:space="0" w:color="000000"/>
              <w:bottom w:val="single" w:sz="4" w:space="0" w:color="000000"/>
              <w:right w:val="single" w:sz="6" w:space="0" w:color="000000"/>
            </w:tcBorders>
            <w:shd w:val="clear" w:color="auto" w:fill="auto"/>
            <w:tcMar>
              <w:top w:w="0" w:type="dxa"/>
              <w:left w:w="108" w:type="dxa"/>
              <w:bottom w:w="0" w:type="dxa"/>
              <w:right w:w="108" w:type="dxa"/>
            </w:tcMar>
          </w:tcPr>
          <w:p w14:paraId="77485ABD" w14:textId="77777777" w:rsidR="00C50A5F" w:rsidRPr="00F35F0E" w:rsidRDefault="00C50A5F" w:rsidP="00C50A5F">
            <w:r w:rsidRPr="00F35F0E">
              <w:t>./bdxr-smp-2/</w:t>
            </w:r>
            <w:r>
              <w:t>[</w:t>
            </w:r>
            <w:r w:rsidRPr="00F35F0E">
              <w:t>{identifier scheme}::</w:t>
            </w:r>
            <w:r>
              <w:t>]</w:t>
            </w:r>
            <w:r w:rsidRPr="00F35F0E">
              <w:t>{participant id}/services/{service ID}</w:t>
            </w:r>
          </w:p>
          <w:p w14:paraId="2DCE03BD" w14:textId="77777777" w:rsidR="00C50A5F" w:rsidRPr="00F35F0E" w:rsidRDefault="00C50A5F" w:rsidP="00C50A5F">
            <w:r w:rsidRPr="00F35F0E">
              <w:t xml:space="preserve">See section </w:t>
            </w:r>
            <w:r w:rsidRPr="00F35F0E">
              <w:fldChar w:fldCharType="begin"/>
            </w:r>
            <w:r w:rsidRPr="00F35F0E">
              <w:instrText xml:space="preserve"> REF _Ref512345431 \r \h </w:instrText>
            </w:r>
            <w:r w:rsidRPr="00F35F0E">
              <w:fldChar w:fldCharType="separate"/>
            </w:r>
            <w:r>
              <w:t>3.7</w:t>
            </w:r>
            <w:r w:rsidRPr="00F35F0E">
              <w:fldChar w:fldCharType="end"/>
            </w:r>
            <w:r w:rsidRPr="00F35F0E">
              <w:t xml:space="preserve"> for {service ID} format</w:t>
            </w:r>
          </w:p>
        </w:tc>
        <w:tc>
          <w:tcPr>
            <w:tcW w:w="348" w:type="pct"/>
            <w:tcBorders>
              <w:top w:val="single" w:sz="6" w:space="0" w:color="000000"/>
              <w:left w:val="single" w:sz="6" w:space="0" w:color="000000"/>
              <w:bottom w:val="single" w:sz="4" w:space="0" w:color="000000"/>
              <w:right w:val="single" w:sz="6" w:space="0" w:color="000000"/>
            </w:tcBorders>
            <w:shd w:val="clear" w:color="auto" w:fill="auto"/>
            <w:tcMar>
              <w:top w:w="0" w:type="dxa"/>
              <w:left w:w="108" w:type="dxa"/>
              <w:bottom w:w="0" w:type="dxa"/>
              <w:right w:w="108" w:type="dxa"/>
            </w:tcMar>
          </w:tcPr>
          <w:p w14:paraId="537245E5" w14:textId="77777777" w:rsidR="00C50A5F" w:rsidRPr="00F35F0E" w:rsidRDefault="00C50A5F" w:rsidP="00C50A5F">
            <w:r w:rsidRPr="00F35F0E">
              <w:t>GET</w:t>
            </w:r>
          </w:p>
        </w:tc>
        <w:tc>
          <w:tcPr>
            <w:tcW w:w="1187" w:type="pct"/>
            <w:tcBorders>
              <w:top w:val="single" w:sz="6" w:space="0" w:color="000000"/>
              <w:left w:val="single" w:sz="6" w:space="0" w:color="000000"/>
              <w:bottom w:val="single" w:sz="4" w:space="0" w:color="000000"/>
              <w:right w:val="single" w:sz="6" w:space="0" w:color="000000"/>
            </w:tcBorders>
            <w:shd w:val="clear" w:color="auto" w:fill="auto"/>
            <w:tcMar>
              <w:top w:w="0" w:type="dxa"/>
              <w:left w:w="108" w:type="dxa"/>
              <w:bottom w:w="0" w:type="dxa"/>
              <w:right w:w="108" w:type="dxa"/>
            </w:tcMar>
          </w:tcPr>
          <w:p w14:paraId="61F05308" w14:textId="77777777" w:rsidR="00C50A5F" w:rsidRPr="00F35F0E" w:rsidRDefault="00C50A5F" w:rsidP="00C50A5F">
            <w:r w:rsidRPr="00F35F0E">
              <w:t>&lt;</w:t>
            </w:r>
            <w:proofErr w:type="spellStart"/>
            <w:r w:rsidRPr="00F35F0E">
              <w:t>ServiceMetadata</w:t>
            </w:r>
            <w:proofErr w:type="spellEnd"/>
            <w:r w:rsidRPr="00F35F0E">
              <w:t>&gt;</w:t>
            </w:r>
          </w:p>
        </w:tc>
        <w:tc>
          <w:tcPr>
            <w:tcW w:w="443" w:type="pct"/>
            <w:tcBorders>
              <w:top w:val="single" w:sz="6" w:space="0" w:color="000000"/>
              <w:left w:val="single" w:sz="6" w:space="0" w:color="000000"/>
              <w:bottom w:val="single" w:sz="4" w:space="0" w:color="000000"/>
              <w:right w:val="single" w:sz="6" w:space="0" w:color="000000"/>
            </w:tcBorders>
            <w:shd w:val="clear" w:color="auto" w:fill="auto"/>
            <w:tcMar>
              <w:top w:w="0" w:type="dxa"/>
              <w:left w:w="108" w:type="dxa"/>
              <w:bottom w:w="0" w:type="dxa"/>
              <w:right w:w="108" w:type="dxa"/>
            </w:tcMar>
          </w:tcPr>
          <w:p w14:paraId="5BAE48E0" w14:textId="77777777" w:rsidR="00C50A5F" w:rsidRPr="00F35F0E" w:rsidRDefault="00C50A5F" w:rsidP="00C50A5F">
            <w:r w:rsidRPr="00F35F0E">
              <w:t>200; 500; 404</w:t>
            </w:r>
          </w:p>
        </w:tc>
        <w:tc>
          <w:tcPr>
            <w:tcW w:w="990" w:type="pct"/>
            <w:tcBorders>
              <w:top w:val="single" w:sz="6"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14:paraId="482E9397" w14:textId="77777777" w:rsidR="00C50A5F" w:rsidRPr="00F35F0E" w:rsidRDefault="00C50A5F" w:rsidP="00C50A5F">
            <w:r w:rsidRPr="00F35F0E">
              <w:t>Holds all of the metadata about a Service, or a redirection URL to another Service Metadata Publisher holding this information.</w:t>
            </w:r>
          </w:p>
        </w:tc>
      </w:tr>
    </w:tbl>
    <w:p w14:paraId="3AF16107" w14:textId="77777777" w:rsidR="00D35866" w:rsidRDefault="00D35866" w:rsidP="00C50A5F">
      <w:pPr>
        <w:rPr>
          <w:lang w:bidi="he-IL"/>
        </w:rPr>
      </w:pPr>
      <w:bookmarkStart w:id="156" w:name="_Ref512288100"/>
    </w:p>
    <w:p w14:paraId="757ECF82" w14:textId="0ACECF3F" w:rsidR="00C50A5F" w:rsidRPr="00F35F0E" w:rsidRDefault="00C50A5F" w:rsidP="00C50A5F">
      <w:pPr>
        <w:rPr>
          <w:lang w:bidi="he-IL"/>
        </w:rPr>
      </w:pPr>
      <w:r w:rsidRPr="00F35F0E">
        <w:rPr>
          <w:lang w:bidi="he-IL"/>
        </w:rPr>
        <w:t>Note that the resources MAY reside in the root directory of the SMP server,</w:t>
      </w:r>
      <w:r>
        <w:rPr>
          <w:lang w:bidi="he-IL"/>
        </w:rPr>
        <w:t xml:space="preserve"> </w:t>
      </w:r>
      <w:r w:rsidRPr="00F35F0E">
        <w:rPr>
          <w:lang w:bidi="he-IL"/>
        </w:rPr>
        <w:t xml:space="preserve">but </w:t>
      </w:r>
      <w:r>
        <w:rPr>
          <w:lang w:bidi="he-IL"/>
        </w:rPr>
        <w:t xml:space="preserve">MAY </w:t>
      </w:r>
      <w:r w:rsidRPr="00F35F0E">
        <w:rPr>
          <w:lang w:bidi="he-IL"/>
        </w:rPr>
        <w:t xml:space="preserve">also </w:t>
      </w:r>
      <w:r>
        <w:rPr>
          <w:lang w:bidi="he-IL"/>
        </w:rPr>
        <w:t xml:space="preserve">instead </w:t>
      </w:r>
      <w:r w:rsidRPr="00F35F0E">
        <w:rPr>
          <w:lang w:bidi="he-IL"/>
        </w:rPr>
        <w:t>reside in any subdirectory of the SMP server.</w:t>
      </w:r>
    </w:p>
    <w:p w14:paraId="1CEBA4B1" w14:textId="77777777" w:rsidR="00C50A5F" w:rsidRPr="00F35F0E" w:rsidRDefault="00C50A5F" w:rsidP="002B747E">
      <w:pPr>
        <w:pStyle w:val="Heading2"/>
        <w:numPr>
          <w:ilvl w:val="1"/>
          <w:numId w:val="2"/>
        </w:numPr>
        <w:rPr>
          <w:lang w:bidi="he-IL"/>
        </w:rPr>
      </w:pPr>
      <w:bookmarkStart w:id="157" w:name="_Ref349874"/>
      <w:bookmarkStart w:id="158" w:name="_Toc7437212"/>
      <w:bookmarkStart w:id="159" w:name="_Toc62566930"/>
      <w:r w:rsidRPr="00F35F0E">
        <w:rPr>
          <w:lang w:bidi="he-IL"/>
        </w:rPr>
        <w:t>Referencing the SMP REST binding</w:t>
      </w:r>
      <w:bookmarkEnd w:id="156"/>
      <w:bookmarkEnd w:id="157"/>
      <w:bookmarkEnd w:id="158"/>
      <w:bookmarkEnd w:id="159"/>
    </w:p>
    <w:p w14:paraId="1719D486" w14:textId="77777777" w:rsidR="00C50A5F" w:rsidRPr="00F35F0E" w:rsidRDefault="00C50A5F" w:rsidP="00C50A5F">
      <w:pPr>
        <w:rPr>
          <w:lang w:bidi="he-IL"/>
        </w:rPr>
      </w:pPr>
      <w:r w:rsidRPr="00F35F0E">
        <w:rPr>
          <w:lang w:bidi="he-IL"/>
        </w:rPr>
        <w:t>For referencing the SMP REST binding, for example from Business Document Metadata Service Location records, the following identifier SHOULD be used for the version 2 of the SMP REST binding:</w:t>
      </w:r>
    </w:p>
    <w:p w14:paraId="54FAD153" w14:textId="77777777" w:rsidR="00C50A5F" w:rsidRPr="00F35F0E" w:rsidRDefault="00C50A5F" w:rsidP="00C50A5F">
      <w:pPr>
        <w:ind w:firstLine="720"/>
        <w:rPr>
          <w:i/>
          <w:lang w:bidi="he-IL"/>
        </w:rPr>
      </w:pPr>
      <w:r w:rsidRPr="00F35F0E">
        <w:rPr>
          <w:i/>
          <w:lang w:bidi="he-IL"/>
        </w:rPr>
        <w:t>oasis-bdxr-smp-2</w:t>
      </w:r>
    </w:p>
    <w:p w14:paraId="353D4348" w14:textId="77777777" w:rsidR="00C50A5F" w:rsidRPr="00F35F0E" w:rsidRDefault="00C50A5F" w:rsidP="002B747E">
      <w:pPr>
        <w:pStyle w:val="Heading2"/>
        <w:numPr>
          <w:ilvl w:val="1"/>
          <w:numId w:val="2"/>
        </w:numPr>
        <w:rPr>
          <w:lang w:bidi="he-IL"/>
        </w:rPr>
      </w:pPr>
      <w:bookmarkStart w:id="160" w:name="_Ref4842399"/>
      <w:bookmarkStart w:id="161" w:name="_Toc7437213"/>
      <w:bookmarkStart w:id="162" w:name="_Toc62566931"/>
      <w:r w:rsidRPr="00F35F0E">
        <w:rPr>
          <w:lang w:bidi="he-IL"/>
        </w:rPr>
        <w:t>Security</w:t>
      </w:r>
      <w:bookmarkEnd w:id="160"/>
      <w:bookmarkEnd w:id="161"/>
      <w:bookmarkEnd w:id="162"/>
    </w:p>
    <w:p w14:paraId="0A4AEABD" w14:textId="77777777" w:rsidR="00C50A5F" w:rsidRPr="00F35F0E" w:rsidRDefault="00C50A5F" w:rsidP="002B747E">
      <w:pPr>
        <w:pStyle w:val="Heading3"/>
        <w:numPr>
          <w:ilvl w:val="2"/>
          <w:numId w:val="2"/>
        </w:numPr>
        <w:rPr>
          <w:lang w:bidi="he-IL"/>
        </w:rPr>
      </w:pPr>
      <w:bookmarkStart w:id="163" w:name="_Toc7437214"/>
      <w:bookmarkStart w:id="164" w:name="_Toc62566932"/>
      <w:r w:rsidRPr="00F35F0E">
        <w:rPr>
          <w:lang w:bidi="he-IL"/>
        </w:rPr>
        <w:t>General</w:t>
      </w:r>
      <w:bookmarkEnd w:id="163"/>
      <w:bookmarkEnd w:id="164"/>
    </w:p>
    <w:p w14:paraId="771C165F" w14:textId="77777777" w:rsidR="00C50A5F" w:rsidRPr="00F35F0E" w:rsidRDefault="00C50A5F" w:rsidP="00C50A5F">
      <w:pPr>
        <w:rPr>
          <w:lang w:bidi="he-IL"/>
        </w:rPr>
      </w:pPr>
      <w:bookmarkStart w:id="165" w:name="_Ref512285104"/>
      <w:bookmarkStart w:id="166" w:name="_Ref512285693"/>
      <w:r w:rsidRPr="00F35F0E">
        <w:rPr>
          <w:lang w:bidi="he-IL"/>
        </w:rPr>
        <w:t>At the transport level a Service Metadata Publishing service MAY either be secured or unsecured depending on the specific requirements and policies of a business document exchange infrastructure. Likewise, client-side authentication MAY be supported by a Service Metadata Publishing service pending infrastructure requirements and policies.</w:t>
      </w:r>
    </w:p>
    <w:p w14:paraId="0B931FD1" w14:textId="77777777" w:rsidR="00C50A5F" w:rsidRPr="00F35F0E" w:rsidRDefault="00C50A5F" w:rsidP="002B747E">
      <w:pPr>
        <w:pStyle w:val="Heading3"/>
        <w:numPr>
          <w:ilvl w:val="2"/>
          <w:numId w:val="2"/>
        </w:numPr>
        <w:rPr>
          <w:lang w:bidi="he-IL"/>
        </w:rPr>
      </w:pPr>
      <w:bookmarkStart w:id="167" w:name="_Ref349774"/>
      <w:bookmarkStart w:id="168" w:name="_Toc7437215"/>
      <w:bookmarkStart w:id="169" w:name="_Toc62566933"/>
      <w:r w:rsidRPr="00F35F0E">
        <w:rPr>
          <w:lang w:bidi="he-IL"/>
        </w:rPr>
        <w:lastRenderedPageBreak/>
        <w:t>Message signature</w:t>
      </w:r>
      <w:bookmarkEnd w:id="165"/>
      <w:bookmarkEnd w:id="166"/>
      <w:bookmarkEnd w:id="167"/>
      <w:bookmarkEnd w:id="168"/>
      <w:bookmarkEnd w:id="169"/>
    </w:p>
    <w:p w14:paraId="26385E95" w14:textId="77777777" w:rsidR="00C50A5F" w:rsidRPr="00F35F0E" w:rsidRDefault="00C50A5F" w:rsidP="002B747E">
      <w:pPr>
        <w:pStyle w:val="Heading4"/>
        <w:numPr>
          <w:ilvl w:val="3"/>
          <w:numId w:val="2"/>
        </w:numPr>
        <w:rPr>
          <w:lang w:bidi="he-IL"/>
        </w:rPr>
      </w:pPr>
      <w:bookmarkStart w:id="170" w:name="_Toc7437216"/>
      <w:bookmarkStart w:id="171" w:name="_Toc62566934"/>
      <w:r w:rsidRPr="00F35F0E">
        <w:rPr>
          <w:lang w:bidi="he-IL"/>
        </w:rPr>
        <w:t>Use of XML signatures</w:t>
      </w:r>
      <w:bookmarkEnd w:id="170"/>
      <w:bookmarkEnd w:id="171"/>
    </w:p>
    <w:p w14:paraId="5B9142CF" w14:textId="77777777" w:rsidR="00C50A5F" w:rsidRPr="00F35F0E" w:rsidRDefault="00C50A5F" w:rsidP="00C50A5F">
      <w:pPr>
        <w:rPr>
          <w:lang w:bidi="he-IL"/>
        </w:rPr>
      </w:pPr>
      <w:r w:rsidRPr="00F35F0E">
        <w:rPr>
          <w:lang w:bidi="he-IL"/>
        </w:rPr>
        <w:t xml:space="preserve">The message returned by a Service Metadata Publisher service MAY be signed using one or more </w:t>
      </w:r>
      <w:r w:rsidRPr="00F35F0E">
        <w:rPr>
          <w:lang w:bidi="he-IL"/>
        </w:rPr>
        <w:fldChar w:fldCharType="begin"/>
      </w:r>
      <w:r w:rsidRPr="00F35F0E">
        <w:rPr>
          <w:lang w:bidi="he-IL"/>
        </w:rPr>
        <w:instrText xml:space="preserve"> REF XML_DSIG1 \h </w:instrText>
      </w:r>
      <w:r w:rsidRPr="00F35F0E">
        <w:rPr>
          <w:lang w:bidi="he-IL"/>
        </w:rPr>
      </w:r>
      <w:r w:rsidRPr="00F35F0E">
        <w:rPr>
          <w:lang w:bidi="he-IL"/>
        </w:rPr>
        <w:fldChar w:fldCharType="separate"/>
      </w:r>
      <w:r w:rsidRPr="00F35F0E">
        <w:rPr>
          <w:b/>
        </w:rPr>
        <w:t>[XML-DSIG1]</w:t>
      </w:r>
      <w:r w:rsidRPr="00F35F0E">
        <w:rPr>
          <w:lang w:bidi="he-IL"/>
        </w:rPr>
        <w:fldChar w:fldCharType="end"/>
      </w:r>
      <w:r w:rsidRPr="00F35F0E">
        <w:rPr>
          <w:lang w:bidi="he-IL"/>
        </w:rPr>
        <w:t xml:space="preserve"> XML-Signatures.</w:t>
      </w:r>
    </w:p>
    <w:p w14:paraId="6EBCE061" w14:textId="77777777" w:rsidR="00C50A5F" w:rsidRPr="00F35F0E" w:rsidRDefault="00C50A5F" w:rsidP="00C50A5F">
      <w:pPr>
        <w:rPr>
          <w:lang w:bidi="he-IL"/>
        </w:rPr>
      </w:pPr>
      <w:r w:rsidRPr="00F35F0E">
        <w:rPr>
          <w:lang w:bidi="he-IL"/>
        </w:rPr>
        <w:t>The signature MUST be an enveloped XML signature represented via a &lt;</w:t>
      </w:r>
      <w:proofErr w:type="spellStart"/>
      <w:r w:rsidRPr="00F35F0E">
        <w:rPr>
          <w:lang w:bidi="he-IL"/>
        </w:rPr>
        <w:t>ds:Signature</w:t>
      </w:r>
      <w:proofErr w:type="spellEnd"/>
      <w:r w:rsidRPr="00F35F0E">
        <w:rPr>
          <w:lang w:bidi="he-IL"/>
        </w:rPr>
        <w:t xml:space="preserve">&gt; element embedded in the </w:t>
      </w:r>
      <w:proofErr w:type="spellStart"/>
      <w:r w:rsidRPr="00F35F0E">
        <w:rPr>
          <w:lang w:bidi="he-IL"/>
        </w:rPr>
        <w:t>ServiceGroup</w:t>
      </w:r>
      <w:proofErr w:type="spellEnd"/>
      <w:r w:rsidRPr="00F35F0E">
        <w:rPr>
          <w:lang w:bidi="he-IL"/>
        </w:rPr>
        <w:t xml:space="preserve"> element or in the </w:t>
      </w:r>
      <w:proofErr w:type="spellStart"/>
      <w:r w:rsidRPr="00F35F0E">
        <w:rPr>
          <w:lang w:bidi="he-IL"/>
        </w:rPr>
        <w:t>ServiceMetadata</w:t>
      </w:r>
      <w:proofErr w:type="spellEnd"/>
      <w:r w:rsidRPr="00F35F0E">
        <w:rPr>
          <w:lang w:bidi="he-IL"/>
        </w:rPr>
        <w:t xml:space="preserve"> element. The &lt;</w:t>
      </w:r>
      <w:proofErr w:type="spellStart"/>
      <w:r w:rsidRPr="00F35F0E">
        <w:rPr>
          <w:lang w:bidi="he-IL"/>
        </w:rPr>
        <w:t>ds:Signature</w:t>
      </w:r>
      <w:proofErr w:type="spellEnd"/>
      <w:r w:rsidRPr="00F35F0E">
        <w:rPr>
          <w:lang w:bidi="he-IL"/>
        </w:rPr>
        <w:t>&gt; element MUST be constructed according to the following rules:</w:t>
      </w:r>
    </w:p>
    <w:p w14:paraId="5EF8D9A1" w14:textId="77777777" w:rsidR="00C50A5F" w:rsidRPr="00F35F0E" w:rsidRDefault="00C50A5F" w:rsidP="002B747E">
      <w:pPr>
        <w:pStyle w:val="ListParagraph"/>
        <w:numPr>
          <w:ilvl w:val="0"/>
          <w:numId w:val="9"/>
        </w:numPr>
        <w:rPr>
          <w:lang w:bidi="he-IL"/>
        </w:rPr>
      </w:pPr>
      <w:r w:rsidRPr="00F35F0E">
        <w:rPr>
          <w:lang w:bidi="he-IL"/>
        </w:rPr>
        <w:t xml:space="preserve">The &lt;Reference&gt; MUST use exactly one Transform </w:t>
      </w:r>
      <w:hyperlink r:id="rId73" w:anchor="enveloped-signature" w:history="1">
        <w:r w:rsidRPr="00F35F0E">
          <w:rPr>
            <w:rStyle w:val="Hyperlink"/>
            <w:lang w:bidi="he-IL"/>
          </w:rPr>
          <w:t>http://www.w3.org/2000/09/xmldsig#enveloped-signature</w:t>
        </w:r>
      </w:hyperlink>
      <w:r w:rsidRPr="00F35F0E">
        <w:rPr>
          <w:lang w:bidi="he-IL"/>
        </w:rPr>
        <w:t>;</w:t>
      </w:r>
    </w:p>
    <w:p w14:paraId="0BC1E104" w14:textId="77777777" w:rsidR="00C50A5F" w:rsidRPr="00F35F0E" w:rsidRDefault="00C50A5F" w:rsidP="002B747E">
      <w:pPr>
        <w:pStyle w:val="ListParagraph"/>
        <w:numPr>
          <w:ilvl w:val="0"/>
          <w:numId w:val="9"/>
        </w:numPr>
        <w:rPr>
          <w:lang w:bidi="he-IL"/>
        </w:rPr>
      </w:pPr>
      <w:r w:rsidRPr="00F35F0E">
        <w:rPr>
          <w:lang w:bidi="he-IL"/>
        </w:rPr>
        <w:t>The &lt;</w:t>
      </w:r>
      <w:proofErr w:type="spellStart"/>
      <w:r w:rsidRPr="00F35F0E">
        <w:rPr>
          <w:lang w:bidi="he-IL"/>
        </w:rPr>
        <w:t>ds:KeyInfo</w:t>
      </w:r>
      <w:proofErr w:type="spellEnd"/>
      <w:r w:rsidRPr="00F35F0E">
        <w:rPr>
          <w:lang w:bidi="he-IL"/>
        </w:rPr>
        <w:t xml:space="preserve">&gt; element MUST contain a &lt;ds:X509Data&gt; element with a &lt;ds:X509Certificate&gt; sub-element containing the signer’s X.509 certificate as </w:t>
      </w:r>
      <w:r>
        <w:rPr>
          <w:lang w:bidi="he-IL"/>
        </w:rPr>
        <w:t>B</w:t>
      </w:r>
      <w:r w:rsidRPr="00F35F0E">
        <w:rPr>
          <w:lang w:bidi="he-IL"/>
        </w:rPr>
        <w:t>ase64 encoded X509 DER value;</w:t>
      </w:r>
    </w:p>
    <w:p w14:paraId="27E1FCAB" w14:textId="77777777" w:rsidR="00C50A5F" w:rsidRPr="00F35F0E" w:rsidRDefault="00C50A5F" w:rsidP="002B747E">
      <w:pPr>
        <w:pStyle w:val="ListParagraph"/>
        <w:numPr>
          <w:ilvl w:val="0"/>
          <w:numId w:val="9"/>
        </w:numPr>
        <w:rPr>
          <w:lang w:bidi="he-IL"/>
        </w:rPr>
      </w:pPr>
      <w:r w:rsidRPr="00F35F0E">
        <w:rPr>
          <w:lang w:bidi="he-IL"/>
        </w:rPr>
        <w:t xml:space="preserve">The canonicalization algorithm MUST be </w:t>
      </w:r>
      <w:hyperlink r:id="rId74" w:history="1">
        <w:r>
          <w:rPr>
            <w:rStyle w:val="Hyperlink"/>
            <w:lang w:bidi="he-IL"/>
          </w:rPr>
          <w:t>http://www.w3.org/2006/12/xml-c14n11</w:t>
        </w:r>
      </w:hyperlink>
      <w:r w:rsidRPr="00F35F0E">
        <w:rPr>
          <w:lang w:bidi="he-IL"/>
        </w:rPr>
        <w:t>;</w:t>
      </w:r>
    </w:p>
    <w:p w14:paraId="23A6F807" w14:textId="77777777" w:rsidR="00C50A5F" w:rsidRPr="00F35F0E" w:rsidRDefault="00C50A5F" w:rsidP="002B747E">
      <w:pPr>
        <w:pStyle w:val="ListParagraph"/>
        <w:numPr>
          <w:ilvl w:val="0"/>
          <w:numId w:val="9"/>
        </w:numPr>
        <w:rPr>
          <w:lang w:bidi="he-IL"/>
        </w:rPr>
      </w:pPr>
      <w:r w:rsidRPr="00F35F0E">
        <w:rPr>
          <w:lang w:bidi="he-IL"/>
        </w:rPr>
        <w:t xml:space="preserve">The </w:t>
      </w:r>
      <w:proofErr w:type="spellStart"/>
      <w:r w:rsidRPr="00F35F0E">
        <w:rPr>
          <w:lang w:bidi="he-IL"/>
        </w:rPr>
        <w:t>SignatureMethod</w:t>
      </w:r>
      <w:proofErr w:type="spellEnd"/>
      <w:r w:rsidRPr="00F35F0E">
        <w:rPr>
          <w:lang w:bidi="he-IL"/>
        </w:rPr>
        <w:t xml:space="preserve"> </w:t>
      </w:r>
      <w:r>
        <w:rPr>
          <w:lang w:bidi="he-IL"/>
        </w:rPr>
        <w:t>SHOULD</w:t>
      </w:r>
      <w:r w:rsidRPr="00F35F0E">
        <w:rPr>
          <w:lang w:bidi="he-IL"/>
        </w:rPr>
        <w:t xml:space="preserve"> be </w:t>
      </w:r>
      <w:hyperlink r:id="rId75" w:anchor="rsa-sha256" w:history="1">
        <w:r w:rsidRPr="00F35F0E">
          <w:rPr>
            <w:rStyle w:val="Hyperlink"/>
            <w:lang w:bidi="he-IL"/>
          </w:rPr>
          <w:t>http://www.w3.org/2001/04/xmldsig-more#rsa-sha256</w:t>
        </w:r>
      </w:hyperlink>
      <w:r w:rsidRPr="00F35F0E">
        <w:rPr>
          <w:lang w:bidi="he-IL"/>
        </w:rPr>
        <w:t>;</w:t>
      </w:r>
    </w:p>
    <w:p w14:paraId="5785D818" w14:textId="77777777" w:rsidR="00C50A5F" w:rsidRPr="00F35F0E" w:rsidRDefault="00C50A5F" w:rsidP="002B747E">
      <w:pPr>
        <w:pStyle w:val="ListParagraph"/>
        <w:numPr>
          <w:ilvl w:val="0"/>
          <w:numId w:val="9"/>
        </w:numPr>
        <w:rPr>
          <w:lang w:bidi="he-IL"/>
        </w:rPr>
      </w:pPr>
      <w:r w:rsidRPr="00F35F0E">
        <w:rPr>
          <w:lang w:bidi="he-IL"/>
        </w:rPr>
        <w:t xml:space="preserve">The </w:t>
      </w:r>
      <w:proofErr w:type="spellStart"/>
      <w:r w:rsidRPr="00F35F0E">
        <w:rPr>
          <w:lang w:bidi="he-IL"/>
        </w:rPr>
        <w:t>DigestMethod</w:t>
      </w:r>
      <w:proofErr w:type="spellEnd"/>
      <w:r w:rsidRPr="00F35F0E">
        <w:rPr>
          <w:lang w:bidi="he-IL"/>
        </w:rPr>
        <w:t xml:space="preserve"> </w:t>
      </w:r>
      <w:r>
        <w:rPr>
          <w:lang w:bidi="he-IL"/>
        </w:rPr>
        <w:t>SHOULD</w:t>
      </w:r>
      <w:r w:rsidRPr="00F35F0E">
        <w:rPr>
          <w:lang w:bidi="he-IL"/>
        </w:rPr>
        <w:t xml:space="preserve"> be </w:t>
      </w:r>
      <w:hyperlink r:id="rId76" w:anchor="sha256" w:history="1">
        <w:r w:rsidRPr="00F35F0E">
          <w:rPr>
            <w:rStyle w:val="Hyperlink"/>
            <w:lang w:bidi="he-IL"/>
          </w:rPr>
          <w:t>http://www.w3.org/2001/04/xmlenc#sha256</w:t>
        </w:r>
      </w:hyperlink>
      <w:r w:rsidRPr="00F35F0E">
        <w:rPr>
          <w:lang w:bidi="he-IL"/>
        </w:rPr>
        <w:t>.</w:t>
      </w:r>
    </w:p>
    <w:p w14:paraId="44BFE95C" w14:textId="77777777" w:rsidR="00C50A5F" w:rsidRPr="00F35F0E" w:rsidRDefault="00C50A5F" w:rsidP="002B747E">
      <w:pPr>
        <w:pStyle w:val="Heading4"/>
        <w:numPr>
          <w:ilvl w:val="3"/>
          <w:numId w:val="2"/>
        </w:numPr>
        <w:rPr>
          <w:lang w:bidi="he-IL"/>
        </w:rPr>
      </w:pPr>
      <w:bookmarkStart w:id="172" w:name="_Toc7437217"/>
      <w:bookmarkStart w:id="173" w:name="_Toc62566935"/>
      <w:r w:rsidRPr="00F35F0E">
        <w:rPr>
          <w:lang w:bidi="he-IL"/>
        </w:rPr>
        <w:t>Verifying the signature</w:t>
      </w:r>
      <w:bookmarkEnd w:id="172"/>
      <w:bookmarkEnd w:id="173"/>
    </w:p>
    <w:p w14:paraId="116843B2" w14:textId="77777777" w:rsidR="00C50A5F" w:rsidRPr="00F35F0E" w:rsidRDefault="00C50A5F" w:rsidP="00C50A5F">
      <w:pPr>
        <w:rPr>
          <w:lang w:bidi="he-IL"/>
        </w:rPr>
      </w:pPr>
      <w:r w:rsidRPr="00F35F0E">
        <w:rPr>
          <w:lang w:bidi="he-IL"/>
        </w:rPr>
        <w:t xml:space="preserve">When verifying the signature, the SMP client has access to the full certificate as a </w:t>
      </w:r>
      <w:r>
        <w:rPr>
          <w:lang w:bidi="he-IL"/>
        </w:rPr>
        <w:t>Base</w:t>
      </w:r>
      <w:r w:rsidRPr="00F35F0E">
        <w:rPr>
          <w:lang w:bidi="he-IL"/>
        </w:rPr>
        <w:t>64 encoded X509 DER value within the &lt;Signature&gt; element. The consumer MAY verify the signature by</w:t>
      </w:r>
    </w:p>
    <w:p w14:paraId="67F9ABE6" w14:textId="77777777" w:rsidR="00C50A5F" w:rsidRPr="00F35F0E" w:rsidRDefault="00C50A5F" w:rsidP="002B747E">
      <w:pPr>
        <w:pStyle w:val="ListParagraph"/>
        <w:numPr>
          <w:ilvl w:val="0"/>
          <w:numId w:val="10"/>
        </w:numPr>
        <w:rPr>
          <w:lang w:bidi="he-IL"/>
        </w:rPr>
      </w:pPr>
      <w:r w:rsidRPr="00F35F0E">
        <w:rPr>
          <w:lang w:bidi="he-IL"/>
        </w:rPr>
        <w:t>extracting the certificate from the &lt;ds:X509Data&gt; element,</w:t>
      </w:r>
    </w:p>
    <w:p w14:paraId="70448525" w14:textId="77777777" w:rsidR="00C50A5F" w:rsidRPr="00F35F0E" w:rsidRDefault="00C50A5F" w:rsidP="002B747E">
      <w:pPr>
        <w:pStyle w:val="ListParagraph"/>
        <w:numPr>
          <w:ilvl w:val="0"/>
          <w:numId w:val="10"/>
        </w:numPr>
        <w:rPr>
          <w:lang w:bidi="he-IL"/>
        </w:rPr>
      </w:pPr>
      <w:r w:rsidRPr="00F35F0E">
        <w:rPr>
          <w:lang w:bidi="he-IL"/>
        </w:rPr>
        <w:t>verify that it has been issued by the trusted root,</w:t>
      </w:r>
    </w:p>
    <w:p w14:paraId="0FB4E08B" w14:textId="77777777" w:rsidR="00C50A5F" w:rsidRPr="00F35F0E" w:rsidRDefault="00C50A5F" w:rsidP="002B747E">
      <w:pPr>
        <w:pStyle w:val="ListParagraph"/>
        <w:numPr>
          <w:ilvl w:val="0"/>
          <w:numId w:val="10"/>
        </w:numPr>
        <w:rPr>
          <w:lang w:bidi="he-IL"/>
        </w:rPr>
      </w:pPr>
      <w:r w:rsidRPr="00F35F0E">
        <w:rPr>
          <w:lang w:bidi="he-IL"/>
        </w:rPr>
        <w:t>perform a validation of the signature, and</w:t>
      </w:r>
    </w:p>
    <w:p w14:paraId="2916F0F7" w14:textId="77777777" w:rsidR="00C50A5F" w:rsidRPr="00F35F0E" w:rsidRDefault="00C50A5F" w:rsidP="002B747E">
      <w:pPr>
        <w:pStyle w:val="ListParagraph"/>
        <w:numPr>
          <w:ilvl w:val="0"/>
          <w:numId w:val="10"/>
        </w:numPr>
        <w:rPr>
          <w:lang w:bidi="he-IL"/>
        </w:rPr>
      </w:pPr>
      <w:r w:rsidRPr="00F35F0E">
        <w:rPr>
          <w:lang w:bidi="he-IL"/>
        </w:rPr>
        <w:t>perform the required certificate validation steps (which might include checking expiration/activation dates and revocation lists).</w:t>
      </w:r>
    </w:p>
    <w:p w14:paraId="7026FD9B" w14:textId="77777777" w:rsidR="00C50A5F" w:rsidRPr="00F35F0E" w:rsidRDefault="00C50A5F" w:rsidP="002B747E">
      <w:pPr>
        <w:pStyle w:val="Heading4"/>
        <w:numPr>
          <w:ilvl w:val="3"/>
          <w:numId w:val="2"/>
        </w:numPr>
        <w:rPr>
          <w:lang w:bidi="he-IL"/>
        </w:rPr>
      </w:pPr>
      <w:bookmarkStart w:id="174" w:name="_Toc7437218"/>
      <w:bookmarkStart w:id="175" w:name="_Toc62566936"/>
      <w:r w:rsidRPr="00F35F0E">
        <w:rPr>
          <w:lang w:bidi="he-IL"/>
        </w:rPr>
        <w:t>Verifying the signature of the destination SMP</w:t>
      </w:r>
      <w:bookmarkEnd w:id="174"/>
      <w:bookmarkEnd w:id="175"/>
    </w:p>
    <w:p w14:paraId="22DC2742" w14:textId="77777777" w:rsidR="00C50A5F" w:rsidRPr="00F35F0E" w:rsidRDefault="00C50A5F" w:rsidP="00C50A5F">
      <w:pPr>
        <w:rPr>
          <w:lang w:bidi="he-IL"/>
        </w:rPr>
      </w:pPr>
      <w:r w:rsidRPr="00F35F0E">
        <w:rPr>
          <w:lang w:bidi="he-IL"/>
        </w:rPr>
        <w:t xml:space="preserve">For the redirect scheme, </w:t>
      </w:r>
      <w:r w:rsidRPr="00914AEF">
        <w:rPr>
          <w:lang w:bidi="he-IL"/>
        </w:rPr>
        <w:t>the destination SMP signing certificate SHOULD be stored at the redirecting SMP</w:t>
      </w:r>
      <w:r w:rsidRPr="00F35F0E">
        <w:rPr>
          <w:lang w:bidi="he-IL"/>
        </w:rPr>
        <w:t>. In addition to the regular signature validation performed by the client of the destination SMP resources, the client SHOULD also validate that the identifier of the destination SMP signing certificate corresponds to the unique identifier which the redirecting SMP claims belongs to the destination SMP.</w:t>
      </w:r>
    </w:p>
    <w:p w14:paraId="72DAE3DE" w14:textId="77777777" w:rsidR="00C50A5F" w:rsidRPr="00F35F0E" w:rsidRDefault="00C50A5F" w:rsidP="002B747E">
      <w:pPr>
        <w:pStyle w:val="Heading4"/>
        <w:numPr>
          <w:ilvl w:val="3"/>
          <w:numId w:val="2"/>
        </w:numPr>
        <w:rPr>
          <w:lang w:bidi="he-IL"/>
        </w:rPr>
      </w:pPr>
      <w:bookmarkStart w:id="176" w:name="_Toc7437219"/>
      <w:bookmarkStart w:id="177" w:name="_Toc62566937"/>
      <w:proofErr w:type="spellStart"/>
      <w:r w:rsidRPr="00F35F0E">
        <w:rPr>
          <w:lang w:bidi="he-IL"/>
        </w:rPr>
        <w:t>XAdES</w:t>
      </w:r>
      <w:bookmarkEnd w:id="176"/>
      <w:bookmarkEnd w:id="177"/>
      <w:proofErr w:type="spellEnd"/>
    </w:p>
    <w:bookmarkStart w:id="178" w:name="_Toc287332011"/>
    <w:p w14:paraId="5264B422" w14:textId="3F677AA9" w:rsidR="00C50A5F" w:rsidRPr="00F35F0E" w:rsidRDefault="00C50A5F" w:rsidP="00C50A5F">
      <w:pPr>
        <w:rPr>
          <w:lang w:bidi="he-IL"/>
        </w:rPr>
      </w:pPr>
      <w:r w:rsidRPr="00F35F0E">
        <w:rPr>
          <w:lang w:bidi="he-IL"/>
        </w:rPr>
        <w:fldChar w:fldCharType="begin"/>
      </w:r>
      <w:r w:rsidRPr="00F35F0E">
        <w:rPr>
          <w:lang w:bidi="he-IL"/>
        </w:rPr>
        <w:instrText xml:space="preserve"> REF XAdES \h </w:instrText>
      </w:r>
      <w:r w:rsidRPr="00F35F0E">
        <w:rPr>
          <w:lang w:bidi="he-IL"/>
        </w:rPr>
      </w:r>
      <w:r w:rsidRPr="00F35F0E">
        <w:rPr>
          <w:lang w:bidi="he-IL"/>
        </w:rPr>
        <w:fldChar w:fldCharType="separate"/>
      </w:r>
      <w:r w:rsidRPr="00F35F0E">
        <w:rPr>
          <w:b/>
        </w:rPr>
        <w:t>[</w:t>
      </w:r>
      <w:proofErr w:type="spellStart"/>
      <w:r w:rsidRPr="00F35F0E">
        <w:rPr>
          <w:b/>
        </w:rPr>
        <w:t>XAdES</w:t>
      </w:r>
      <w:proofErr w:type="spellEnd"/>
      <w:r w:rsidRPr="00F35F0E">
        <w:rPr>
          <w:b/>
        </w:rPr>
        <w:t>]</w:t>
      </w:r>
      <w:r w:rsidRPr="00F35F0E">
        <w:rPr>
          <w:lang w:bidi="he-IL"/>
        </w:rPr>
        <w:fldChar w:fldCharType="end"/>
      </w:r>
      <w:r w:rsidRPr="00F35F0E">
        <w:rPr>
          <w:lang w:bidi="he-IL"/>
        </w:rPr>
        <w:t xml:space="preserve"> defines a set of forms that extends </w:t>
      </w:r>
      <w:proofErr w:type="spellStart"/>
      <w:r w:rsidRPr="00F35F0E">
        <w:rPr>
          <w:lang w:bidi="he-IL"/>
        </w:rPr>
        <w:t>XMLDSig</w:t>
      </w:r>
      <w:proofErr w:type="spellEnd"/>
      <w:r w:rsidRPr="00F35F0E">
        <w:rPr>
          <w:lang w:bidi="he-IL"/>
        </w:rPr>
        <w:t xml:space="preserve"> and allows adding some validation data to the signature. A compliant implementation of </w:t>
      </w:r>
      <w:proofErr w:type="spellStart"/>
      <w:r w:rsidRPr="00F35F0E">
        <w:rPr>
          <w:lang w:bidi="he-IL"/>
        </w:rPr>
        <w:t>XAdES</w:t>
      </w:r>
      <w:proofErr w:type="spellEnd"/>
      <w:r w:rsidRPr="00F35F0E">
        <w:rPr>
          <w:lang w:bidi="he-IL"/>
        </w:rPr>
        <w:t xml:space="preserve"> guarantees wide acceptance in implementing legal regulations, and supports signature validation best practices in general.</w:t>
      </w:r>
    </w:p>
    <w:p w14:paraId="7C5F592F" w14:textId="77777777" w:rsidR="00C50A5F" w:rsidRPr="00F35F0E" w:rsidRDefault="00C50A5F" w:rsidP="00C50A5F">
      <w:pPr>
        <w:rPr>
          <w:lang w:bidi="he-IL"/>
        </w:rPr>
      </w:pPr>
      <w:proofErr w:type="spellStart"/>
      <w:r w:rsidRPr="00F35F0E">
        <w:rPr>
          <w:lang w:bidi="he-IL"/>
        </w:rPr>
        <w:t>XAdES</w:t>
      </w:r>
      <w:proofErr w:type="spellEnd"/>
      <w:r w:rsidRPr="00F35F0E">
        <w:rPr>
          <w:lang w:bidi="he-IL"/>
        </w:rPr>
        <w:t xml:space="preserve"> schema files have been added to the SMP distribution as a convenience and users MAY choose to include an OPTIONAL </w:t>
      </w:r>
      <w:proofErr w:type="spellStart"/>
      <w:r w:rsidRPr="00F35F0E">
        <w:rPr>
          <w:lang w:bidi="he-IL"/>
        </w:rPr>
        <w:t>XAdES</w:t>
      </w:r>
      <w:proofErr w:type="spellEnd"/>
      <w:r w:rsidRPr="00F35F0E">
        <w:rPr>
          <w:lang w:bidi="he-IL"/>
        </w:rPr>
        <w:t xml:space="preserve"> extension inside of a digital signature. The presence of these schema files does not oblige the use of </w:t>
      </w:r>
      <w:proofErr w:type="spellStart"/>
      <w:r w:rsidRPr="00F35F0E">
        <w:rPr>
          <w:lang w:bidi="he-IL"/>
        </w:rPr>
        <w:t>XAdES</w:t>
      </w:r>
      <w:proofErr w:type="spellEnd"/>
      <w:r w:rsidRPr="00F35F0E">
        <w:rPr>
          <w:lang w:bidi="he-IL"/>
        </w:rPr>
        <w:t>.</w:t>
      </w:r>
    </w:p>
    <w:p w14:paraId="70ED624C" w14:textId="77777777" w:rsidR="00C50A5F" w:rsidRPr="00F35F0E" w:rsidRDefault="00C50A5F" w:rsidP="002B747E">
      <w:pPr>
        <w:pStyle w:val="Heading1"/>
        <w:numPr>
          <w:ilvl w:val="0"/>
          <w:numId w:val="2"/>
        </w:numPr>
      </w:pPr>
      <w:bookmarkStart w:id="179" w:name="_Toc7437220"/>
      <w:bookmarkStart w:id="180" w:name="_Toc62566938"/>
      <w:r w:rsidRPr="00F35F0E">
        <w:lastRenderedPageBreak/>
        <w:t>Conformance</w:t>
      </w:r>
      <w:bookmarkEnd w:id="178"/>
      <w:bookmarkEnd w:id="179"/>
      <w:bookmarkEnd w:id="180"/>
    </w:p>
    <w:p w14:paraId="5DE0F21F" w14:textId="77777777" w:rsidR="00C50A5F" w:rsidRPr="00F35F0E" w:rsidRDefault="00C50A5F" w:rsidP="00C50A5F">
      <w:r w:rsidRPr="00F35F0E">
        <w:t>A Service Metadata Publishing implementation exhibits core conformance when complying with all of the following criteria:</w:t>
      </w:r>
    </w:p>
    <w:p w14:paraId="19B57A7D" w14:textId="77777777" w:rsidR="00C50A5F" w:rsidRPr="00F35F0E" w:rsidRDefault="00C50A5F" w:rsidP="002B747E">
      <w:pPr>
        <w:pStyle w:val="ListParagraph"/>
        <w:numPr>
          <w:ilvl w:val="0"/>
          <w:numId w:val="11"/>
        </w:numPr>
      </w:pPr>
      <w:r w:rsidRPr="00F35F0E">
        <w:t>The implementation MUST NOT violate any document constraints expressed by the schemas ServiceGroup-2.0.xsd and ServiceMetadata-2.0.xsd</w:t>
      </w:r>
    </w:p>
    <w:p w14:paraId="6228BE1D" w14:textId="77777777" w:rsidR="00C50A5F" w:rsidRPr="00F35F0E" w:rsidRDefault="00C50A5F" w:rsidP="002B747E">
      <w:pPr>
        <w:pStyle w:val="ListParagraph"/>
        <w:numPr>
          <w:ilvl w:val="0"/>
          <w:numId w:val="11"/>
        </w:numPr>
      </w:pPr>
      <w:r w:rsidRPr="00F35F0E">
        <w:t>When using digital signatures, the signing and verification must strictly adhere to the rules defined in section</w:t>
      </w:r>
      <w:r>
        <w:t xml:space="preserve"> </w:t>
      </w:r>
      <w:r>
        <w:fldChar w:fldCharType="begin"/>
      </w:r>
      <w:r>
        <w:instrText xml:space="preserve"> REF _Ref349774 \r \h </w:instrText>
      </w:r>
      <w:r>
        <w:fldChar w:fldCharType="separate"/>
      </w:r>
      <w:r>
        <w:t>5.6.2</w:t>
      </w:r>
      <w:r>
        <w:fldChar w:fldCharType="end"/>
      </w:r>
    </w:p>
    <w:p w14:paraId="50123AEC" w14:textId="77777777" w:rsidR="00C50A5F" w:rsidRPr="00F35F0E" w:rsidRDefault="00C50A5F" w:rsidP="002B747E">
      <w:pPr>
        <w:pStyle w:val="ListParagraph"/>
        <w:numPr>
          <w:ilvl w:val="0"/>
          <w:numId w:val="11"/>
        </w:numPr>
      </w:pPr>
      <w:r w:rsidRPr="00F35F0E">
        <w:t xml:space="preserve">The service discovery process MUST be executed as defined in section </w:t>
      </w:r>
      <w:r w:rsidRPr="00F35F0E">
        <w:fldChar w:fldCharType="begin"/>
      </w:r>
      <w:r w:rsidRPr="00F35F0E">
        <w:instrText xml:space="preserve"> REF _Ref512287909 \r \h </w:instrText>
      </w:r>
      <w:r w:rsidRPr="00F35F0E">
        <w:fldChar w:fldCharType="separate"/>
      </w:r>
      <w:r>
        <w:t>2.1</w:t>
      </w:r>
      <w:r w:rsidRPr="00F35F0E">
        <w:fldChar w:fldCharType="end"/>
      </w:r>
    </w:p>
    <w:p w14:paraId="666B4826" w14:textId="77777777" w:rsidR="00C50A5F" w:rsidRPr="00F35F0E" w:rsidRDefault="00C50A5F" w:rsidP="002B747E">
      <w:pPr>
        <w:pStyle w:val="ListParagraph"/>
        <w:numPr>
          <w:ilvl w:val="0"/>
          <w:numId w:val="11"/>
        </w:numPr>
      </w:pPr>
      <w:r w:rsidRPr="00F35F0E">
        <w:t>The implementation MUST implement the REST binding as defined in sections</w:t>
      </w:r>
      <w:r>
        <w:t xml:space="preserve"> </w:t>
      </w:r>
      <w:r>
        <w:fldChar w:fldCharType="begin"/>
      </w:r>
      <w:r>
        <w:instrText xml:space="preserve"> REF _Ref349834 \r \h </w:instrText>
      </w:r>
      <w:r>
        <w:fldChar w:fldCharType="separate"/>
      </w:r>
      <w:r>
        <w:t>5.2</w:t>
      </w:r>
      <w:r>
        <w:fldChar w:fldCharType="end"/>
      </w:r>
      <w:r w:rsidRPr="00F35F0E">
        <w:t xml:space="preserve">, </w:t>
      </w:r>
      <w:r>
        <w:fldChar w:fldCharType="begin"/>
      </w:r>
      <w:r>
        <w:instrText xml:space="preserve"> REF _Ref349849 \r \h </w:instrText>
      </w:r>
      <w:r>
        <w:fldChar w:fldCharType="separate"/>
      </w:r>
      <w:r>
        <w:t>5.3</w:t>
      </w:r>
      <w:r>
        <w:fldChar w:fldCharType="end"/>
      </w:r>
      <w:r w:rsidRPr="00F35F0E">
        <w:t xml:space="preserve">, </w:t>
      </w:r>
      <w:r>
        <w:fldChar w:fldCharType="begin"/>
      </w:r>
      <w:r>
        <w:instrText xml:space="preserve"> REF _Ref349859 \r \h </w:instrText>
      </w:r>
      <w:r>
        <w:fldChar w:fldCharType="separate"/>
      </w:r>
      <w:r>
        <w:t>5.4</w:t>
      </w:r>
      <w:r>
        <w:fldChar w:fldCharType="end"/>
      </w:r>
      <w:r>
        <w:t xml:space="preserve"> </w:t>
      </w:r>
      <w:r w:rsidRPr="00F35F0E">
        <w:t>and</w:t>
      </w:r>
      <w:r>
        <w:t xml:space="preserve"> </w:t>
      </w:r>
      <w:r>
        <w:fldChar w:fldCharType="begin"/>
      </w:r>
      <w:r>
        <w:instrText xml:space="preserve"> REF _Ref349874 \r \h </w:instrText>
      </w:r>
      <w:r>
        <w:fldChar w:fldCharType="separate"/>
      </w:r>
      <w:r>
        <w:t>5.5</w:t>
      </w:r>
      <w:r>
        <w:fldChar w:fldCharType="end"/>
      </w:r>
      <w:r w:rsidRPr="00F35F0E">
        <w:t xml:space="preserve"> of this specification</w:t>
      </w:r>
    </w:p>
    <w:p w14:paraId="3CBBC088" w14:textId="77777777" w:rsidR="00C50A5F" w:rsidRPr="00F35F0E" w:rsidRDefault="00C50A5F" w:rsidP="00C50A5F">
      <w:r w:rsidRPr="00F35F0E">
        <w:t>This specification allows extensions. The use of extensions SHALL NOT contradict nor cause non-conformance with this specification.</w:t>
      </w:r>
    </w:p>
    <w:p w14:paraId="09D5FC5F" w14:textId="77777777" w:rsidR="00C50A5F" w:rsidRPr="00F35F0E" w:rsidRDefault="00C50A5F" w:rsidP="002B747E">
      <w:pPr>
        <w:pStyle w:val="AppendixHeading1"/>
        <w:numPr>
          <w:ilvl w:val="0"/>
          <w:numId w:val="6"/>
        </w:numPr>
      </w:pPr>
      <w:bookmarkStart w:id="181" w:name="_Toc7437221"/>
      <w:bookmarkStart w:id="182" w:name="_Toc62566939"/>
      <w:proofErr w:type="spellStart"/>
      <w:r w:rsidRPr="00F35F0E">
        <w:lastRenderedPageBreak/>
        <w:t>ServiceGroup</w:t>
      </w:r>
      <w:proofErr w:type="spellEnd"/>
      <w:r w:rsidRPr="00F35F0E">
        <w:t xml:space="preserve"> example (non-normative)</w:t>
      </w:r>
      <w:bookmarkEnd w:id="181"/>
      <w:bookmarkEnd w:id="182"/>
    </w:p>
    <w:p w14:paraId="713F8F9E" w14:textId="77777777" w:rsidR="00C50A5F" w:rsidRPr="00CC143D" w:rsidRDefault="00C50A5F" w:rsidP="00C50A5F">
      <w:pPr>
        <w:pStyle w:val="NumberedCode"/>
        <w:rPr>
          <w:sz w:val="18"/>
        </w:rPr>
      </w:pPr>
      <w:r w:rsidRPr="00CC143D">
        <w:rPr>
          <w:sz w:val="18"/>
        </w:rPr>
        <w:t>&lt;?xml version="1.0" encoding="UTF-8"?&gt;</w:t>
      </w:r>
    </w:p>
    <w:p w14:paraId="2E7588B3" w14:textId="77777777" w:rsidR="00C50A5F" w:rsidRPr="00CC143D" w:rsidRDefault="00C50A5F" w:rsidP="00C50A5F">
      <w:pPr>
        <w:pStyle w:val="NumberedCode"/>
        <w:rPr>
          <w:sz w:val="18"/>
        </w:rPr>
      </w:pPr>
      <w:r w:rsidRPr="00CC143D">
        <w:rPr>
          <w:sz w:val="18"/>
        </w:rPr>
        <w:t>&lt;</w:t>
      </w:r>
      <w:proofErr w:type="spellStart"/>
      <w:r w:rsidRPr="00CC143D">
        <w:rPr>
          <w:sz w:val="18"/>
        </w:rPr>
        <w:t>ServiceGroup</w:t>
      </w:r>
      <w:proofErr w:type="spellEnd"/>
      <w:r w:rsidRPr="00CC143D">
        <w:rPr>
          <w:sz w:val="18"/>
        </w:rPr>
        <w:t xml:space="preserve"> xmlns:smb="http://docs.oasis-open.org/bdxr/ns/SMP/2/BasicComponents"</w:t>
      </w:r>
    </w:p>
    <w:p w14:paraId="6E0A0EDF" w14:textId="77777777" w:rsidR="00C50A5F" w:rsidRPr="00CC143D" w:rsidRDefault="00C50A5F" w:rsidP="00C50A5F">
      <w:pPr>
        <w:pStyle w:val="NumberedCode"/>
        <w:rPr>
          <w:sz w:val="18"/>
        </w:rPr>
      </w:pPr>
      <w:r w:rsidRPr="00CC143D">
        <w:rPr>
          <w:sz w:val="18"/>
        </w:rPr>
        <w:t xml:space="preserve">              xmlns:ext="http://docs.oasis-open.org/bdxr/ns/SMP/2/ExtensionComponents"</w:t>
      </w:r>
    </w:p>
    <w:p w14:paraId="12E964AB" w14:textId="77777777" w:rsidR="00C50A5F" w:rsidRPr="00CC143D" w:rsidRDefault="00C50A5F" w:rsidP="00C50A5F">
      <w:pPr>
        <w:pStyle w:val="NumberedCode"/>
        <w:rPr>
          <w:sz w:val="18"/>
        </w:rPr>
      </w:pPr>
      <w:r w:rsidRPr="00CC143D">
        <w:rPr>
          <w:sz w:val="18"/>
        </w:rPr>
        <w:t xml:space="preserve">              xmlns:sma="http://docs.oasis-open.org/bdxr/ns/SMP/2/AggregateComponents"</w:t>
      </w:r>
    </w:p>
    <w:p w14:paraId="1EC7BE14" w14:textId="77777777" w:rsidR="00C50A5F" w:rsidRPr="00CC143D" w:rsidRDefault="00C50A5F" w:rsidP="00C50A5F">
      <w:pPr>
        <w:pStyle w:val="NumberedCode"/>
        <w:rPr>
          <w:sz w:val="18"/>
        </w:rPr>
      </w:pPr>
      <w:r w:rsidRPr="00CC143D">
        <w:rPr>
          <w:sz w:val="18"/>
        </w:rPr>
        <w:t xml:space="preserve">              </w:t>
      </w:r>
      <w:proofErr w:type="spellStart"/>
      <w:r w:rsidRPr="00CC143D">
        <w:rPr>
          <w:sz w:val="18"/>
        </w:rPr>
        <w:t>xmlns</w:t>
      </w:r>
      <w:proofErr w:type="spellEnd"/>
      <w:r w:rsidRPr="00CC143D">
        <w:rPr>
          <w:sz w:val="18"/>
        </w:rPr>
        <w:t>="http://docs.oasis-open.org/</w:t>
      </w:r>
      <w:proofErr w:type="spellStart"/>
      <w:r w:rsidRPr="00CC143D">
        <w:rPr>
          <w:sz w:val="18"/>
        </w:rPr>
        <w:t>bdxr</w:t>
      </w:r>
      <w:proofErr w:type="spellEnd"/>
      <w:r w:rsidRPr="00CC143D">
        <w:rPr>
          <w:sz w:val="18"/>
        </w:rPr>
        <w:t>/ns/SMP/2/</w:t>
      </w:r>
      <w:proofErr w:type="spellStart"/>
      <w:r w:rsidRPr="00CC143D">
        <w:rPr>
          <w:sz w:val="18"/>
        </w:rPr>
        <w:t>ServiceGroup</w:t>
      </w:r>
      <w:proofErr w:type="spellEnd"/>
      <w:r w:rsidRPr="00CC143D">
        <w:rPr>
          <w:sz w:val="18"/>
        </w:rPr>
        <w:t>"&gt;</w:t>
      </w:r>
    </w:p>
    <w:p w14:paraId="6FD3C374" w14:textId="77777777" w:rsidR="00C50A5F" w:rsidRPr="00CC143D" w:rsidRDefault="00C50A5F" w:rsidP="00C50A5F">
      <w:pPr>
        <w:pStyle w:val="NumberedCode"/>
        <w:rPr>
          <w:sz w:val="18"/>
        </w:rPr>
      </w:pPr>
      <w:r w:rsidRPr="00CC143D">
        <w:rPr>
          <w:sz w:val="18"/>
        </w:rPr>
        <w:t xml:space="preserve">    &lt;</w:t>
      </w:r>
      <w:proofErr w:type="spellStart"/>
      <w:r w:rsidRPr="00CC143D">
        <w:rPr>
          <w:sz w:val="18"/>
        </w:rPr>
        <w:t>smb:SMPVersionID</w:t>
      </w:r>
      <w:proofErr w:type="spellEnd"/>
      <w:r w:rsidRPr="00CC143D">
        <w:rPr>
          <w:sz w:val="18"/>
        </w:rPr>
        <w:t>&gt;2.0&lt;/</w:t>
      </w:r>
      <w:proofErr w:type="spellStart"/>
      <w:r w:rsidRPr="00CC143D">
        <w:rPr>
          <w:sz w:val="18"/>
        </w:rPr>
        <w:t>smb:SMPVersionID</w:t>
      </w:r>
      <w:proofErr w:type="spellEnd"/>
      <w:r w:rsidRPr="00CC143D">
        <w:rPr>
          <w:sz w:val="18"/>
        </w:rPr>
        <w:t>&gt;</w:t>
      </w:r>
    </w:p>
    <w:p w14:paraId="29FE3034" w14:textId="77777777" w:rsidR="00C50A5F" w:rsidRPr="00CC143D" w:rsidRDefault="00C50A5F" w:rsidP="00C50A5F">
      <w:pPr>
        <w:pStyle w:val="NumberedCode"/>
        <w:rPr>
          <w:sz w:val="18"/>
        </w:rPr>
      </w:pPr>
      <w:r w:rsidRPr="00CC143D">
        <w:rPr>
          <w:sz w:val="18"/>
        </w:rPr>
        <w:t xml:space="preserve">    &lt;</w:t>
      </w:r>
      <w:proofErr w:type="spellStart"/>
      <w:r w:rsidRPr="00CC143D">
        <w:rPr>
          <w:sz w:val="18"/>
        </w:rPr>
        <w:t>smb:ParticipantID</w:t>
      </w:r>
      <w:proofErr w:type="spellEnd"/>
      <w:r w:rsidRPr="00CC143D">
        <w:rPr>
          <w:sz w:val="18"/>
        </w:rPr>
        <w:t xml:space="preserve"> schemeID="iso6523-actorid-upis"&gt;9908:810418052&lt;/smb:ParticipantID&gt;</w:t>
      </w:r>
    </w:p>
    <w:p w14:paraId="178C067F" w14:textId="77777777" w:rsidR="00C50A5F" w:rsidRPr="00CC143D" w:rsidRDefault="00C50A5F" w:rsidP="00C50A5F">
      <w:pPr>
        <w:pStyle w:val="NumberedCode"/>
        <w:rPr>
          <w:sz w:val="18"/>
        </w:rPr>
      </w:pPr>
      <w:r w:rsidRPr="00CC143D">
        <w:rPr>
          <w:sz w:val="18"/>
        </w:rPr>
        <w:t xml:space="preserve">    &lt;</w:t>
      </w:r>
      <w:proofErr w:type="spellStart"/>
      <w:r w:rsidRPr="00CC143D">
        <w:rPr>
          <w:sz w:val="18"/>
        </w:rPr>
        <w:t>sma:ServiceReference</w:t>
      </w:r>
      <w:proofErr w:type="spellEnd"/>
      <w:r w:rsidRPr="00CC143D">
        <w:rPr>
          <w:sz w:val="18"/>
        </w:rPr>
        <w:t>&gt;</w:t>
      </w:r>
    </w:p>
    <w:p w14:paraId="71E1F42D" w14:textId="77777777" w:rsidR="00C50A5F" w:rsidRPr="00CC143D" w:rsidRDefault="00C50A5F" w:rsidP="00C50A5F">
      <w:pPr>
        <w:pStyle w:val="NumberedCode"/>
        <w:rPr>
          <w:sz w:val="18"/>
        </w:rPr>
      </w:pPr>
      <w:r w:rsidRPr="00CC143D">
        <w:rPr>
          <w:sz w:val="18"/>
        </w:rPr>
        <w:t xml:space="preserve">        &lt;</w:t>
      </w:r>
      <w:proofErr w:type="spellStart"/>
      <w:r w:rsidRPr="00CC143D">
        <w:rPr>
          <w:sz w:val="18"/>
        </w:rPr>
        <w:t>smb:ID</w:t>
      </w:r>
      <w:proofErr w:type="spellEnd"/>
      <w:r w:rsidRPr="00CC143D">
        <w:rPr>
          <w:sz w:val="18"/>
        </w:rPr>
        <w:t xml:space="preserve"> schemeID="</w:t>
      </w:r>
      <w:r>
        <w:rPr>
          <w:sz w:val="18"/>
        </w:rPr>
        <w:t>bdx</w:t>
      </w:r>
      <w:r w:rsidRPr="00CC143D">
        <w:rPr>
          <w:sz w:val="18"/>
        </w:rPr>
        <w:t>-docid-qns"&gt;urn:oasis:names:specification:ubl:schema:xsd:Invoice-2::Invoice##urn:www.cenbii.eu:transaction:biitrns010:ver2.0:extended:urn:www.peppol.eu:bis:peppol5a:ver2.0:extended:urn:www.difi.no:ehf:faktura:ver2.0::2.1&lt;/smb:ID&gt;</w:t>
      </w:r>
    </w:p>
    <w:p w14:paraId="04614B7A" w14:textId="77777777" w:rsidR="00C50A5F" w:rsidRPr="00CC143D" w:rsidRDefault="00C50A5F" w:rsidP="00C50A5F">
      <w:pPr>
        <w:pStyle w:val="NumberedCode"/>
        <w:rPr>
          <w:sz w:val="18"/>
        </w:rPr>
      </w:pPr>
      <w:r w:rsidRPr="00CC143D">
        <w:rPr>
          <w:sz w:val="18"/>
        </w:rPr>
        <w:t xml:space="preserve">        &lt;</w:t>
      </w:r>
      <w:proofErr w:type="spellStart"/>
      <w:r w:rsidRPr="00CC143D">
        <w:rPr>
          <w:sz w:val="18"/>
        </w:rPr>
        <w:t>sma:Process</w:t>
      </w:r>
      <w:proofErr w:type="spellEnd"/>
      <w:r w:rsidRPr="00CC143D">
        <w:rPr>
          <w:sz w:val="18"/>
        </w:rPr>
        <w:t>&gt;</w:t>
      </w:r>
    </w:p>
    <w:p w14:paraId="239934CE" w14:textId="77777777" w:rsidR="00C50A5F" w:rsidRPr="00CC143D" w:rsidRDefault="00C50A5F" w:rsidP="00C50A5F">
      <w:pPr>
        <w:pStyle w:val="NumberedCode"/>
        <w:rPr>
          <w:sz w:val="18"/>
        </w:rPr>
      </w:pPr>
      <w:r w:rsidRPr="00CC143D">
        <w:rPr>
          <w:sz w:val="18"/>
        </w:rPr>
        <w:t xml:space="preserve">            &lt;</w:t>
      </w:r>
      <w:proofErr w:type="spellStart"/>
      <w:r w:rsidRPr="00CC143D">
        <w:rPr>
          <w:sz w:val="18"/>
        </w:rPr>
        <w:t>smb:ID</w:t>
      </w:r>
      <w:proofErr w:type="spellEnd"/>
      <w:r w:rsidRPr="00CC143D">
        <w:rPr>
          <w:sz w:val="18"/>
        </w:rPr>
        <w:t xml:space="preserve"> schemeID="cenbii-procid-ubl"&gt;urn:www.cenbii.eu:profile:bii05:ver2.0&lt;/smb:ID&gt;</w:t>
      </w:r>
    </w:p>
    <w:p w14:paraId="478B8021" w14:textId="77777777" w:rsidR="00C50A5F" w:rsidRPr="00CC143D" w:rsidRDefault="00C50A5F" w:rsidP="00C50A5F">
      <w:pPr>
        <w:pStyle w:val="NumberedCode"/>
        <w:rPr>
          <w:sz w:val="18"/>
        </w:rPr>
      </w:pPr>
      <w:r w:rsidRPr="00CC143D">
        <w:rPr>
          <w:sz w:val="18"/>
        </w:rPr>
        <w:t xml:space="preserve">        &lt;/</w:t>
      </w:r>
      <w:proofErr w:type="spellStart"/>
      <w:r w:rsidRPr="00CC143D">
        <w:rPr>
          <w:sz w:val="18"/>
        </w:rPr>
        <w:t>sma:Process</w:t>
      </w:r>
      <w:proofErr w:type="spellEnd"/>
      <w:r w:rsidRPr="00CC143D">
        <w:rPr>
          <w:sz w:val="18"/>
        </w:rPr>
        <w:t>&gt;</w:t>
      </w:r>
    </w:p>
    <w:p w14:paraId="4DBF3BCB" w14:textId="77777777" w:rsidR="00C50A5F" w:rsidRPr="00CC143D" w:rsidRDefault="00C50A5F" w:rsidP="00C50A5F">
      <w:pPr>
        <w:pStyle w:val="NumberedCode"/>
        <w:rPr>
          <w:sz w:val="18"/>
        </w:rPr>
      </w:pPr>
      <w:r w:rsidRPr="00CC143D">
        <w:rPr>
          <w:sz w:val="18"/>
        </w:rPr>
        <w:t xml:space="preserve">    &lt;/</w:t>
      </w:r>
      <w:proofErr w:type="spellStart"/>
      <w:r w:rsidRPr="00CC143D">
        <w:rPr>
          <w:sz w:val="18"/>
        </w:rPr>
        <w:t>sma:ServiceReference</w:t>
      </w:r>
      <w:proofErr w:type="spellEnd"/>
      <w:r w:rsidRPr="00CC143D">
        <w:rPr>
          <w:sz w:val="18"/>
        </w:rPr>
        <w:t>&gt;</w:t>
      </w:r>
    </w:p>
    <w:p w14:paraId="3C65B15D" w14:textId="77777777" w:rsidR="00C50A5F" w:rsidRPr="00CC143D" w:rsidRDefault="00C50A5F" w:rsidP="00C50A5F">
      <w:pPr>
        <w:pStyle w:val="NumberedCode"/>
        <w:rPr>
          <w:sz w:val="18"/>
        </w:rPr>
      </w:pPr>
      <w:r w:rsidRPr="00CC143D">
        <w:rPr>
          <w:sz w:val="18"/>
        </w:rPr>
        <w:t xml:space="preserve">    &lt;</w:t>
      </w:r>
      <w:proofErr w:type="spellStart"/>
      <w:r w:rsidRPr="00CC143D">
        <w:rPr>
          <w:sz w:val="18"/>
        </w:rPr>
        <w:t>sma:ServiceReference</w:t>
      </w:r>
      <w:proofErr w:type="spellEnd"/>
      <w:r w:rsidRPr="00CC143D">
        <w:rPr>
          <w:sz w:val="18"/>
        </w:rPr>
        <w:t>&gt;</w:t>
      </w:r>
    </w:p>
    <w:p w14:paraId="245215BA" w14:textId="77777777" w:rsidR="00C50A5F" w:rsidRPr="00CC143D" w:rsidRDefault="00C50A5F" w:rsidP="00C50A5F">
      <w:pPr>
        <w:pStyle w:val="NumberedCode"/>
        <w:rPr>
          <w:sz w:val="18"/>
        </w:rPr>
      </w:pPr>
      <w:r w:rsidRPr="00CC143D">
        <w:rPr>
          <w:sz w:val="18"/>
        </w:rPr>
        <w:t xml:space="preserve">        &lt;</w:t>
      </w:r>
      <w:proofErr w:type="spellStart"/>
      <w:r w:rsidRPr="00CC143D">
        <w:rPr>
          <w:sz w:val="18"/>
        </w:rPr>
        <w:t>smb:ID</w:t>
      </w:r>
      <w:proofErr w:type="spellEnd"/>
      <w:r w:rsidRPr="00CC143D">
        <w:rPr>
          <w:sz w:val="18"/>
        </w:rPr>
        <w:t xml:space="preserve"> schemeID="</w:t>
      </w:r>
      <w:r>
        <w:rPr>
          <w:sz w:val="18"/>
        </w:rPr>
        <w:t>bdx</w:t>
      </w:r>
      <w:r w:rsidRPr="00CC143D">
        <w:rPr>
          <w:sz w:val="18"/>
        </w:rPr>
        <w:t>-docid-qns"&gt;urn:oasis:names:specification:ubl:schema:xsd:CreditNote-2::CreditNote##urn:www.cenbii.eu:transaction:biitrns014:ver2.0:extended:urn:www.peppol.eu:bis:peppol5a:ver2.0:extended:urn:www.difi.no:ehf:kreditnota:ver2.0::2.1&lt;/smb:ID&gt;</w:t>
      </w:r>
    </w:p>
    <w:p w14:paraId="7C184B58" w14:textId="77777777" w:rsidR="00C50A5F" w:rsidRPr="00CC143D" w:rsidRDefault="00C50A5F" w:rsidP="00C50A5F">
      <w:pPr>
        <w:pStyle w:val="NumberedCode"/>
        <w:rPr>
          <w:sz w:val="18"/>
        </w:rPr>
      </w:pPr>
      <w:r w:rsidRPr="00CC143D">
        <w:rPr>
          <w:sz w:val="18"/>
        </w:rPr>
        <w:t xml:space="preserve">        &lt;</w:t>
      </w:r>
      <w:proofErr w:type="spellStart"/>
      <w:r w:rsidRPr="00CC143D">
        <w:rPr>
          <w:sz w:val="18"/>
        </w:rPr>
        <w:t>sma:Process</w:t>
      </w:r>
      <w:proofErr w:type="spellEnd"/>
      <w:r w:rsidRPr="00CC143D">
        <w:rPr>
          <w:sz w:val="18"/>
        </w:rPr>
        <w:t>&gt;</w:t>
      </w:r>
    </w:p>
    <w:p w14:paraId="4B0F79CF" w14:textId="77777777" w:rsidR="00C50A5F" w:rsidRPr="00CC143D" w:rsidRDefault="00C50A5F" w:rsidP="00C50A5F">
      <w:pPr>
        <w:pStyle w:val="NumberedCode"/>
        <w:rPr>
          <w:sz w:val="18"/>
        </w:rPr>
      </w:pPr>
      <w:r w:rsidRPr="00CC143D">
        <w:rPr>
          <w:sz w:val="18"/>
        </w:rPr>
        <w:t xml:space="preserve">            &lt;</w:t>
      </w:r>
      <w:proofErr w:type="spellStart"/>
      <w:r w:rsidRPr="00CC143D">
        <w:rPr>
          <w:sz w:val="18"/>
        </w:rPr>
        <w:t>smb:ID</w:t>
      </w:r>
      <w:proofErr w:type="spellEnd"/>
      <w:r w:rsidRPr="00CC143D">
        <w:rPr>
          <w:sz w:val="18"/>
        </w:rPr>
        <w:t xml:space="preserve"> schemeID="cenbii-procid-ubl"&gt;urn:www.cenbii.eu:profile:bii05:ver2.0&lt;/smb:ID&gt;</w:t>
      </w:r>
    </w:p>
    <w:p w14:paraId="2BC0EA5E" w14:textId="77777777" w:rsidR="00C50A5F" w:rsidRPr="00CC143D" w:rsidRDefault="00C50A5F" w:rsidP="00C50A5F">
      <w:pPr>
        <w:pStyle w:val="NumberedCode"/>
        <w:rPr>
          <w:sz w:val="18"/>
        </w:rPr>
      </w:pPr>
      <w:r w:rsidRPr="00CC143D">
        <w:rPr>
          <w:sz w:val="18"/>
        </w:rPr>
        <w:t xml:space="preserve">        &lt;/</w:t>
      </w:r>
      <w:proofErr w:type="spellStart"/>
      <w:r w:rsidRPr="00CC143D">
        <w:rPr>
          <w:sz w:val="18"/>
        </w:rPr>
        <w:t>sma:Process</w:t>
      </w:r>
      <w:proofErr w:type="spellEnd"/>
      <w:r w:rsidRPr="00CC143D">
        <w:rPr>
          <w:sz w:val="18"/>
        </w:rPr>
        <w:t>&gt;</w:t>
      </w:r>
    </w:p>
    <w:p w14:paraId="22EBEEC5" w14:textId="77777777" w:rsidR="00C50A5F" w:rsidRPr="00CC143D" w:rsidRDefault="00C50A5F" w:rsidP="00C50A5F">
      <w:pPr>
        <w:pStyle w:val="NumberedCode"/>
        <w:rPr>
          <w:sz w:val="18"/>
        </w:rPr>
      </w:pPr>
      <w:r w:rsidRPr="00CC143D">
        <w:rPr>
          <w:sz w:val="18"/>
        </w:rPr>
        <w:t xml:space="preserve">    &lt;/</w:t>
      </w:r>
      <w:proofErr w:type="spellStart"/>
      <w:r w:rsidRPr="00CC143D">
        <w:rPr>
          <w:sz w:val="18"/>
        </w:rPr>
        <w:t>sma:ServiceReference</w:t>
      </w:r>
      <w:proofErr w:type="spellEnd"/>
      <w:r w:rsidRPr="00CC143D">
        <w:rPr>
          <w:sz w:val="18"/>
        </w:rPr>
        <w:t>&gt;</w:t>
      </w:r>
    </w:p>
    <w:p w14:paraId="5033AE24" w14:textId="77777777" w:rsidR="00C50A5F" w:rsidRPr="00F35F0E" w:rsidRDefault="00C50A5F" w:rsidP="00C50A5F">
      <w:pPr>
        <w:pStyle w:val="NumberedCode"/>
        <w:rPr>
          <w:sz w:val="18"/>
        </w:rPr>
      </w:pPr>
      <w:r w:rsidRPr="00CC143D">
        <w:rPr>
          <w:sz w:val="18"/>
        </w:rPr>
        <w:t>&lt;/</w:t>
      </w:r>
      <w:proofErr w:type="spellStart"/>
      <w:r w:rsidRPr="00CC143D">
        <w:rPr>
          <w:sz w:val="18"/>
        </w:rPr>
        <w:t>ServiceGroup</w:t>
      </w:r>
      <w:proofErr w:type="spellEnd"/>
      <w:r w:rsidRPr="00CC143D">
        <w:rPr>
          <w:sz w:val="18"/>
        </w:rPr>
        <w:t>&gt;</w:t>
      </w:r>
    </w:p>
    <w:p w14:paraId="69AC8C38" w14:textId="77777777" w:rsidR="00C50A5F" w:rsidRPr="00F35F0E" w:rsidRDefault="00C50A5F" w:rsidP="002B747E">
      <w:pPr>
        <w:pStyle w:val="AppendixHeading1"/>
        <w:numPr>
          <w:ilvl w:val="0"/>
          <w:numId w:val="6"/>
        </w:numPr>
      </w:pPr>
      <w:bookmarkStart w:id="183" w:name="_Toc7437222"/>
      <w:bookmarkStart w:id="184" w:name="_Toc62566940"/>
      <w:bookmarkStart w:id="185" w:name="_Toc85472898"/>
      <w:bookmarkStart w:id="186" w:name="_Toc287332014"/>
      <w:proofErr w:type="spellStart"/>
      <w:r w:rsidRPr="00F35F0E">
        <w:lastRenderedPageBreak/>
        <w:t>ServiceMetadata</w:t>
      </w:r>
      <w:proofErr w:type="spellEnd"/>
      <w:r w:rsidRPr="00F35F0E">
        <w:t xml:space="preserve"> example (non-normative)</w:t>
      </w:r>
      <w:bookmarkEnd w:id="183"/>
      <w:bookmarkEnd w:id="184"/>
    </w:p>
    <w:p w14:paraId="1B8C24D3" w14:textId="77777777" w:rsidR="00C50A5F" w:rsidRPr="00166F8E" w:rsidRDefault="00C50A5F" w:rsidP="00C50A5F">
      <w:pPr>
        <w:pStyle w:val="NumberedCode"/>
        <w:rPr>
          <w:sz w:val="18"/>
        </w:rPr>
      </w:pPr>
      <w:r w:rsidRPr="00166F8E">
        <w:rPr>
          <w:sz w:val="18"/>
        </w:rPr>
        <w:t>&lt;?xml version="1.0" encoding="UTF-8" standalone="yes"?&gt;</w:t>
      </w:r>
    </w:p>
    <w:p w14:paraId="6A6D7C61" w14:textId="77777777" w:rsidR="00C50A5F" w:rsidRPr="00166F8E" w:rsidRDefault="00C50A5F" w:rsidP="00C50A5F">
      <w:pPr>
        <w:pStyle w:val="NumberedCode"/>
        <w:rPr>
          <w:sz w:val="18"/>
        </w:rPr>
      </w:pPr>
      <w:r w:rsidRPr="00166F8E">
        <w:rPr>
          <w:sz w:val="18"/>
        </w:rPr>
        <w:t>&lt;</w:t>
      </w:r>
      <w:proofErr w:type="spellStart"/>
      <w:r w:rsidRPr="00166F8E">
        <w:rPr>
          <w:sz w:val="18"/>
        </w:rPr>
        <w:t>ServiceMetadata</w:t>
      </w:r>
      <w:proofErr w:type="spellEnd"/>
      <w:r w:rsidRPr="00166F8E">
        <w:rPr>
          <w:sz w:val="18"/>
        </w:rPr>
        <w:t xml:space="preserve"> xmlns:smb="http://docs.oasis-open.org/bdxr/ns/SMP/2/BasicComponents"</w:t>
      </w:r>
      <w:r>
        <w:rPr>
          <w:sz w:val="18"/>
        </w:rPr>
        <w:t xml:space="preserve"> </w:t>
      </w:r>
      <w:r w:rsidRPr="00166F8E">
        <w:rPr>
          <w:sz w:val="18"/>
        </w:rPr>
        <w:t>xmlns:ext="http://docs.oasis-open.org/bdxr/ns/SMP/2/ExtensionComponents"</w:t>
      </w:r>
      <w:r>
        <w:rPr>
          <w:sz w:val="18"/>
        </w:rPr>
        <w:t xml:space="preserve"> </w:t>
      </w:r>
      <w:r w:rsidRPr="00166F8E">
        <w:rPr>
          <w:sz w:val="18"/>
        </w:rPr>
        <w:t>xmlns:sma="http://docs.oasis-open.org/bdxr/ns/SMP/2/AggregateComponents"</w:t>
      </w:r>
      <w:r>
        <w:rPr>
          <w:sz w:val="18"/>
        </w:rPr>
        <w:t xml:space="preserve"> </w:t>
      </w:r>
      <w:r w:rsidRPr="00166F8E">
        <w:rPr>
          <w:sz w:val="18"/>
        </w:rPr>
        <w:t>xmlns="http://docs.oasis-open.org/bdxr/ns/SMP/2/ServiceMetadata"&gt;</w:t>
      </w:r>
    </w:p>
    <w:p w14:paraId="05498B41" w14:textId="77777777" w:rsidR="00C50A5F" w:rsidRPr="00166F8E" w:rsidRDefault="00C50A5F" w:rsidP="00C50A5F">
      <w:pPr>
        <w:pStyle w:val="NumberedCode"/>
        <w:rPr>
          <w:sz w:val="18"/>
        </w:rPr>
      </w:pPr>
      <w:r>
        <w:rPr>
          <w:sz w:val="18"/>
        </w:rPr>
        <w:t xml:space="preserve">  </w:t>
      </w:r>
      <w:r w:rsidRPr="00166F8E">
        <w:rPr>
          <w:sz w:val="18"/>
        </w:rPr>
        <w:t>&lt;</w:t>
      </w:r>
      <w:proofErr w:type="spellStart"/>
      <w:r w:rsidRPr="00166F8E">
        <w:rPr>
          <w:sz w:val="18"/>
        </w:rPr>
        <w:t>smb:SMPVersionID</w:t>
      </w:r>
      <w:proofErr w:type="spellEnd"/>
      <w:r w:rsidRPr="00166F8E">
        <w:rPr>
          <w:sz w:val="18"/>
        </w:rPr>
        <w:t>&gt;2.0&lt;/</w:t>
      </w:r>
      <w:proofErr w:type="spellStart"/>
      <w:r w:rsidRPr="00166F8E">
        <w:rPr>
          <w:sz w:val="18"/>
        </w:rPr>
        <w:t>smb:SMPVersionID</w:t>
      </w:r>
      <w:proofErr w:type="spellEnd"/>
      <w:r w:rsidRPr="00166F8E">
        <w:rPr>
          <w:sz w:val="18"/>
        </w:rPr>
        <w:t>&gt;</w:t>
      </w:r>
    </w:p>
    <w:p w14:paraId="716FF34F" w14:textId="77777777" w:rsidR="00C50A5F" w:rsidRPr="00166F8E" w:rsidRDefault="00C50A5F" w:rsidP="00C50A5F">
      <w:pPr>
        <w:pStyle w:val="NumberedCode"/>
        <w:rPr>
          <w:sz w:val="18"/>
        </w:rPr>
      </w:pPr>
      <w:r w:rsidRPr="00166F8E">
        <w:rPr>
          <w:sz w:val="18"/>
        </w:rPr>
        <w:t xml:space="preserve">  &lt;</w:t>
      </w:r>
      <w:proofErr w:type="spellStart"/>
      <w:r w:rsidRPr="00166F8E">
        <w:rPr>
          <w:sz w:val="18"/>
        </w:rPr>
        <w:t>smb:ID</w:t>
      </w:r>
      <w:proofErr w:type="spellEnd"/>
      <w:r w:rsidRPr="00166F8E">
        <w:rPr>
          <w:sz w:val="18"/>
        </w:rPr>
        <w:t xml:space="preserve"> schemeID="</w:t>
      </w:r>
      <w:r>
        <w:rPr>
          <w:sz w:val="18"/>
        </w:rPr>
        <w:t>bdx</w:t>
      </w:r>
      <w:r w:rsidRPr="00166F8E">
        <w:rPr>
          <w:sz w:val="18"/>
        </w:rPr>
        <w:t>-docid-qns"&gt;urn:oasis:names:specification:ubl:schema:xsd:Invoice-2::Invoice##urn:www.cenbii.eu:transaction:biitrns010:ver2.0:extended:urn:www.peppol.eu:bis:peppol5a:ver2.0:extended:urn:www.difi.no:ehf:faktura:ver2.0::2.1&lt;/smb:ID&gt;</w:t>
      </w:r>
    </w:p>
    <w:p w14:paraId="6ED60E77" w14:textId="77777777" w:rsidR="00C50A5F" w:rsidRPr="00166F8E" w:rsidRDefault="00C50A5F" w:rsidP="00C50A5F">
      <w:pPr>
        <w:pStyle w:val="NumberedCode"/>
        <w:rPr>
          <w:sz w:val="18"/>
        </w:rPr>
      </w:pPr>
      <w:r w:rsidRPr="00166F8E">
        <w:rPr>
          <w:sz w:val="18"/>
        </w:rPr>
        <w:t xml:space="preserve">  &lt;</w:t>
      </w:r>
      <w:proofErr w:type="spellStart"/>
      <w:r w:rsidRPr="00166F8E">
        <w:rPr>
          <w:sz w:val="18"/>
        </w:rPr>
        <w:t>smb:ParticipantID</w:t>
      </w:r>
      <w:proofErr w:type="spellEnd"/>
      <w:r w:rsidRPr="00166F8E">
        <w:rPr>
          <w:sz w:val="18"/>
        </w:rPr>
        <w:t xml:space="preserve"> schemeID="iso6523-actorid-upis"&gt;9908:810418052&lt;/smb:ParticipantID&gt;</w:t>
      </w:r>
    </w:p>
    <w:p w14:paraId="24F5D34F" w14:textId="77777777" w:rsidR="00C50A5F" w:rsidRPr="00166F8E" w:rsidRDefault="00C50A5F" w:rsidP="00C50A5F">
      <w:pPr>
        <w:pStyle w:val="NumberedCode"/>
        <w:rPr>
          <w:sz w:val="18"/>
        </w:rPr>
      </w:pPr>
      <w:r w:rsidRPr="00166F8E">
        <w:rPr>
          <w:sz w:val="18"/>
        </w:rPr>
        <w:t xml:space="preserve">  &lt;</w:t>
      </w:r>
      <w:proofErr w:type="spellStart"/>
      <w:r w:rsidRPr="00166F8E">
        <w:rPr>
          <w:sz w:val="18"/>
        </w:rPr>
        <w:t>sma:ProcessMetadata</w:t>
      </w:r>
      <w:proofErr w:type="spellEnd"/>
      <w:r w:rsidRPr="00166F8E">
        <w:rPr>
          <w:sz w:val="18"/>
        </w:rPr>
        <w:t>&gt;</w:t>
      </w:r>
    </w:p>
    <w:p w14:paraId="05B83CB8" w14:textId="77777777" w:rsidR="00C50A5F" w:rsidRPr="00166F8E" w:rsidRDefault="00C50A5F" w:rsidP="00C50A5F">
      <w:pPr>
        <w:pStyle w:val="NumberedCode"/>
        <w:rPr>
          <w:sz w:val="18"/>
        </w:rPr>
      </w:pPr>
      <w:r w:rsidRPr="00166F8E">
        <w:rPr>
          <w:sz w:val="18"/>
        </w:rPr>
        <w:t xml:space="preserve">  </w:t>
      </w:r>
      <w:r>
        <w:rPr>
          <w:sz w:val="18"/>
        </w:rPr>
        <w:t xml:space="preserve">  </w:t>
      </w:r>
      <w:r w:rsidRPr="00166F8E">
        <w:rPr>
          <w:sz w:val="18"/>
        </w:rPr>
        <w:t>&lt;</w:t>
      </w:r>
      <w:proofErr w:type="spellStart"/>
      <w:r w:rsidRPr="00166F8E">
        <w:rPr>
          <w:sz w:val="18"/>
        </w:rPr>
        <w:t>sma:Process</w:t>
      </w:r>
      <w:proofErr w:type="spellEnd"/>
      <w:r w:rsidRPr="00166F8E">
        <w:rPr>
          <w:sz w:val="18"/>
        </w:rPr>
        <w:t>&gt;</w:t>
      </w:r>
    </w:p>
    <w:p w14:paraId="07FE091B" w14:textId="77777777" w:rsidR="00C50A5F" w:rsidRPr="00166F8E" w:rsidRDefault="00C50A5F" w:rsidP="00C50A5F">
      <w:pPr>
        <w:pStyle w:val="NumberedCode"/>
        <w:rPr>
          <w:sz w:val="18"/>
        </w:rPr>
      </w:pPr>
      <w:r w:rsidRPr="00166F8E">
        <w:rPr>
          <w:sz w:val="18"/>
        </w:rPr>
        <w:t xml:space="preserve">      &lt;</w:t>
      </w:r>
      <w:proofErr w:type="spellStart"/>
      <w:r w:rsidRPr="00166F8E">
        <w:rPr>
          <w:sz w:val="18"/>
        </w:rPr>
        <w:t>smb:ID</w:t>
      </w:r>
      <w:proofErr w:type="spellEnd"/>
      <w:r w:rsidRPr="00166F8E">
        <w:rPr>
          <w:sz w:val="18"/>
        </w:rPr>
        <w:t xml:space="preserve"> schemeID="cenbii-procid-ubl"&gt;urn:www.cenbii.eu:profile:bii05:ver2.0&lt;/smb:ID&gt;</w:t>
      </w:r>
    </w:p>
    <w:p w14:paraId="37B0155E" w14:textId="77777777" w:rsidR="00C50A5F" w:rsidRPr="00166F8E" w:rsidRDefault="00C50A5F" w:rsidP="00C50A5F">
      <w:pPr>
        <w:pStyle w:val="NumberedCode"/>
        <w:rPr>
          <w:sz w:val="18"/>
        </w:rPr>
      </w:pPr>
      <w:r w:rsidRPr="00166F8E">
        <w:rPr>
          <w:sz w:val="18"/>
        </w:rPr>
        <w:t xml:space="preserve">    &lt;/</w:t>
      </w:r>
      <w:proofErr w:type="spellStart"/>
      <w:r w:rsidRPr="00166F8E">
        <w:rPr>
          <w:sz w:val="18"/>
        </w:rPr>
        <w:t>sma:Process</w:t>
      </w:r>
      <w:proofErr w:type="spellEnd"/>
      <w:r w:rsidRPr="00166F8E">
        <w:rPr>
          <w:sz w:val="18"/>
        </w:rPr>
        <w:t>&gt;</w:t>
      </w:r>
    </w:p>
    <w:p w14:paraId="793098B4" w14:textId="77777777" w:rsidR="00C50A5F" w:rsidRPr="00166F8E" w:rsidRDefault="00C50A5F" w:rsidP="00C50A5F">
      <w:pPr>
        <w:pStyle w:val="NumberedCode"/>
        <w:rPr>
          <w:sz w:val="18"/>
        </w:rPr>
      </w:pPr>
      <w:r w:rsidRPr="00166F8E">
        <w:rPr>
          <w:sz w:val="18"/>
        </w:rPr>
        <w:t xml:space="preserve">    &lt;</w:t>
      </w:r>
      <w:proofErr w:type="spellStart"/>
      <w:r w:rsidRPr="00166F8E">
        <w:rPr>
          <w:sz w:val="18"/>
        </w:rPr>
        <w:t>sma:Endpoint</w:t>
      </w:r>
      <w:proofErr w:type="spellEnd"/>
      <w:r w:rsidRPr="00166F8E">
        <w:rPr>
          <w:sz w:val="18"/>
        </w:rPr>
        <w:t>&gt;</w:t>
      </w:r>
    </w:p>
    <w:p w14:paraId="585F1E43" w14:textId="77777777" w:rsidR="00C50A5F" w:rsidRPr="00166F8E" w:rsidRDefault="00C50A5F" w:rsidP="00C50A5F">
      <w:pPr>
        <w:pStyle w:val="NumberedCode"/>
        <w:rPr>
          <w:sz w:val="18"/>
        </w:rPr>
      </w:pPr>
      <w:r w:rsidRPr="00166F8E">
        <w:rPr>
          <w:sz w:val="18"/>
        </w:rPr>
        <w:t xml:space="preserve">    </w:t>
      </w:r>
      <w:r>
        <w:rPr>
          <w:sz w:val="18"/>
        </w:rPr>
        <w:t xml:space="preserve">  </w:t>
      </w:r>
      <w:r w:rsidRPr="00166F8E">
        <w:rPr>
          <w:sz w:val="18"/>
        </w:rPr>
        <w:t>&lt;smb:TransportProfileID&gt;</w:t>
      </w:r>
      <w:r>
        <w:rPr>
          <w:sz w:val="18"/>
        </w:rPr>
        <w:t>bdx</w:t>
      </w:r>
      <w:r w:rsidRPr="00166F8E">
        <w:rPr>
          <w:sz w:val="18"/>
        </w:rPr>
        <w:t>-transport-as2-ver1p0&lt;/smb:TransportProfileID&gt;</w:t>
      </w:r>
    </w:p>
    <w:p w14:paraId="5418C755" w14:textId="77777777" w:rsidR="00C50A5F" w:rsidRPr="00166F8E" w:rsidRDefault="00C50A5F" w:rsidP="00C50A5F">
      <w:pPr>
        <w:pStyle w:val="NumberedCode"/>
        <w:rPr>
          <w:sz w:val="18"/>
        </w:rPr>
      </w:pPr>
      <w:r w:rsidRPr="00166F8E">
        <w:rPr>
          <w:sz w:val="18"/>
        </w:rPr>
        <w:t xml:space="preserve">      &lt;</w:t>
      </w:r>
      <w:proofErr w:type="spellStart"/>
      <w:r w:rsidRPr="00166F8E">
        <w:rPr>
          <w:sz w:val="18"/>
        </w:rPr>
        <w:t>smb:Description</w:t>
      </w:r>
      <w:proofErr w:type="spellEnd"/>
      <w:r w:rsidRPr="00166F8E">
        <w:rPr>
          <w:sz w:val="18"/>
        </w:rPr>
        <w:t>&gt;contact@example.com&lt;/</w:t>
      </w:r>
      <w:proofErr w:type="spellStart"/>
      <w:r w:rsidRPr="00166F8E">
        <w:rPr>
          <w:sz w:val="18"/>
        </w:rPr>
        <w:t>smb:Description</w:t>
      </w:r>
      <w:proofErr w:type="spellEnd"/>
      <w:r w:rsidRPr="00166F8E">
        <w:rPr>
          <w:sz w:val="18"/>
        </w:rPr>
        <w:t>&gt;</w:t>
      </w:r>
    </w:p>
    <w:p w14:paraId="55A3DD4C" w14:textId="77777777" w:rsidR="00C50A5F" w:rsidRPr="00166F8E" w:rsidRDefault="00C50A5F" w:rsidP="00C50A5F">
      <w:pPr>
        <w:pStyle w:val="NumberedCode"/>
        <w:rPr>
          <w:sz w:val="18"/>
        </w:rPr>
      </w:pPr>
      <w:r w:rsidRPr="00166F8E">
        <w:rPr>
          <w:sz w:val="18"/>
        </w:rPr>
        <w:t xml:space="preserve">      &lt;</w:t>
      </w:r>
      <w:proofErr w:type="spellStart"/>
      <w:r w:rsidRPr="00166F8E">
        <w:rPr>
          <w:sz w:val="18"/>
        </w:rPr>
        <w:t>smb:Contact</w:t>
      </w:r>
      <w:proofErr w:type="spellEnd"/>
      <w:r w:rsidRPr="00166F8E">
        <w:rPr>
          <w:sz w:val="18"/>
        </w:rPr>
        <w:t>&gt;Access point for testing&lt;/</w:t>
      </w:r>
      <w:proofErr w:type="spellStart"/>
      <w:r w:rsidRPr="00166F8E">
        <w:rPr>
          <w:sz w:val="18"/>
        </w:rPr>
        <w:t>smb:Contact</w:t>
      </w:r>
      <w:proofErr w:type="spellEnd"/>
      <w:r w:rsidRPr="00166F8E">
        <w:rPr>
          <w:sz w:val="18"/>
        </w:rPr>
        <w:t>&gt;</w:t>
      </w:r>
    </w:p>
    <w:p w14:paraId="0A6D8926" w14:textId="77777777" w:rsidR="00C50A5F" w:rsidRPr="00166F8E" w:rsidRDefault="00C50A5F" w:rsidP="00C50A5F">
      <w:pPr>
        <w:pStyle w:val="NumberedCode"/>
        <w:rPr>
          <w:sz w:val="18"/>
        </w:rPr>
      </w:pPr>
      <w:r w:rsidRPr="00166F8E">
        <w:rPr>
          <w:sz w:val="18"/>
        </w:rPr>
        <w:t xml:space="preserve">      &lt;</w:t>
      </w:r>
      <w:proofErr w:type="spellStart"/>
      <w:r w:rsidRPr="00166F8E">
        <w:rPr>
          <w:sz w:val="18"/>
        </w:rPr>
        <w:t>smb:AddressURI</w:t>
      </w:r>
      <w:proofErr w:type="spellEnd"/>
      <w:r w:rsidRPr="00166F8E">
        <w:rPr>
          <w:sz w:val="18"/>
        </w:rPr>
        <w:t>&gt;https://ap.example.com/as2&lt;/smb:AddressURI&gt;</w:t>
      </w:r>
    </w:p>
    <w:p w14:paraId="273336CC" w14:textId="77777777" w:rsidR="00C50A5F" w:rsidRPr="00166F8E" w:rsidRDefault="00C50A5F" w:rsidP="00C50A5F">
      <w:pPr>
        <w:pStyle w:val="NumberedCode"/>
        <w:rPr>
          <w:sz w:val="18"/>
        </w:rPr>
      </w:pPr>
      <w:r w:rsidRPr="00166F8E">
        <w:rPr>
          <w:sz w:val="18"/>
        </w:rPr>
        <w:t xml:space="preserve">      &lt;</w:t>
      </w:r>
      <w:proofErr w:type="spellStart"/>
      <w:r w:rsidRPr="00166F8E">
        <w:rPr>
          <w:sz w:val="18"/>
        </w:rPr>
        <w:t>smb:ActivationDate</w:t>
      </w:r>
      <w:proofErr w:type="spellEnd"/>
      <w:r w:rsidRPr="00166F8E">
        <w:rPr>
          <w:sz w:val="18"/>
        </w:rPr>
        <w:t>&gt;2018-04-12&lt;/</w:t>
      </w:r>
      <w:proofErr w:type="spellStart"/>
      <w:r w:rsidRPr="00166F8E">
        <w:rPr>
          <w:sz w:val="18"/>
        </w:rPr>
        <w:t>smb:ActivationDate</w:t>
      </w:r>
      <w:proofErr w:type="spellEnd"/>
      <w:r w:rsidRPr="00166F8E">
        <w:rPr>
          <w:sz w:val="18"/>
        </w:rPr>
        <w:t>&gt;</w:t>
      </w:r>
    </w:p>
    <w:p w14:paraId="72C9E83A" w14:textId="77777777" w:rsidR="00C50A5F" w:rsidRPr="00166F8E" w:rsidRDefault="00C50A5F" w:rsidP="00C50A5F">
      <w:pPr>
        <w:pStyle w:val="NumberedCode"/>
        <w:rPr>
          <w:sz w:val="18"/>
        </w:rPr>
      </w:pPr>
      <w:r w:rsidRPr="00166F8E">
        <w:rPr>
          <w:sz w:val="18"/>
        </w:rPr>
        <w:t xml:space="preserve">      &lt;</w:t>
      </w:r>
      <w:proofErr w:type="spellStart"/>
      <w:r w:rsidRPr="00166F8E">
        <w:rPr>
          <w:sz w:val="18"/>
        </w:rPr>
        <w:t>smb:ExpirationDate</w:t>
      </w:r>
      <w:proofErr w:type="spellEnd"/>
      <w:r w:rsidRPr="00166F8E">
        <w:rPr>
          <w:sz w:val="18"/>
        </w:rPr>
        <w:t>&gt;2020-04-12&lt;/</w:t>
      </w:r>
      <w:proofErr w:type="spellStart"/>
      <w:r w:rsidRPr="00166F8E">
        <w:rPr>
          <w:sz w:val="18"/>
        </w:rPr>
        <w:t>smb:ExpirationDate</w:t>
      </w:r>
      <w:proofErr w:type="spellEnd"/>
      <w:r w:rsidRPr="00166F8E">
        <w:rPr>
          <w:sz w:val="18"/>
        </w:rPr>
        <w:t>&gt;</w:t>
      </w:r>
    </w:p>
    <w:p w14:paraId="46DEFB25" w14:textId="77777777" w:rsidR="00C50A5F" w:rsidRPr="00166F8E" w:rsidRDefault="00C50A5F" w:rsidP="00C50A5F">
      <w:pPr>
        <w:pStyle w:val="NumberedCode"/>
        <w:rPr>
          <w:sz w:val="18"/>
        </w:rPr>
      </w:pPr>
      <w:r w:rsidRPr="00166F8E">
        <w:rPr>
          <w:sz w:val="18"/>
        </w:rPr>
        <w:t xml:space="preserve">      &lt;</w:t>
      </w:r>
      <w:proofErr w:type="spellStart"/>
      <w:r w:rsidRPr="00166F8E">
        <w:rPr>
          <w:sz w:val="18"/>
        </w:rPr>
        <w:t>sma:Certificate</w:t>
      </w:r>
      <w:proofErr w:type="spellEnd"/>
      <w:r w:rsidRPr="00166F8E">
        <w:rPr>
          <w:sz w:val="18"/>
        </w:rPr>
        <w:t>&gt;</w:t>
      </w:r>
    </w:p>
    <w:p w14:paraId="7355A0DE" w14:textId="77777777" w:rsidR="00C50A5F" w:rsidRPr="00166F8E" w:rsidRDefault="00C50A5F" w:rsidP="00C50A5F">
      <w:pPr>
        <w:pStyle w:val="NumberedCode"/>
        <w:rPr>
          <w:sz w:val="18"/>
        </w:rPr>
      </w:pPr>
      <w:r w:rsidRPr="00166F8E">
        <w:rPr>
          <w:sz w:val="18"/>
        </w:rPr>
        <w:t xml:space="preserve">      </w:t>
      </w:r>
      <w:r>
        <w:rPr>
          <w:sz w:val="18"/>
        </w:rPr>
        <w:t xml:space="preserve">  </w:t>
      </w:r>
      <w:r w:rsidRPr="00166F8E">
        <w:rPr>
          <w:sz w:val="18"/>
        </w:rPr>
        <w:t>&lt;</w:t>
      </w:r>
      <w:proofErr w:type="spellStart"/>
      <w:r w:rsidRPr="00166F8E">
        <w:rPr>
          <w:sz w:val="18"/>
        </w:rPr>
        <w:t>smb:Description</w:t>
      </w:r>
      <w:proofErr w:type="spellEnd"/>
      <w:r w:rsidRPr="00166F8E">
        <w:rPr>
          <w:sz w:val="18"/>
        </w:rPr>
        <w:t>&gt;CN=EXAMPLE AP,C=NO&lt;/</w:t>
      </w:r>
      <w:proofErr w:type="spellStart"/>
      <w:r w:rsidRPr="00166F8E">
        <w:rPr>
          <w:sz w:val="18"/>
        </w:rPr>
        <w:t>smb:Description</w:t>
      </w:r>
      <w:proofErr w:type="spellEnd"/>
      <w:r w:rsidRPr="00166F8E">
        <w:rPr>
          <w:sz w:val="18"/>
        </w:rPr>
        <w:t>&gt;</w:t>
      </w:r>
    </w:p>
    <w:p w14:paraId="37094A1A" w14:textId="77777777" w:rsidR="00C50A5F" w:rsidRPr="00166F8E" w:rsidRDefault="00C50A5F" w:rsidP="00C50A5F">
      <w:pPr>
        <w:pStyle w:val="NumberedCode"/>
        <w:rPr>
          <w:sz w:val="18"/>
        </w:rPr>
      </w:pPr>
      <w:r w:rsidRPr="00166F8E">
        <w:rPr>
          <w:sz w:val="18"/>
        </w:rPr>
        <w:t xml:space="preserve">        &lt;</w:t>
      </w:r>
      <w:proofErr w:type="spellStart"/>
      <w:r w:rsidRPr="00166F8E">
        <w:rPr>
          <w:sz w:val="18"/>
        </w:rPr>
        <w:t>smb:ActivationDate</w:t>
      </w:r>
      <w:proofErr w:type="spellEnd"/>
      <w:r w:rsidRPr="00166F8E">
        <w:rPr>
          <w:sz w:val="18"/>
        </w:rPr>
        <w:t>&gt;2018-04-12&lt;/</w:t>
      </w:r>
      <w:proofErr w:type="spellStart"/>
      <w:r w:rsidRPr="00166F8E">
        <w:rPr>
          <w:sz w:val="18"/>
        </w:rPr>
        <w:t>smb:ActivationDate</w:t>
      </w:r>
      <w:proofErr w:type="spellEnd"/>
      <w:r w:rsidRPr="00166F8E">
        <w:rPr>
          <w:sz w:val="18"/>
        </w:rPr>
        <w:t>&gt;</w:t>
      </w:r>
    </w:p>
    <w:p w14:paraId="7A6C9F2F" w14:textId="77777777" w:rsidR="00C50A5F" w:rsidRPr="00166F8E" w:rsidRDefault="00C50A5F" w:rsidP="00C50A5F">
      <w:pPr>
        <w:pStyle w:val="NumberedCode"/>
        <w:rPr>
          <w:sz w:val="18"/>
        </w:rPr>
      </w:pPr>
      <w:r w:rsidRPr="00166F8E">
        <w:rPr>
          <w:sz w:val="18"/>
        </w:rPr>
        <w:t xml:space="preserve">        &lt;</w:t>
      </w:r>
      <w:proofErr w:type="spellStart"/>
      <w:r w:rsidRPr="00166F8E">
        <w:rPr>
          <w:sz w:val="18"/>
        </w:rPr>
        <w:t>smb:ExpirationDate</w:t>
      </w:r>
      <w:proofErr w:type="spellEnd"/>
      <w:r w:rsidRPr="00166F8E">
        <w:rPr>
          <w:sz w:val="18"/>
        </w:rPr>
        <w:t>&gt;2020-04-12&lt;/</w:t>
      </w:r>
      <w:proofErr w:type="spellStart"/>
      <w:r w:rsidRPr="00166F8E">
        <w:rPr>
          <w:sz w:val="18"/>
        </w:rPr>
        <w:t>smb:ExpirationDate</w:t>
      </w:r>
      <w:proofErr w:type="spellEnd"/>
      <w:r w:rsidRPr="00166F8E">
        <w:rPr>
          <w:sz w:val="18"/>
        </w:rPr>
        <w:t>&gt;</w:t>
      </w:r>
    </w:p>
    <w:p w14:paraId="3423C2D0" w14:textId="77777777" w:rsidR="00C50A5F" w:rsidRDefault="00C50A5F" w:rsidP="00C50A5F">
      <w:pPr>
        <w:pStyle w:val="NumberedCode"/>
        <w:rPr>
          <w:sz w:val="18"/>
        </w:rPr>
      </w:pPr>
      <w:r w:rsidRPr="00166F8E">
        <w:rPr>
          <w:sz w:val="18"/>
        </w:rPr>
        <w:t xml:space="preserve">        &lt;</w:t>
      </w:r>
      <w:proofErr w:type="spellStart"/>
      <w:r w:rsidRPr="00166F8E">
        <w:rPr>
          <w:sz w:val="18"/>
        </w:rPr>
        <w:t>smb:ContentBinaryObject</w:t>
      </w:r>
      <w:proofErr w:type="spellEnd"/>
      <w:r w:rsidRPr="00166F8E">
        <w:rPr>
          <w:sz w:val="18"/>
        </w:rPr>
        <w:t xml:space="preserve"> </w:t>
      </w:r>
      <w:proofErr w:type="spellStart"/>
      <w:r w:rsidRPr="00166F8E">
        <w:rPr>
          <w:sz w:val="18"/>
        </w:rPr>
        <w:t>mimeCode</w:t>
      </w:r>
      <w:proofErr w:type="spellEnd"/>
      <w:r w:rsidRPr="00166F8E">
        <w:rPr>
          <w:sz w:val="18"/>
        </w:rPr>
        <w:t>="application/base64"&gt;</w:t>
      </w:r>
    </w:p>
    <w:p w14:paraId="5AF57F66" w14:textId="77777777" w:rsidR="00C50A5F" w:rsidRPr="00166F8E" w:rsidRDefault="00C50A5F" w:rsidP="00C50A5F">
      <w:pPr>
        <w:pStyle w:val="NumberedCode"/>
        <w:rPr>
          <w:sz w:val="18"/>
        </w:rPr>
      </w:pPr>
      <w:r>
        <w:rPr>
          <w:sz w:val="18"/>
        </w:rPr>
        <w:t xml:space="preserve">          </w:t>
      </w:r>
      <w:r w:rsidRPr="00166F8E">
        <w:rPr>
          <w:sz w:val="18"/>
        </w:rPr>
        <w:t>MIICwDCCAaigAwIBAgIEWs7kiDANBgkqhkiG9w0BAQsFADAiMQswCQYDVQQGEwJO</w:t>
      </w:r>
    </w:p>
    <w:p w14:paraId="17256418" w14:textId="77777777" w:rsidR="00C50A5F" w:rsidRPr="00166F8E" w:rsidRDefault="00C50A5F" w:rsidP="00C50A5F">
      <w:pPr>
        <w:pStyle w:val="NumberedCode"/>
        <w:rPr>
          <w:sz w:val="18"/>
        </w:rPr>
      </w:pPr>
      <w:r w:rsidRPr="00166F8E">
        <w:rPr>
          <w:sz w:val="18"/>
        </w:rPr>
        <w:t xml:space="preserve">          TzETMBEGA1UEAwwKRVhBTVBMRSBBUDAeFw0xODA0MTIwNDQ2MDBaFw0yMDA0MTIw</w:t>
      </w:r>
    </w:p>
    <w:p w14:paraId="107D9FC0" w14:textId="77777777" w:rsidR="00C50A5F" w:rsidRPr="00166F8E" w:rsidRDefault="00C50A5F" w:rsidP="00C50A5F">
      <w:pPr>
        <w:pStyle w:val="NumberedCode"/>
        <w:rPr>
          <w:sz w:val="18"/>
        </w:rPr>
      </w:pPr>
      <w:r w:rsidRPr="00166F8E">
        <w:rPr>
          <w:sz w:val="18"/>
        </w:rPr>
        <w:t xml:space="preserve">          NDQ2MDBaMCIxCzAJBgNVBAYTAk5PMRMwEQYDVQQDDApFWEFNUExFIEFQMIIBIjAN</w:t>
      </w:r>
    </w:p>
    <w:p w14:paraId="3E66309D" w14:textId="77777777" w:rsidR="00C50A5F" w:rsidRPr="00166F8E" w:rsidRDefault="00C50A5F" w:rsidP="00C50A5F">
      <w:pPr>
        <w:pStyle w:val="NumberedCode"/>
        <w:rPr>
          <w:sz w:val="18"/>
        </w:rPr>
      </w:pPr>
      <w:r w:rsidRPr="00166F8E">
        <w:rPr>
          <w:sz w:val="18"/>
        </w:rPr>
        <w:t xml:space="preserve">          BgkqhkiG9w0BAQEFAAOCAQ8AMIIBCgKCAQEAtuG5qwA2sNvC9dj4purG8hkSVB9p</w:t>
      </w:r>
    </w:p>
    <w:p w14:paraId="7163C2C9" w14:textId="77777777" w:rsidR="00C50A5F" w:rsidRPr="00166F8E" w:rsidRDefault="00C50A5F" w:rsidP="00C50A5F">
      <w:pPr>
        <w:pStyle w:val="NumberedCode"/>
        <w:rPr>
          <w:sz w:val="18"/>
        </w:rPr>
      </w:pPr>
      <w:r w:rsidRPr="00166F8E">
        <w:rPr>
          <w:sz w:val="18"/>
        </w:rPr>
        <w:t xml:space="preserve">          CWVHyO9buRrSCC+r2UxSF7Lnmr8Hjii0uIdJeFyYv0Vj9d4CjpYyEeYU2QG96wi+</w:t>
      </w:r>
    </w:p>
    <w:p w14:paraId="1B348B5D" w14:textId="77777777" w:rsidR="00C50A5F" w:rsidRPr="00166F8E" w:rsidRDefault="00C50A5F" w:rsidP="00C50A5F">
      <w:pPr>
        <w:pStyle w:val="NumberedCode"/>
        <w:rPr>
          <w:sz w:val="18"/>
        </w:rPr>
      </w:pPr>
      <w:r w:rsidRPr="00166F8E">
        <w:rPr>
          <w:sz w:val="18"/>
        </w:rPr>
        <w:t xml:space="preserve">          w2KdE28HMZFNMwy0iV9vIkbq0esJCcAXQ4C3rPQ4e9F1Tw4oKnS6rEWCw8i8lsKE</w:t>
      </w:r>
    </w:p>
    <w:p w14:paraId="49D32974" w14:textId="77777777" w:rsidR="00C50A5F" w:rsidRPr="00166F8E" w:rsidRDefault="00C50A5F" w:rsidP="00C50A5F">
      <w:pPr>
        <w:pStyle w:val="NumberedCode"/>
        <w:rPr>
          <w:sz w:val="18"/>
        </w:rPr>
      </w:pPr>
      <w:r w:rsidRPr="00166F8E">
        <w:rPr>
          <w:sz w:val="18"/>
        </w:rPr>
        <w:t xml:space="preserve">          </w:t>
      </w:r>
      <w:proofErr w:type="spellStart"/>
      <w:r w:rsidRPr="00166F8E">
        <w:rPr>
          <w:sz w:val="18"/>
        </w:rPr>
        <w:t>iS</w:t>
      </w:r>
      <w:proofErr w:type="spellEnd"/>
      <w:r w:rsidRPr="00166F8E">
        <w:rPr>
          <w:sz w:val="18"/>
        </w:rPr>
        <w:t>/</w:t>
      </w:r>
      <w:proofErr w:type="spellStart"/>
      <w:r w:rsidRPr="00166F8E">
        <w:rPr>
          <w:sz w:val="18"/>
        </w:rPr>
        <w:t>dzIFUa</w:t>
      </w:r>
      <w:proofErr w:type="spellEnd"/>
      <w:r w:rsidRPr="00166F8E">
        <w:rPr>
          <w:sz w:val="18"/>
        </w:rPr>
        <w:t>/BVtgjqHvs3siON4k1Y7BU93rZViz8ZM6LB4eA7rYU4le6a8rGKbHa6</w:t>
      </w:r>
    </w:p>
    <w:p w14:paraId="44EA2999" w14:textId="77777777" w:rsidR="00C50A5F" w:rsidRPr="00166F8E" w:rsidRDefault="00C50A5F" w:rsidP="00C50A5F">
      <w:pPr>
        <w:pStyle w:val="NumberedCode"/>
        <w:rPr>
          <w:sz w:val="18"/>
        </w:rPr>
      </w:pPr>
      <w:r w:rsidRPr="00166F8E">
        <w:rPr>
          <w:sz w:val="18"/>
        </w:rPr>
        <w:t xml:space="preserve">          BMSIoKgBuKr8XY9lKb2OVg65+LWTESpPkKiKRikzZhAw+mEVYmljvFwBLSp0IEKW</w:t>
      </w:r>
    </w:p>
    <w:p w14:paraId="664A9FFB" w14:textId="77777777" w:rsidR="00C50A5F" w:rsidRPr="00166F8E" w:rsidRDefault="00C50A5F" w:rsidP="00C50A5F">
      <w:pPr>
        <w:pStyle w:val="NumberedCode"/>
        <w:rPr>
          <w:sz w:val="18"/>
        </w:rPr>
      </w:pPr>
      <w:r w:rsidRPr="00166F8E">
        <w:rPr>
          <w:sz w:val="18"/>
        </w:rPr>
        <w:t xml:space="preserve">          3qogVYGA0jz+kWWGOChk58SKsnqhbANoIucz+axxoJOLl0A5328qM7aRTwIDAQAB</w:t>
      </w:r>
    </w:p>
    <w:p w14:paraId="57E85260" w14:textId="77777777" w:rsidR="00C50A5F" w:rsidRPr="00166F8E" w:rsidRDefault="00C50A5F" w:rsidP="00C50A5F">
      <w:pPr>
        <w:pStyle w:val="NumberedCode"/>
        <w:rPr>
          <w:sz w:val="18"/>
        </w:rPr>
      </w:pPr>
      <w:r w:rsidRPr="00166F8E">
        <w:rPr>
          <w:sz w:val="18"/>
        </w:rPr>
        <w:t xml:space="preserve">          MA0GCSqGSIb3DQEBCwUAA4IBAQBW7VCYhUmRR7xW+QOhUxI//</w:t>
      </w:r>
      <w:proofErr w:type="spellStart"/>
      <w:r w:rsidRPr="00166F8E">
        <w:rPr>
          <w:sz w:val="18"/>
        </w:rPr>
        <w:t>ISjupDdcQ</w:t>
      </w:r>
      <w:proofErr w:type="spellEnd"/>
      <w:r w:rsidRPr="00166F8E">
        <w:rPr>
          <w:sz w:val="18"/>
        </w:rPr>
        <w:t>/Jl7hH</w:t>
      </w:r>
    </w:p>
    <w:p w14:paraId="06ACFFD3" w14:textId="77777777" w:rsidR="00C50A5F" w:rsidRPr="00166F8E" w:rsidRDefault="00C50A5F" w:rsidP="00C50A5F">
      <w:pPr>
        <w:pStyle w:val="NumberedCode"/>
        <w:rPr>
          <w:sz w:val="18"/>
        </w:rPr>
      </w:pPr>
      <w:r w:rsidRPr="00166F8E">
        <w:rPr>
          <w:sz w:val="18"/>
        </w:rPr>
        <w:t xml:space="preserve">          CrUghjL7FmNnJKNqBAwrxcAfdwXwRltWzNT9E1btekfyw4+QL34w20kZ7SNLioZU</w:t>
      </w:r>
    </w:p>
    <w:p w14:paraId="35DEF80D" w14:textId="77777777" w:rsidR="00C50A5F" w:rsidRPr="00166F8E" w:rsidRDefault="00C50A5F" w:rsidP="00C50A5F">
      <w:pPr>
        <w:pStyle w:val="NumberedCode"/>
        <w:rPr>
          <w:sz w:val="18"/>
        </w:rPr>
      </w:pPr>
      <w:r w:rsidRPr="00166F8E">
        <w:rPr>
          <w:sz w:val="18"/>
        </w:rPr>
        <w:t xml:space="preserve">          lxVviaoLsf0f70TMPOBGGv/uyV26l5VMBK40FXvcFwDQ5VNiJOYrsxpF//</w:t>
      </w:r>
      <w:proofErr w:type="spellStart"/>
      <w:r w:rsidRPr="00166F8E">
        <w:rPr>
          <w:sz w:val="18"/>
        </w:rPr>
        <w:t>Hh</w:t>
      </w:r>
      <w:proofErr w:type="spellEnd"/>
      <w:r w:rsidRPr="00166F8E">
        <w:rPr>
          <w:sz w:val="18"/>
        </w:rPr>
        <w:t>/t76</w:t>
      </w:r>
    </w:p>
    <w:p w14:paraId="45DEDF9E" w14:textId="77777777" w:rsidR="00C50A5F" w:rsidRPr="00166F8E" w:rsidRDefault="00C50A5F" w:rsidP="00C50A5F">
      <w:pPr>
        <w:pStyle w:val="NumberedCode"/>
        <w:rPr>
          <w:sz w:val="18"/>
        </w:rPr>
      </w:pPr>
      <w:r w:rsidRPr="00166F8E">
        <w:rPr>
          <w:sz w:val="18"/>
        </w:rPr>
        <w:t xml:space="preserve">          QMij6glyLUmYA1aS9Am0zAB5ld+U7HtJAEL6SXinPrPDR1ofcRgx3FzY5pq0PCn9</w:t>
      </w:r>
    </w:p>
    <w:p w14:paraId="12358286" w14:textId="77777777" w:rsidR="00C50A5F" w:rsidRPr="00166F8E" w:rsidRDefault="00C50A5F" w:rsidP="00C50A5F">
      <w:pPr>
        <w:pStyle w:val="NumberedCode"/>
        <w:rPr>
          <w:sz w:val="18"/>
        </w:rPr>
      </w:pPr>
      <w:r w:rsidRPr="00166F8E">
        <w:rPr>
          <w:sz w:val="18"/>
        </w:rPr>
        <w:t xml:space="preserve">          EA005L6X4eGkI3HqwpcDzYwDC29pPSfnNP50khfFJMCnT6kKhCkPJYQhcZexGJ2U</w:t>
      </w:r>
    </w:p>
    <w:p w14:paraId="29DD0527" w14:textId="77777777" w:rsidR="00C50A5F" w:rsidRPr="00166F8E" w:rsidRDefault="00C50A5F" w:rsidP="00C50A5F">
      <w:pPr>
        <w:pStyle w:val="NumberedCode"/>
        <w:rPr>
          <w:sz w:val="18"/>
        </w:rPr>
      </w:pPr>
      <w:r w:rsidRPr="00166F8E">
        <w:rPr>
          <w:sz w:val="18"/>
        </w:rPr>
        <w:t xml:space="preserve">          Ad5OU7Gui/WnmjM80x9qHBv2RIIQggpMy838WjPbw11gMOo+</w:t>
      </w:r>
    </w:p>
    <w:p w14:paraId="1F1B8508" w14:textId="77777777" w:rsidR="00C50A5F" w:rsidRPr="00166F8E" w:rsidRDefault="00C50A5F" w:rsidP="00C50A5F">
      <w:pPr>
        <w:pStyle w:val="NumberedCode"/>
        <w:rPr>
          <w:sz w:val="18"/>
        </w:rPr>
      </w:pPr>
      <w:r w:rsidRPr="00166F8E">
        <w:rPr>
          <w:sz w:val="18"/>
        </w:rPr>
        <w:t xml:space="preserve">        &lt;/</w:t>
      </w:r>
      <w:proofErr w:type="spellStart"/>
      <w:r w:rsidRPr="00166F8E">
        <w:rPr>
          <w:sz w:val="18"/>
        </w:rPr>
        <w:t>smb:ContentBinaryObject</w:t>
      </w:r>
      <w:proofErr w:type="spellEnd"/>
      <w:r w:rsidRPr="00166F8E">
        <w:rPr>
          <w:sz w:val="18"/>
        </w:rPr>
        <w:t>&gt;</w:t>
      </w:r>
    </w:p>
    <w:p w14:paraId="7DCB51E7" w14:textId="77777777" w:rsidR="00C50A5F" w:rsidRPr="00166F8E" w:rsidRDefault="00C50A5F" w:rsidP="00C50A5F">
      <w:pPr>
        <w:pStyle w:val="NumberedCode"/>
        <w:rPr>
          <w:sz w:val="18"/>
        </w:rPr>
      </w:pPr>
      <w:r w:rsidRPr="00166F8E">
        <w:rPr>
          <w:sz w:val="18"/>
        </w:rPr>
        <w:t xml:space="preserve">      &lt;/</w:t>
      </w:r>
      <w:proofErr w:type="spellStart"/>
      <w:r w:rsidRPr="00166F8E">
        <w:rPr>
          <w:sz w:val="18"/>
        </w:rPr>
        <w:t>sma:Certificate</w:t>
      </w:r>
      <w:proofErr w:type="spellEnd"/>
      <w:r w:rsidRPr="00166F8E">
        <w:rPr>
          <w:sz w:val="18"/>
        </w:rPr>
        <w:t>&gt;</w:t>
      </w:r>
    </w:p>
    <w:p w14:paraId="7C120E7D" w14:textId="77777777" w:rsidR="00C50A5F" w:rsidRPr="00166F8E" w:rsidRDefault="00C50A5F" w:rsidP="00C50A5F">
      <w:pPr>
        <w:pStyle w:val="NumberedCode"/>
        <w:rPr>
          <w:sz w:val="18"/>
        </w:rPr>
      </w:pPr>
      <w:r w:rsidRPr="00166F8E">
        <w:rPr>
          <w:sz w:val="18"/>
        </w:rPr>
        <w:t xml:space="preserve">    &lt;/</w:t>
      </w:r>
      <w:proofErr w:type="spellStart"/>
      <w:r w:rsidRPr="00166F8E">
        <w:rPr>
          <w:sz w:val="18"/>
        </w:rPr>
        <w:t>sma:Endpoint</w:t>
      </w:r>
      <w:proofErr w:type="spellEnd"/>
      <w:r w:rsidRPr="00166F8E">
        <w:rPr>
          <w:sz w:val="18"/>
        </w:rPr>
        <w:t>&gt;</w:t>
      </w:r>
    </w:p>
    <w:p w14:paraId="5BC2D01D" w14:textId="77777777" w:rsidR="00C50A5F" w:rsidRPr="00166F8E" w:rsidRDefault="00C50A5F" w:rsidP="00C50A5F">
      <w:pPr>
        <w:pStyle w:val="NumberedCode"/>
        <w:rPr>
          <w:sz w:val="18"/>
        </w:rPr>
      </w:pPr>
      <w:r w:rsidRPr="00166F8E">
        <w:rPr>
          <w:sz w:val="18"/>
        </w:rPr>
        <w:t xml:space="preserve">  &lt;/</w:t>
      </w:r>
      <w:proofErr w:type="spellStart"/>
      <w:r w:rsidRPr="00166F8E">
        <w:rPr>
          <w:sz w:val="18"/>
        </w:rPr>
        <w:t>sma:ProcessMetadata</w:t>
      </w:r>
      <w:proofErr w:type="spellEnd"/>
      <w:r w:rsidRPr="00166F8E">
        <w:rPr>
          <w:sz w:val="18"/>
        </w:rPr>
        <w:t>&gt;</w:t>
      </w:r>
    </w:p>
    <w:p w14:paraId="5BB6C85E" w14:textId="77777777" w:rsidR="00C50A5F" w:rsidRPr="00F35F0E" w:rsidRDefault="00C50A5F" w:rsidP="00C50A5F">
      <w:pPr>
        <w:pStyle w:val="NumberedCode"/>
        <w:rPr>
          <w:sz w:val="18"/>
        </w:rPr>
      </w:pPr>
      <w:r w:rsidRPr="00166F8E">
        <w:rPr>
          <w:sz w:val="18"/>
        </w:rPr>
        <w:t>&lt;/</w:t>
      </w:r>
      <w:proofErr w:type="spellStart"/>
      <w:r w:rsidRPr="00166F8E">
        <w:rPr>
          <w:sz w:val="18"/>
        </w:rPr>
        <w:t>ServiceMetadata</w:t>
      </w:r>
      <w:proofErr w:type="spellEnd"/>
      <w:r w:rsidRPr="00166F8E">
        <w:rPr>
          <w:sz w:val="18"/>
        </w:rPr>
        <w:t>&gt;</w:t>
      </w:r>
    </w:p>
    <w:p w14:paraId="0E31A434" w14:textId="77777777" w:rsidR="00C50A5F" w:rsidRDefault="00C50A5F" w:rsidP="002B747E">
      <w:pPr>
        <w:pStyle w:val="AppendixHeading1"/>
        <w:numPr>
          <w:ilvl w:val="0"/>
          <w:numId w:val="6"/>
        </w:numPr>
      </w:pPr>
      <w:bookmarkStart w:id="187" w:name="_Toc7437223"/>
      <w:bookmarkStart w:id="188" w:name="_Toc62566941"/>
      <w:bookmarkStart w:id="189" w:name="_Toc85472897"/>
      <w:bookmarkStart w:id="190" w:name="_Toc287332012"/>
      <w:r>
        <w:lastRenderedPageBreak/>
        <w:t>Major changes from SMP 1.0 (non-normative)</w:t>
      </w:r>
      <w:bookmarkEnd w:id="187"/>
      <w:bookmarkEnd w:id="188"/>
    </w:p>
    <w:p w14:paraId="21752181" w14:textId="77777777" w:rsidR="00C50A5F" w:rsidRDefault="00C50A5F" w:rsidP="00C50A5F">
      <w:r w:rsidRPr="00357279">
        <w:t xml:space="preserve">SMP 2.0 contains a number of improvements over the previous version 1.0. In the </w:t>
      </w:r>
      <w:r>
        <w:t>revision of</w:t>
      </w:r>
      <w:r w:rsidRPr="00357279">
        <w:t xml:space="preserve"> </w:t>
      </w:r>
      <w:r>
        <w:t>the specification</w:t>
      </w:r>
      <w:r w:rsidRPr="00357279">
        <w:t>, the BDXR Technical Com</w:t>
      </w:r>
      <w:r>
        <w:t>mittee has been receiving feedback from existing SMP users and communities as well as from potential users in order produce a work product that fully responds to current and future expectations.</w:t>
      </w:r>
    </w:p>
    <w:p w14:paraId="259317B3" w14:textId="77777777" w:rsidR="00C50A5F" w:rsidRDefault="00C50A5F" w:rsidP="00C50A5F">
      <w:r>
        <w:t>The key changes from the previous SMP version are in improved security in general, as well as in a more complete and elaborate data model, specifically:</w:t>
      </w:r>
    </w:p>
    <w:p w14:paraId="1700EC98" w14:textId="77777777" w:rsidR="00C50A5F" w:rsidRDefault="00C50A5F" w:rsidP="002B747E">
      <w:pPr>
        <w:pStyle w:val="ListParagraph"/>
        <w:numPr>
          <w:ilvl w:val="0"/>
          <w:numId w:val="17"/>
        </w:numPr>
      </w:pPr>
      <w:r>
        <w:t>The previous static XML data model has been refactored to be more flexible and modular, so as to support a wider range of business scenarios. In the refactoring of the data model we have introduced new features, such as the inclusion of participant roles and the support of multiple certificates.</w:t>
      </w:r>
    </w:p>
    <w:p w14:paraId="19815066" w14:textId="77777777" w:rsidR="00C50A5F" w:rsidRDefault="00C50A5F" w:rsidP="002B747E">
      <w:pPr>
        <w:pStyle w:val="ListParagraph"/>
        <w:numPr>
          <w:ilvl w:val="0"/>
          <w:numId w:val="17"/>
        </w:numPr>
      </w:pPr>
      <w:r>
        <w:t xml:space="preserve">The XML data model is now building on the </w:t>
      </w:r>
      <w:r w:rsidRPr="005B07C7">
        <w:t>UN/CEFACT Core Component Technical Specification</w:t>
      </w:r>
      <w:r>
        <w:t xml:space="preserve"> (</w:t>
      </w:r>
      <w:r>
        <w:fldChar w:fldCharType="begin"/>
      </w:r>
      <w:r>
        <w:instrText xml:space="preserve"> REF CCTS \h </w:instrText>
      </w:r>
      <w:r>
        <w:fldChar w:fldCharType="separate"/>
      </w:r>
      <w:r w:rsidRPr="00F35F0E">
        <w:rPr>
          <w:b/>
        </w:rPr>
        <w:t>[CCTS]</w:t>
      </w:r>
      <w:r>
        <w:fldChar w:fldCharType="end"/>
      </w:r>
      <w:r>
        <w:t>) to align with other XML implementations and to make implementation easier by reusing existing building blocks.</w:t>
      </w:r>
    </w:p>
    <w:p w14:paraId="10F60FFB" w14:textId="77777777" w:rsidR="00C50A5F" w:rsidRDefault="00C50A5F" w:rsidP="002B747E">
      <w:pPr>
        <w:pStyle w:val="ListParagraph"/>
        <w:numPr>
          <w:ilvl w:val="0"/>
          <w:numId w:val="17"/>
        </w:numPr>
      </w:pPr>
      <w:r>
        <w:t>The extension model has been improved to align with other OASIS work products.</w:t>
      </w:r>
    </w:p>
    <w:p w14:paraId="4ACFC921" w14:textId="77777777" w:rsidR="00C50A5F" w:rsidRPr="00114075" w:rsidRDefault="00C50A5F" w:rsidP="00C50A5F">
      <w:r>
        <w:t xml:space="preserve">The REST model is left mainly unchanged to facilitate an easy transformation from SMP 1.0 to SMP 2.0 for existing users, however the terminology has been changed to enhance the understanding of users working with services and other resources different from “documents”. While in that process, a new identifier scheme for “services” has been introduced in parallel to the existing </w:t>
      </w:r>
      <w:proofErr w:type="spellStart"/>
      <w:r w:rsidRPr="00F35F0E">
        <w:rPr>
          <w:rFonts w:ascii="Courier New" w:hAnsi="Courier New" w:cs="Courier New"/>
          <w:i/>
        </w:rPr>
        <w:t>bdx-docid-qns</w:t>
      </w:r>
      <w:proofErr w:type="spellEnd"/>
      <w:r>
        <w:t xml:space="preserve"> used for documents.</w:t>
      </w:r>
    </w:p>
    <w:p w14:paraId="2063D2A1" w14:textId="77777777" w:rsidR="00C50A5F" w:rsidRPr="00F35F0E" w:rsidRDefault="00C50A5F" w:rsidP="002B747E">
      <w:pPr>
        <w:pStyle w:val="AppendixHeading1"/>
        <w:numPr>
          <w:ilvl w:val="0"/>
          <w:numId w:val="6"/>
        </w:numPr>
      </w:pPr>
      <w:bookmarkStart w:id="191" w:name="_Toc7437224"/>
      <w:bookmarkStart w:id="192" w:name="_Toc62566942"/>
      <w:r w:rsidRPr="00F35F0E">
        <w:lastRenderedPageBreak/>
        <w:t>Acknowledgments</w:t>
      </w:r>
      <w:bookmarkEnd w:id="189"/>
      <w:bookmarkEnd w:id="190"/>
      <w:r w:rsidRPr="00F35F0E">
        <w:t xml:space="preserve"> (non-normative)</w:t>
      </w:r>
      <w:bookmarkEnd w:id="191"/>
      <w:bookmarkEnd w:id="192"/>
    </w:p>
    <w:p w14:paraId="30942396" w14:textId="77777777" w:rsidR="00C50A5F" w:rsidRPr="00F35F0E" w:rsidRDefault="00C50A5F" w:rsidP="00C50A5F">
      <w:r w:rsidRPr="00527A5D">
        <w:t>The following individuals have participated in the creation of this specification and are gratefully acknowledged:</w:t>
      </w:r>
    </w:p>
    <w:p w14:paraId="3E25F4B4" w14:textId="77777777" w:rsidR="00C50A5F" w:rsidRPr="00F35F0E" w:rsidRDefault="00C50A5F" w:rsidP="00C50A5F">
      <w:pPr>
        <w:pStyle w:val="Titlepageinfo"/>
      </w:pPr>
      <w:r w:rsidRPr="00F35F0E">
        <w:t>Participants:</w:t>
      </w:r>
      <w:r w:rsidRPr="00F35F0E">
        <w:fldChar w:fldCharType="begin"/>
      </w:r>
      <w:r w:rsidRPr="00F35F0E">
        <w:instrText xml:space="preserve"> MACROBUTTON  </w:instrText>
      </w:r>
      <w:r w:rsidRPr="00F35F0E">
        <w:fldChar w:fldCharType="end"/>
      </w:r>
    </w:p>
    <w:p w14:paraId="5129749B" w14:textId="77777777" w:rsidR="00C50A5F" w:rsidRDefault="00C50A5F" w:rsidP="00C50A5F">
      <w:pPr>
        <w:pStyle w:val="Contributor"/>
      </w:pPr>
      <w:r>
        <w:t xml:space="preserve">Jens </w:t>
      </w:r>
      <w:proofErr w:type="spellStart"/>
      <w:r>
        <w:t>Aabol</w:t>
      </w:r>
      <w:proofErr w:type="spellEnd"/>
      <w:r>
        <w:t xml:space="preserve">, </w:t>
      </w:r>
      <w:proofErr w:type="spellStart"/>
      <w:r>
        <w:t>Difi</w:t>
      </w:r>
      <w:proofErr w:type="spellEnd"/>
      <w:r>
        <w:t>-Agency for Public Management and eGovernment</w:t>
      </w:r>
    </w:p>
    <w:p w14:paraId="3E6B48A2" w14:textId="77777777" w:rsidR="00C50A5F" w:rsidRDefault="00C50A5F" w:rsidP="00C50A5F">
      <w:pPr>
        <w:pStyle w:val="Contributor"/>
      </w:pPr>
      <w:r>
        <w:t>Todd Albers, Federal Reserve Bank of Minneapolis</w:t>
      </w:r>
    </w:p>
    <w:p w14:paraId="34CE3F07" w14:textId="77777777" w:rsidR="00C50A5F" w:rsidRDefault="00C50A5F" w:rsidP="00C50A5F">
      <w:pPr>
        <w:pStyle w:val="Contributor"/>
      </w:pPr>
      <w:r>
        <w:t xml:space="preserve">Oriol </w:t>
      </w:r>
      <w:proofErr w:type="spellStart"/>
      <w:r>
        <w:t>Bausa</w:t>
      </w:r>
      <w:proofErr w:type="spellEnd"/>
      <w:r>
        <w:t xml:space="preserve"> Peris, Individual</w:t>
      </w:r>
    </w:p>
    <w:p w14:paraId="6754B0A7" w14:textId="77777777" w:rsidR="00C50A5F" w:rsidRDefault="00C50A5F" w:rsidP="00C50A5F">
      <w:pPr>
        <w:pStyle w:val="Contributor"/>
      </w:pPr>
      <w:r>
        <w:t>Kenneth Bengtsson, Individual</w:t>
      </w:r>
    </w:p>
    <w:p w14:paraId="3709F0F4" w14:textId="77777777" w:rsidR="00C50A5F" w:rsidRDefault="00C50A5F" w:rsidP="00C50A5F">
      <w:pPr>
        <w:pStyle w:val="Contributor"/>
      </w:pPr>
      <w:proofErr w:type="spellStart"/>
      <w:r>
        <w:t>Erlend</w:t>
      </w:r>
      <w:proofErr w:type="spellEnd"/>
      <w:r>
        <w:t xml:space="preserve"> </w:t>
      </w:r>
      <w:proofErr w:type="spellStart"/>
      <w:r>
        <w:t>Klakegg</w:t>
      </w:r>
      <w:proofErr w:type="spellEnd"/>
      <w:r>
        <w:t xml:space="preserve"> Bergheim, </w:t>
      </w:r>
      <w:proofErr w:type="spellStart"/>
      <w:r>
        <w:t>Difi</w:t>
      </w:r>
      <w:proofErr w:type="spellEnd"/>
      <w:r>
        <w:t>-Agency for Public Management and eGovernment</w:t>
      </w:r>
    </w:p>
    <w:p w14:paraId="136D84E7" w14:textId="77777777" w:rsidR="00C50A5F" w:rsidRDefault="00C50A5F" w:rsidP="00C50A5F">
      <w:pPr>
        <w:pStyle w:val="Contributor"/>
        <w:rPr>
          <w:lang w:val="da-DK"/>
        </w:rPr>
      </w:pPr>
      <w:r w:rsidRPr="00527A5D">
        <w:rPr>
          <w:lang w:val="da-DK"/>
        </w:rPr>
        <w:t>Mikkel Brun, Tradeshift Network Ltd.</w:t>
      </w:r>
    </w:p>
    <w:p w14:paraId="6B905799" w14:textId="77777777" w:rsidR="00C50A5F" w:rsidRPr="007171F4" w:rsidRDefault="00C50A5F" w:rsidP="00C50A5F">
      <w:pPr>
        <w:pStyle w:val="Contributor"/>
      </w:pPr>
      <w:r w:rsidRPr="007171F4">
        <w:t>Ger Clancy, IB</w:t>
      </w:r>
      <w:r>
        <w:t>M</w:t>
      </w:r>
    </w:p>
    <w:p w14:paraId="1B7D85F1" w14:textId="77777777" w:rsidR="00C50A5F" w:rsidRDefault="00C50A5F" w:rsidP="00C50A5F">
      <w:pPr>
        <w:pStyle w:val="Contributor"/>
      </w:pPr>
      <w:proofErr w:type="spellStart"/>
      <w:r>
        <w:t>Kees</w:t>
      </w:r>
      <w:proofErr w:type="spellEnd"/>
      <w:r>
        <w:t xml:space="preserve"> </w:t>
      </w:r>
      <w:proofErr w:type="spellStart"/>
      <w:r>
        <w:t>Duvekot</w:t>
      </w:r>
      <w:proofErr w:type="spellEnd"/>
      <w:r>
        <w:t>, RFS Holland Holding B.V.</w:t>
      </w:r>
    </w:p>
    <w:p w14:paraId="39881DAE" w14:textId="77777777" w:rsidR="00C50A5F" w:rsidRDefault="00C50A5F" w:rsidP="00C50A5F">
      <w:pPr>
        <w:pStyle w:val="Contributor"/>
      </w:pPr>
      <w:proofErr w:type="spellStart"/>
      <w:r>
        <w:t>Pim</w:t>
      </w:r>
      <w:proofErr w:type="spellEnd"/>
      <w:r>
        <w:t xml:space="preserve"> van der </w:t>
      </w:r>
      <w:proofErr w:type="spellStart"/>
      <w:r>
        <w:t>Eijk</w:t>
      </w:r>
      <w:proofErr w:type="spellEnd"/>
      <w:r>
        <w:t xml:space="preserve">, </w:t>
      </w:r>
      <w:proofErr w:type="spellStart"/>
      <w:r>
        <w:t>Sonnenglanz</w:t>
      </w:r>
      <w:proofErr w:type="spellEnd"/>
      <w:r>
        <w:t xml:space="preserve"> Consulting</w:t>
      </w:r>
    </w:p>
    <w:p w14:paraId="35E77FB7" w14:textId="77777777" w:rsidR="00C50A5F" w:rsidRDefault="00C50A5F" w:rsidP="00C50A5F">
      <w:pPr>
        <w:pStyle w:val="Contributor"/>
      </w:pPr>
      <w:r>
        <w:t xml:space="preserve">Sander </w:t>
      </w:r>
      <w:proofErr w:type="spellStart"/>
      <w:r>
        <w:t>Fieten</w:t>
      </w:r>
      <w:proofErr w:type="spellEnd"/>
      <w:r>
        <w:t>, Individual</w:t>
      </w:r>
    </w:p>
    <w:p w14:paraId="0D1B71B7" w14:textId="77777777" w:rsidR="00C50A5F" w:rsidRDefault="00C50A5F" w:rsidP="00C50A5F">
      <w:pPr>
        <w:pStyle w:val="Contributor"/>
      </w:pPr>
      <w:r>
        <w:t>Martin Forsberg, Swedish Association of Local Authorities &amp; Regions</w:t>
      </w:r>
    </w:p>
    <w:p w14:paraId="70E631F9" w14:textId="77777777" w:rsidR="00C50A5F" w:rsidRDefault="00C50A5F" w:rsidP="00C50A5F">
      <w:pPr>
        <w:pStyle w:val="Contributor"/>
      </w:pPr>
      <w:r>
        <w:t xml:space="preserve">Ken Holman, Crane </w:t>
      </w:r>
      <w:proofErr w:type="spellStart"/>
      <w:r>
        <w:t>Softwrights</w:t>
      </w:r>
      <w:proofErr w:type="spellEnd"/>
      <w:r>
        <w:t xml:space="preserve"> Ltd.</w:t>
      </w:r>
    </w:p>
    <w:p w14:paraId="4A181C03" w14:textId="77777777" w:rsidR="00C50A5F" w:rsidRDefault="00C50A5F" w:rsidP="00C50A5F">
      <w:pPr>
        <w:pStyle w:val="Contributor"/>
      </w:pPr>
      <w:r>
        <w:t>Levine Naidoo, Individual</w:t>
      </w:r>
    </w:p>
    <w:p w14:paraId="19F770FD" w14:textId="77777777" w:rsidR="00C50A5F" w:rsidRDefault="00C50A5F" w:rsidP="00C50A5F">
      <w:pPr>
        <w:pStyle w:val="Contributor"/>
      </w:pPr>
      <w:r>
        <w:t xml:space="preserve">Klaus Pedersen, </w:t>
      </w:r>
      <w:proofErr w:type="spellStart"/>
      <w:r>
        <w:t>Difi</w:t>
      </w:r>
      <w:proofErr w:type="spellEnd"/>
      <w:r>
        <w:t>-Agency for Public Management and eGovernment</w:t>
      </w:r>
    </w:p>
    <w:p w14:paraId="44B661D7" w14:textId="77777777" w:rsidR="00C50A5F" w:rsidRDefault="00C50A5F" w:rsidP="00C50A5F">
      <w:pPr>
        <w:pStyle w:val="Contributor"/>
      </w:pPr>
      <w:r>
        <w:t xml:space="preserve">Sven Rasmussen, Danish Agency for </w:t>
      </w:r>
      <w:proofErr w:type="spellStart"/>
      <w:r>
        <w:t>Digitisation</w:t>
      </w:r>
      <w:proofErr w:type="spellEnd"/>
      <w:r>
        <w:t>, Ministry of Finance</w:t>
      </w:r>
    </w:p>
    <w:p w14:paraId="23D45D55" w14:textId="77777777" w:rsidR="00C50A5F" w:rsidRDefault="00C50A5F" w:rsidP="00C50A5F">
      <w:pPr>
        <w:pStyle w:val="Contributor"/>
      </w:pPr>
      <w:r>
        <w:t>Steven Ryan, Individual</w:t>
      </w:r>
    </w:p>
    <w:p w14:paraId="250D52C2" w14:textId="77777777" w:rsidR="00C50A5F" w:rsidRPr="00F35F0E" w:rsidRDefault="00C50A5F" w:rsidP="00C50A5F">
      <w:pPr>
        <w:pStyle w:val="Contributor"/>
      </w:pPr>
      <w:r>
        <w:t>Matt Vickers, Xero</w:t>
      </w:r>
      <w:bookmarkEnd w:id="185"/>
      <w:bookmarkEnd w:id="186"/>
    </w:p>
    <w:sectPr w:rsidR="00C50A5F" w:rsidRPr="00F35F0E" w:rsidSect="00C50A5F">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16DD7B" w14:textId="77777777" w:rsidR="001B2E36" w:rsidRDefault="001B2E36" w:rsidP="008C100C">
      <w:r>
        <w:separator/>
      </w:r>
    </w:p>
    <w:p w14:paraId="173B926D" w14:textId="77777777" w:rsidR="001B2E36" w:rsidRDefault="001B2E36" w:rsidP="008C100C"/>
    <w:p w14:paraId="636D11CC" w14:textId="77777777" w:rsidR="001B2E36" w:rsidRDefault="001B2E36" w:rsidP="008C100C"/>
    <w:p w14:paraId="6A50B3C5" w14:textId="77777777" w:rsidR="001B2E36" w:rsidRDefault="001B2E36" w:rsidP="008C100C"/>
    <w:p w14:paraId="350D85A7" w14:textId="77777777" w:rsidR="001B2E36" w:rsidRDefault="001B2E36" w:rsidP="008C100C"/>
    <w:p w14:paraId="62CD1F86" w14:textId="77777777" w:rsidR="001B2E36" w:rsidRDefault="001B2E36" w:rsidP="008C100C"/>
    <w:p w14:paraId="723F38EF" w14:textId="77777777" w:rsidR="001B2E36" w:rsidRDefault="001B2E36" w:rsidP="008C100C"/>
  </w:endnote>
  <w:endnote w:type="continuationSeparator" w:id="0">
    <w:p w14:paraId="6177928C" w14:textId="77777777" w:rsidR="001B2E36" w:rsidRDefault="001B2E36" w:rsidP="008C100C">
      <w:r>
        <w:continuationSeparator/>
      </w:r>
    </w:p>
    <w:p w14:paraId="433DFF38" w14:textId="77777777" w:rsidR="001B2E36" w:rsidRDefault="001B2E36" w:rsidP="008C100C"/>
    <w:p w14:paraId="3C74D293" w14:textId="77777777" w:rsidR="001B2E36" w:rsidRDefault="001B2E36" w:rsidP="008C100C"/>
    <w:p w14:paraId="68BF12F6" w14:textId="77777777" w:rsidR="001B2E36" w:rsidRDefault="001B2E36" w:rsidP="008C100C"/>
    <w:p w14:paraId="0547651A" w14:textId="77777777" w:rsidR="001B2E36" w:rsidRDefault="001B2E36" w:rsidP="008C100C"/>
    <w:p w14:paraId="1EFE41FB" w14:textId="77777777" w:rsidR="001B2E36" w:rsidRDefault="001B2E36" w:rsidP="008C100C"/>
    <w:p w14:paraId="1B36021E" w14:textId="77777777" w:rsidR="001B2E36" w:rsidRDefault="001B2E36"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4717E3" w14:textId="2AA95EC9" w:rsidR="005A4242" w:rsidRDefault="005A4242" w:rsidP="00A978E8">
    <w:pPr>
      <w:pStyle w:val="Footer"/>
      <w:tabs>
        <w:tab w:val="clear" w:pos="4320"/>
        <w:tab w:val="clear" w:pos="8640"/>
        <w:tab w:val="center" w:pos="4680"/>
        <w:tab w:val="right" w:pos="9360"/>
      </w:tabs>
      <w:rPr>
        <w:szCs w:val="16"/>
      </w:rPr>
    </w:pPr>
    <w:r>
      <w:rPr>
        <w:szCs w:val="16"/>
      </w:rPr>
      <w:t>bdx-smp-v2.0-os</w:t>
    </w:r>
    <w:r>
      <w:rPr>
        <w:szCs w:val="16"/>
      </w:rPr>
      <w:tab/>
    </w:r>
    <w:r>
      <w:rPr>
        <w:szCs w:val="16"/>
      </w:rPr>
      <w:tab/>
    </w:r>
    <w:r w:rsidRPr="005A4242">
      <w:rPr>
        <w:szCs w:val="16"/>
      </w:rPr>
      <w:t>14 February 2021</w:t>
    </w:r>
  </w:p>
  <w:p w14:paraId="796C1D34" w14:textId="33492F4D" w:rsidR="005A4242" w:rsidRPr="00F50E2C" w:rsidRDefault="005A4242" w:rsidP="00560795">
    <w:pPr>
      <w:pStyle w:val="Footer"/>
      <w:tabs>
        <w:tab w:val="clear" w:pos="4320"/>
        <w:tab w:val="clear" w:pos="8640"/>
        <w:tab w:val="center" w:pos="4680"/>
        <w:tab w:val="right" w:pos="9360"/>
      </w:tabs>
      <w:spacing w:before="0"/>
      <w:rPr>
        <w:szCs w:val="16"/>
      </w:rPr>
    </w:pPr>
    <w:r w:rsidRPr="00F50E2C">
      <w:rPr>
        <w:szCs w:val="16"/>
      </w:rPr>
      <w:t>Standards Track Work Product</w:t>
    </w:r>
    <w:r>
      <w:rPr>
        <w:szCs w:val="16"/>
      </w:rPr>
      <w:tab/>
      <w:t xml:space="preserve">Copyright </w:t>
    </w:r>
    <w:r>
      <w:rPr>
        <w:rFonts w:cs="Arial"/>
        <w:szCs w:val="16"/>
      </w:rPr>
      <w:t>©</w:t>
    </w:r>
    <w:r w:rsidRPr="000E28CA">
      <w:rPr>
        <w:szCs w:val="16"/>
      </w:rPr>
      <w:t xml:space="preserve"> O</w:t>
    </w:r>
    <w:r>
      <w:rPr>
        <w:szCs w:val="16"/>
      </w:rPr>
      <w:t>ASIS Open 2021</w:t>
    </w:r>
    <w:r w:rsidRPr="00852E10">
      <w:rPr>
        <w:szCs w:val="16"/>
      </w:rPr>
      <w:t>. All Rights Reserved.</w:t>
    </w:r>
    <w:r>
      <w:rPr>
        <w:szCs w:val="16"/>
      </w:rPr>
      <w:tab/>
    </w:r>
    <w:r w:rsidRPr="0051640A">
      <w:rPr>
        <w:szCs w:val="16"/>
      </w:rPr>
      <w:t xml:space="preserve">Page </w:t>
    </w:r>
    <w:r w:rsidRPr="0051640A">
      <w:rPr>
        <w:rStyle w:val="PageNumber"/>
        <w:szCs w:val="16"/>
      </w:rPr>
      <w:fldChar w:fldCharType="begin"/>
    </w:r>
    <w:r w:rsidRPr="0051640A">
      <w:rPr>
        <w:rStyle w:val="PageNumber"/>
        <w:szCs w:val="16"/>
      </w:rPr>
      <w:instrText xml:space="preserve"> PAGE </w:instrText>
    </w:r>
    <w:r w:rsidRPr="0051640A">
      <w:rPr>
        <w:rStyle w:val="PageNumber"/>
        <w:szCs w:val="16"/>
      </w:rPr>
      <w:fldChar w:fldCharType="separate"/>
    </w:r>
    <w:r>
      <w:rPr>
        <w:rStyle w:val="PageNumber"/>
        <w:noProof/>
        <w:szCs w:val="16"/>
      </w:rPr>
      <w:t>6</w:t>
    </w:r>
    <w:r w:rsidRPr="0051640A">
      <w:rPr>
        <w:rStyle w:val="PageNumber"/>
        <w:szCs w:val="16"/>
      </w:rPr>
      <w:fldChar w:fldCharType="end"/>
    </w:r>
    <w:r w:rsidRPr="0051640A">
      <w:rPr>
        <w:rStyle w:val="PageNumber"/>
        <w:szCs w:val="16"/>
      </w:rPr>
      <w:t xml:space="preserve"> of </w:t>
    </w:r>
    <w:r w:rsidRPr="0051640A">
      <w:rPr>
        <w:rStyle w:val="PageNumber"/>
        <w:szCs w:val="16"/>
      </w:rPr>
      <w:fldChar w:fldCharType="begin"/>
    </w:r>
    <w:r w:rsidRPr="0051640A">
      <w:rPr>
        <w:rStyle w:val="PageNumber"/>
        <w:szCs w:val="16"/>
      </w:rPr>
      <w:instrText xml:space="preserve"> NUMPAGES </w:instrText>
    </w:r>
    <w:r w:rsidRPr="0051640A">
      <w:rPr>
        <w:rStyle w:val="PageNumber"/>
        <w:szCs w:val="16"/>
      </w:rPr>
      <w:fldChar w:fldCharType="separate"/>
    </w:r>
    <w:r>
      <w:rPr>
        <w:rStyle w:val="PageNumber"/>
        <w:noProof/>
        <w:szCs w:val="16"/>
      </w:rPr>
      <w:t>7</w:t>
    </w:r>
    <w:r w:rsidRPr="0051640A">
      <w:rPr>
        <w:rStyle w:val="PageNumber"/>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90431" w14:textId="77777777" w:rsidR="005A4242" w:rsidRPr="007611CD" w:rsidRDefault="005A4242" w:rsidP="007611CD">
    <w:pPr>
      <w:pStyle w:val="Footer"/>
      <w:tabs>
        <w:tab w:val="clear" w:pos="8640"/>
        <w:tab w:val="right" w:pos="9180"/>
      </w:tabs>
      <w:rPr>
        <w:szCs w:val="16"/>
      </w:rPr>
    </w:pPr>
    <w:r>
      <w:rPr>
        <w:szCs w:val="16"/>
      </w:rPr>
      <w:fldChar w:fldCharType="begin"/>
    </w:r>
    <w:r>
      <w:rPr>
        <w:szCs w:val="16"/>
      </w:rPr>
      <w:instrText xml:space="preserve"> MACROBUTTON  NoMacro [document identifier] </w:instrText>
    </w:r>
    <w:r>
      <w:rPr>
        <w:szCs w:val="16"/>
      </w:rPr>
      <w:fldChar w:fldCharType="end"/>
    </w:r>
    <w:r>
      <w:rPr>
        <w:szCs w:val="16"/>
      </w:rPr>
      <w:tab/>
    </w:r>
    <w:r>
      <w:rPr>
        <w:szCs w:val="16"/>
      </w:rPr>
      <w:tab/>
    </w:r>
    <w:r>
      <w:rPr>
        <w:szCs w:val="16"/>
      </w:rPr>
      <w:fldChar w:fldCharType="begin"/>
    </w:r>
    <w:r>
      <w:rPr>
        <w:szCs w:val="16"/>
      </w:rPr>
      <w:instrText xml:space="preserve"> MACROBUTTON NoMacro [specification date] </w:instrText>
    </w:r>
    <w:r>
      <w:rPr>
        <w:szCs w:val="16"/>
      </w:rPr>
      <w:fldChar w:fldCharType="end"/>
    </w:r>
  </w:p>
  <w:p w14:paraId="5092ADF5" w14:textId="77777777" w:rsidR="005A4242" w:rsidRPr="007611CD" w:rsidRDefault="005A4242" w:rsidP="007611CD">
    <w:pPr>
      <w:pStyle w:val="Footer"/>
      <w:tabs>
        <w:tab w:val="clear" w:pos="8640"/>
        <w:tab w:val="right" w:pos="9180"/>
      </w:tabs>
      <w:rPr>
        <w:szCs w:val="16"/>
      </w:rPr>
    </w:pPr>
    <w:r w:rsidRPr="007611CD">
      <w:rPr>
        <w:szCs w:val="16"/>
      </w:rPr>
      <w:t xml:space="preserve">Copyright </w:t>
    </w:r>
    <w:r w:rsidRPr="007611CD">
      <w:rPr>
        <w:rFonts w:cs="Arial"/>
        <w:szCs w:val="16"/>
      </w:rPr>
      <w:t>©</w:t>
    </w:r>
    <w:r w:rsidRPr="007611CD">
      <w:rPr>
        <w:szCs w:val="16"/>
      </w:rPr>
      <w:t xml:space="preserve"> OASIS Open 2004.All Rights Reserved. </w:t>
    </w:r>
    <w:r>
      <w:rPr>
        <w:szCs w:val="16"/>
      </w:rPr>
      <w:tab/>
    </w:r>
    <w:r w:rsidRPr="007611CD">
      <w:rPr>
        <w:rStyle w:val="PageNumber"/>
        <w:szCs w:val="16"/>
      </w:rPr>
      <w:tab/>
      <w:t xml:space="preserve">Page </w:t>
    </w:r>
    <w:r w:rsidRPr="007611CD">
      <w:rPr>
        <w:rStyle w:val="PageNumber"/>
        <w:szCs w:val="16"/>
      </w:rPr>
      <w:fldChar w:fldCharType="begin"/>
    </w:r>
    <w:r w:rsidRPr="007611CD">
      <w:rPr>
        <w:rStyle w:val="PageNumber"/>
        <w:szCs w:val="16"/>
      </w:rPr>
      <w:instrText xml:space="preserve"> PAGE </w:instrText>
    </w:r>
    <w:r w:rsidRPr="007611CD">
      <w:rPr>
        <w:rStyle w:val="PageNumber"/>
        <w:szCs w:val="16"/>
      </w:rPr>
      <w:fldChar w:fldCharType="separate"/>
    </w:r>
    <w:r>
      <w:rPr>
        <w:rStyle w:val="PageNumber"/>
        <w:noProof/>
        <w:szCs w:val="16"/>
      </w:rPr>
      <w:t>5</w:t>
    </w:r>
    <w:r w:rsidRPr="007611CD">
      <w:rPr>
        <w:rStyle w:val="PageNumber"/>
        <w:szCs w:val="16"/>
      </w:rPr>
      <w:fldChar w:fldCharType="end"/>
    </w:r>
    <w:r w:rsidRPr="007611CD">
      <w:rPr>
        <w:rStyle w:val="PageNumber"/>
        <w:szCs w:val="16"/>
      </w:rPr>
      <w:t xml:space="preserve"> of </w:t>
    </w:r>
    <w:r w:rsidRPr="007611CD">
      <w:rPr>
        <w:rStyle w:val="PageNumber"/>
        <w:szCs w:val="16"/>
      </w:rPr>
      <w:fldChar w:fldCharType="begin"/>
    </w:r>
    <w:r w:rsidRPr="007611CD">
      <w:rPr>
        <w:rStyle w:val="PageNumber"/>
        <w:szCs w:val="16"/>
      </w:rPr>
      <w:instrText xml:space="preserve"> NUMPAGES </w:instrText>
    </w:r>
    <w:r w:rsidRPr="007611CD">
      <w:rPr>
        <w:rStyle w:val="PageNumber"/>
        <w:szCs w:val="16"/>
      </w:rPr>
      <w:fldChar w:fldCharType="separate"/>
    </w:r>
    <w:r>
      <w:rPr>
        <w:rStyle w:val="PageNumber"/>
        <w:noProof/>
        <w:szCs w:val="16"/>
      </w:rPr>
      <w:t>5</w:t>
    </w:r>
    <w:r w:rsidRPr="007611CD">
      <w:rPr>
        <w:rStyle w:val="PageNumbe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A0C355" w14:textId="77777777" w:rsidR="001B2E36" w:rsidRDefault="001B2E36" w:rsidP="008C100C">
      <w:r>
        <w:separator/>
      </w:r>
    </w:p>
    <w:p w14:paraId="547257FD" w14:textId="77777777" w:rsidR="001B2E36" w:rsidRDefault="001B2E36" w:rsidP="008C100C"/>
  </w:footnote>
  <w:footnote w:type="continuationSeparator" w:id="0">
    <w:p w14:paraId="2731960D" w14:textId="77777777" w:rsidR="001B2E36" w:rsidRDefault="001B2E36" w:rsidP="008C100C">
      <w:r>
        <w:continuationSeparator/>
      </w:r>
    </w:p>
    <w:p w14:paraId="34564565" w14:textId="77777777" w:rsidR="001B2E36" w:rsidRDefault="001B2E36" w:rsidP="008C10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F44514" w14:textId="77777777" w:rsidR="005A4242" w:rsidRDefault="005A4242" w:rsidP="008C100C"/>
  <w:p w14:paraId="310AE6CF" w14:textId="77777777" w:rsidR="005A4242" w:rsidRDefault="005A4242" w:rsidP="008C10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62A239E"/>
    <w:multiLevelType w:val="hybridMultilevel"/>
    <w:tmpl w:val="6E08A848"/>
    <w:lvl w:ilvl="0" w:tplc="0FBC2486">
      <w:start w:val="1"/>
      <w:numFmt w:val="decimalZero"/>
      <w:lvlText w:val="%1"/>
      <w:lvlJc w:val="left"/>
      <w:pPr>
        <w:ind w:left="720" w:hanging="360"/>
      </w:pPr>
      <w:rPr>
        <w:rFonts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E65DDC"/>
    <w:multiLevelType w:val="hybridMultilevel"/>
    <w:tmpl w:val="1C6007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9B1974"/>
    <w:multiLevelType w:val="hybridMultilevel"/>
    <w:tmpl w:val="5ED81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FB2ACB"/>
    <w:multiLevelType w:val="hybridMultilevel"/>
    <w:tmpl w:val="AD6CB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38539A"/>
    <w:multiLevelType w:val="hybridMultilevel"/>
    <w:tmpl w:val="FAB46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ED3F0F"/>
    <w:multiLevelType w:val="multilevel"/>
    <w:tmpl w:val="79E4BA40"/>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8" w15:restartNumberingAfterBreak="0">
    <w:nsid w:val="36134730"/>
    <w:multiLevelType w:val="hybridMultilevel"/>
    <w:tmpl w:val="6E08A848"/>
    <w:lvl w:ilvl="0" w:tplc="0FBC2486">
      <w:start w:val="1"/>
      <w:numFmt w:val="decimalZero"/>
      <w:lvlText w:val="%1"/>
      <w:lvlJc w:val="left"/>
      <w:pPr>
        <w:ind w:left="720" w:hanging="360"/>
      </w:pPr>
      <w:rPr>
        <w:rFonts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7C686E"/>
    <w:multiLevelType w:val="hybridMultilevel"/>
    <w:tmpl w:val="44AE1F0A"/>
    <w:lvl w:ilvl="0" w:tplc="0FBC2486">
      <w:start w:val="1"/>
      <w:numFmt w:val="decimalZero"/>
      <w:lvlText w:val="%1"/>
      <w:lvlJc w:val="left"/>
      <w:pPr>
        <w:ind w:left="720" w:hanging="360"/>
      </w:pPr>
      <w:rPr>
        <w:rFonts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F81120"/>
    <w:multiLevelType w:val="hybridMultilevel"/>
    <w:tmpl w:val="6396F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8B3E6F"/>
    <w:multiLevelType w:val="hybridMultilevel"/>
    <w:tmpl w:val="BE240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B31357"/>
    <w:multiLevelType w:val="multilevel"/>
    <w:tmpl w:val="9FEA42FE"/>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B8D5385"/>
    <w:multiLevelType w:val="hybridMultilevel"/>
    <w:tmpl w:val="B240D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4A82703"/>
    <w:multiLevelType w:val="hybridMultilevel"/>
    <w:tmpl w:val="A9E44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4A5642"/>
    <w:multiLevelType w:val="hybridMultilevel"/>
    <w:tmpl w:val="9BD6FA0E"/>
    <w:lvl w:ilvl="0" w:tplc="1A86F3A4">
      <w:start w:val="1"/>
      <w:numFmt w:val="bullet"/>
      <w:pStyle w:val="RelatedWork"/>
      <w:lvlText w:val=""/>
      <w:lvlJc w:val="left"/>
      <w:pPr>
        <w:ind w:left="36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12"/>
  </w:num>
  <w:num w:numId="3">
    <w:abstractNumId w:val="12"/>
  </w:num>
  <w:num w:numId="4">
    <w:abstractNumId w:val="0"/>
  </w:num>
  <w:num w:numId="5">
    <w:abstractNumId w:val="15"/>
  </w:num>
  <w:num w:numId="6">
    <w:abstractNumId w:val="7"/>
  </w:num>
  <w:num w:numId="7">
    <w:abstractNumId w:val="7"/>
  </w:num>
  <w:num w:numId="8">
    <w:abstractNumId w:val="10"/>
  </w:num>
  <w:num w:numId="9">
    <w:abstractNumId w:val="14"/>
  </w:num>
  <w:num w:numId="10">
    <w:abstractNumId w:val="3"/>
  </w:num>
  <w:num w:numId="11">
    <w:abstractNumId w:val="9"/>
  </w:num>
  <w:num w:numId="12">
    <w:abstractNumId w:val="4"/>
  </w:num>
  <w:num w:numId="13">
    <w:abstractNumId w:val="8"/>
  </w:num>
  <w:num w:numId="14">
    <w:abstractNumId w:val="11"/>
  </w:num>
  <w:num w:numId="15">
    <w:abstractNumId w:val="13"/>
  </w:num>
  <w:num w:numId="16">
    <w:abstractNumId w:val="5"/>
  </w:num>
  <w:num w:numId="17">
    <w:abstractNumId w:val="6"/>
  </w:num>
  <w:num w:numId="18">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proofState w:spelling="clean"/>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9AF"/>
    <w:rsid w:val="00005F1F"/>
    <w:rsid w:val="00006B3A"/>
    <w:rsid w:val="00023528"/>
    <w:rsid w:val="00024C43"/>
    <w:rsid w:val="00030624"/>
    <w:rsid w:val="000307A3"/>
    <w:rsid w:val="00033041"/>
    <w:rsid w:val="00034345"/>
    <w:rsid w:val="00043925"/>
    <w:rsid w:val="000449B0"/>
    <w:rsid w:val="00044AE5"/>
    <w:rsid w:val="00046FE6"/>
    <w:rsid w:val="00050780"/>
    <w:rsid w:val="000508CE"/>
    <w:rsid w:val="00060BBB"/>
    <w:rsid w:val="0006408F"/>
    <w:rsid w:val="0007308D"/>
    <w:rsid w:val="000748DF"/>
    <w:rsid w:val="00076079"/>
    <w:rsid w:val="00076EFC"/>
    <w:rsid w:val="00082C02"/>
    <w:rsid w:val="000831D9"/>
    <w:rsid w:val="0008320C"/>
    <w:rsid w:val="00085F7C"/>
    <w:rsid w:val="00087171"/>
    <w:rsid w:val="000963B1"/>
    <w:rsid w:val="00096E2D"/>
    <w:rsid w:val="00097776"/>
    <w:rsid w:val="00097E2A"/>
    <w:rsid w:val="000A02CD"/>
    <w:rsid w:val="000A6E00"/>
    <w:rsid w:val="000B1E2E"/>
    <w:rsid w:val="000B1F5A"/>
    <w:rsid w:val="000C11FC"/>
    <w:rsid w:val="000D208F"/>
    <w:rsid w:val="000E1D25"/>
    <w:rsid w:val="000E28CA"/>
    <w:rsid w:val="000E5705"/>
    <w:rsid w:val="00101D6D"/>
    <w:rsid w:val="00103679"/>
    <w:rsid w:val="001047EA"/>
    <w:rsid w:val="00123F2F"/>
    <w:rsid w:val="0013391D"/>
    <w:rsid w:val="00147F63"/>
    <w:rsid w:val="00177DED"/>
    <w:rsid w:val="001832F8"/>
    <w:rsid w:val="00197607"/>
    <w:rsid w:val="001B2E36"/>
    <w:rsid w:val="001C1D5A"/>
    <w:rsid w:val="001C782B"/>
    <w:rsid w:val="001D1D6C"/>
    <w:rsid w:val="001E34B8"/>
    <w:rsid w:val="001E46CF"/>
    <w:rsid w:val="001E4B99"/>
    <w:rsid w:val="001E79A0"/>
    <w:rsid w:val="001F05E0"/>
    <w:rsid w:val="001F51AB"/>
    <w:rsid w:val="002153A1"/>
    <w:rsid w:val="00223C24"/>
    <w:rsid w:val="00231710"/>
    <w:rsid w:val="0023190F"/>
    <w:rsid w:val="00232273"/>
    <w:rsid w:val="002423FB"/>
    <w:rsid w:val="00255718"/>
    <w:rsid w:val="002659E9"/>
    <w:rsid w:val="002714A2"/>
    <w:rsid w:val="0027495D"/>
    <w:rsid w:val="00277205"/>
    <w:rsid w:val="00286EC7"/>
    <w:rsid w:val="00290712"/>
    <w:rsid w:val="00294283"/>
    <w:rsid w:val="002A2B33"/>
    <w:rsid w:val="002A79A0"/>
    <w:rsid w:val="002B197B"/>
    <w:rsid w:val="002B261C"/>
    <w:rsid w:val="002B267E"/>
    <w:rsid w:val="002B747E"/>
    <w:rsid w:val="002B7B21"/>
    <w:rsid w:val="002B7E99"/>
    <w:rsid w:val="002C0868"/>
    <w:rsid w:val="002F10B8"/>
    <w:rsid w:val="002F1E2B"/>
    <w:rsid w:val="00300B86"/>
    <w:rsid w:val="0030202A"/>
    <w:rsid w:val="00303110"/>
    <w:rsid w:val="003129C6"/>
    <w:rsid w:val="00316300"/>
    <w:rsid w:val="0031788B"/>
    <w:rsid w:val="00342831"/>
    <w:rsid w:val="00343109"/>
    <w:rsid w:val="00362160"/>
    <w:rsid w:val="00366C20"/>
    <w:rsid w:val="003707E2"/>
    <w:rsid w:val="003734F5"/>
    <w:rsid w:val="00373F41"/>
    <w:rsid w:val="00375621"/>
    <w:rsid w:val="00390BBB"/>
    <w:rsid w:val="003A0D47"/>
    <w:rsid w:val="003B0E37"/>
    <w:rsid w:val="003B1F5B"/>
    <w:rsid w:val="003B37FE"/>
    <w:rsid w:val="003C18EF"/>
    <w:rsid w:val="003C20A1"/>
    <w:rsid w:val="003C61EA"/>
    <w:rsid w:val="003D15AE"/>
    <w:rsid w:val="003D1945"/>
    <w:rsid w:val="003D5C65"/>
    <w:rsid w:val="003E324B"/>
    <w:rsid w:val="003E6731"/>
    <w:rsid w:val="003F008B"/>
    <w:rsid w:val="0040052F"/>
    <w:rsid w:val="00402E3A"/>
    <w:rsid w:val="00412A4B"/>
    <w:rsid w:val="004226B7"/>
    <w:rsid w:val="0042272F"/>
    <w:rsid w:val="0042408C"/>
    <w:rsid w:val="00425220"/>
    <w:rsid w:val="00427622"/>
    <w:rsid w:val="0043023F"/>
    <w:rsid w:val="00430C66"/>
    <w:rsid w:val="00446417"/>
    <w:rsid w:val="00453E33"/>
    <w:rsid w:val="00456E99"/>
    <w:rsid w:val="00462FBF"/>
    <w:rsid w:val="00472D17"/>
    <w:rsid w:val="004757D8"/>
    <w:rsid w:val="00476F31"/>
    <w:rsid w:val="00485993"/>
    <w:rsid w:val="004904F9"/>
    <w:rsid w:val="004925B5"/>
    <w:rsid w:val="00494EE0"/>
    <w:rsid w:val="004A4186"/>
    <w:rsid w:val="004A5BBB"/>
    <w:rsid w:val="004A688D"/>
    <w:rsid w:val="004B203E"/>
    <w:rsid w:val="004B2AA0"/>
    <w:rsid w:val="004B7927"/>
    <w:rsid w:val="004C0043"/>
    <w:rsid w:val="004C0E19"/>
    <w:rsid w:val="004C191C"/>
    <w:rsid w:val="004C4D7C"/>
    <w:rsid w:val="004D0E5E"/>
    <w:rsid w:val="004E374A"/>
    <w:rsid w:val="004F390D"/>
    <w:rsid w:val="004F5BEF"/>
    <w:rsid w:val="005034EB"/>
    <w:rsid w:val="0050510A"/>
    <w:rsid w:val="005126F2"/>
    <w:rsid w:val="00514964"/>
    <w:rsid w:val="0051640A"/>
    <w:rsid w:val="00517D72"/>
    <w:rsid w:val="0052099F"/>
    <w:rsid w:val="00527ED7"/>
    <w:rsid w:val="00536316"/>
    <w:rsid w:val="00537163"/>
    <w:rsid w:val="00542191"/>
    <w:rsid w:val="00547D8B"/>
    <w:rsid w:val="00547E3B"/>
    <w:rsid w:val="00554D3F"/>
    <w:rsid w:val="00560795"/>
    <w:rsid w:val="00572BC4"/>
    <w:rsid w:val="00590FE3"/>
    <w:rsid w:val="00591B31"/>
    <w:rsid w:val="00596B92"/>
    <w:rsid w:val="005A293B"/>
    <w:rsid w:val="005A3A27"/>
    <w:rsid w:val="005A4242"/>
    <w:rsid w:val="005A5678"/>
    <w:rsid w:val="005A5B0F"/>
    <w:rsid w:val="005A5E41"/>
    <w:rsid w:val="005B4758"/>
    <w:rsid w:val="005B5688"/>
    <w:rsid w:val="005C4A13"/>
    <w:rsid w:val="005D2EE1"/>
    <w:rsid w:val="005E7EC5"/>
    <w:rsid w:val="005F4F93"/>
    <w:rsid w:val="0060033A"/>
    <w:rsid w:val="006047D8"/>
    <w:rsid w:val="00605B24"/>
    <w:rsid w:val="0060747C"/>
    <w:rsid w:val="006107FC"/>
    <w:rsid w:val="00633A58"/>
    <w:rsid w:val="00635370"/>
    <w:rsid w:val="006852B0"/>
    <w:rsid w:val="006A0100"/>
    <w:rsid w:val="006A3443"/>
    <w:rsid w:val="006B2C49"/>
    <w:rsid w:val="006B4FF8"/>
    <w:rsid w:val="006D31DB"/>
    <w:rsid w:val="006D33D5"/>
    <w:rsid w:val="006F11AC"/>
    <w:rsid w:val="006F2371"/>
    <w:rsid w:val="006F2C2B"/>
    <w:rsid w:val="007001D7"/>
    <w:rsid w:val="00704663"/>
    <w:rsid w:val="007057F1"/>
    <w:rsid w:val="0071217C"/>
    <w:rsid w:val="007132C1"/>
    <w:rsid w:val="007139E9"/>
    <w:rsid w:val="007165BD"/>
    <w:rsid w:val="007167BB"/>
    <w:rsid w:val="007274AA"/>
    <w:rsid w:val="00727F08"/>
    <w:rsid w:val="007402C5"/>
    <w:rsid w:val="0074463C"/>
    <w:rsid w:val="00745446"/>
    <w:rsid w:val="00746D5A"/>
    <w:rsid w:val="00754545"/>
    <w:rsid w:val="007611CD"/>
    <w:rsid w:val="00763A94"/>
    <w:rsid w:val="00765F2F"/>
    <w:rsid w:val="0077006B"/>
    <w:rsid w:val="0077347A"/>
    <w:rsid w:val="007816D7"/>
    <w:rsid w:val="007824D4"/>
    <w:rsid w:val="007902D4"/>
    <w:rsid w:val="00790B4C"/>
    <w:rsid w:val="007A1064"/>
    <w:rsid w:val="007A5948"/>
    <w:rsid w:val="007A60C0"/>
    <w:rsid w:val="007A63CE"/>
    <w:rsid w:val="007C625D"/>
    <w:rsid w:val="007E3373"/>
    <w:rsid w:val="008012F5"/>
    <w:rsid w:val="008020C7"/>
    <w:rsid w:val="00806704"/>
    <w:rsid w:val="00831022"/>
    <w:rsid w:val="0084560C"/>
    <w:rsid w:val="00851329"/>
    <w:rsid w:val="00852E10"/>
    <w:rsid w:val="008543AE"/>
    <w:rsid w:val="008546B3"/>
    <w:rsid w:val="00860008"/>
    <w:rsid w:val="00861E18"/>
    <w:rsid w:val="008677C6"/>
    <w:rsid w:val="00875F61"/>
    <w:rsid w:val="00876477"/>
    <w:rsid w:val="00876B32"/>
    <w:rsid w:val="0088011D"/>
    <w:rsid w:val="00882FC4"/>
    <w:rsid w:val="0088339A"/>
    <w:rsid w:val="00885BC6"/>
    <w:rsid w:val="00890065"/>
    <w:rsid w:val="008A31C5"/>
    <w:rsid w:val="008A68CC"/>
    <w:rsid w:val="008B35FC"/>
    <w:rsid w:val="008C100C"/>
    <w:rsid w:val="008C45D5"/>
    <w:rsid w:val="008C7396"/>
    <w:rsid w:val="008C7AAC"/>
    <w:rsid w:val="008D23C9"/>
    <w:rsid w:val="008D464F"/>
    <w:rsid w:val="008D603F"/>
    <w:rsid w:val="008E55D6"/>
    <w:rsid w:val="008F06B3"/>
    <w:rsid w:val="008F4458"/>
    <w:rsid w:val="00922029"/>
    <w:rsid w:val="00930197"/>
    <w:rsid w:val="00930A73"/>
    <w:rsid w:val="00930E31"/>
    <w:rsid w:val="0094275A"/>
    <w:rsid w:val="009467D3"/>
    <w:rsid w:val="00950197"/>
    <w:rsid w:val="00951C02"/>
    <w:rsid w:val="009523EF"/>
    <w:rsid w:val="00960A34"/>
    <w:rsid w:val="0096165F"/>
    <w:rsid w:val="00962F1F"/>
    <w:rsid w:val="009811AF"/>
    <w:rsid w:val="00982437"/>
    <w:rsid w:val="0099403E"/>
    <w:rsid w:val="00995224"/>
    <w:rsid w:val="00995E1B"/>
    <w:rsid w:val="009A2E52"/>
    <w:rsid w:val="009A44D0"/>
    <w:rsid w:val="009B1FA0"/>
    <w:rsid w:val="009B28A5"/>
    <w:rsid w:val="009C0ECF"/>
    <w:rsid w:val="009C3825"/>
    <w:rsid w:val="009C4CD6"/>
    <w:rsid w:val="009C7DCE"/>
    <w:rsid w:val="009D1CDA"/>
    <w:rsid w:val="009F04EF"/>
    <w:rsid w:val="009F6767"/>
    <w:rsid w:val="009F7F75"/>
    <w:rsid w:val="00A0556C"/>
    <w:rsid w:val="00A05FDF"/>
    <w:rsid w:val="00A12E16"/>
    <w:rsid w:val="00A31FB9"/>
    <w:rsid w:val="00A34900"/>
    <w:rsid w:val="00A44E81"/>
    <w:rsid w:val="00A471E7"/>
    <w:rsid w:val="00A50716"/>
    <w:rsid w:val="00A55556"/>
    <w:rsid w:val="00A710C8"/>
    <w:rsid w:val="00A74011"/>
    <w:rsid w:val="00A833D1"/>
    <w:rsid w:val="00A83CAA"/>
    <w:rsid w:val="00A9135E"/>
    <w:rsid w:val="00A9241B"/>
    <w:rsid w:val="00A93A73"/>
    <w:rsid w:val="00A9675F"/>
    <w:rsid w:val="00A978E8"/>
    <w:rsid w:val="00AA0D5A"/>
    <w:rsid w:val="00AA2F0A"/>
    <w:rsid w:val="00AC0AAD"/>
    <w:rsid w:val="00AC5012"/>
    <w:rsid w:val="00AD0665"/>
    <w:rsid w:val="00AD0F45"/>
    <w:rsid w:val="00AD4630"/>
    <w:rsid w:val="00AE0702"/>
    <w:rsid w:val="00AE45B1"/>
    <w:rsid w:val="00AF5EEC"/>
    <w:rsid w:val="00AF6DEF"/>
    <w:rsid w:val="00B03FBA"/>
    <w:rsid w:val="00B07128"/>
    <w:rsid w:val="00B103B8"/>
    <w:rsid w:val="00B10527"/>
    <w:rsid w:val="00B1130E"/>
    <w:rsid w:val="00B12364"/>
    <w:rsid w:val="00B12A5A"/>
    <w:rsid w:val="00B1598A"/>
    <w:rsid w:val="00B16092"/>
    <w:rsid w:val="00B1742C"/>
    <w:rsid w:val="00B23535"/>
    <w:rsid w:val="00B2415D"/>
    <w:rsid w:val="00B311CC"/>
    <w:rsid w:val="00B31AE1"/>
    <w:rsid w:val="00B569DB"/>
    <w:rsid w:val="00B573DB"/>
    <w:rsid w:val="00B638C0"/>
    <w:rsid w:val="00B809FD"/>
    <w:rsid w:val="00B80CDB"/>
    <w:rsid w:val="00BA2083"/>
    <w:rsid w:val="00BA27DD"/>
    <w:rsid w:val="00BB79DE"/>
    <w:rsid w:val="00BC48DD"/>
    <w:rsid w:val="00BC5AF2"/>
    <w:rsid w:val="00BE1CE0"/>
    <w:rsid w:val="00BE5F5D"/>
    <w:rsid w:val="00BF3A33"/>
    <w:rsid w:val="00C02DEC"/>
    <w:rsid w:val="00C04BCD"/>
    <w:rsid w:val="00C15471"/>
    <w:rsid w:val="00C17A88"/>
    <w:rsid w:val="00C217E0"/>
    <w:rsid w:val="00C2337F"/>
    <w:rsid w:val="00C23558"/>
    <w:rsid w:val="00C304DB"/>
    <w:rsid w:val="00C32606"/>
    <w:rsid w:val="00C44407"/>
    <w:rsid w:val="00C451D7"/>
    <w:rsid w:val="00C50A5F"/>
    <w:rsid w:val="00C52EFC"/>
    <w:rsid w:val="00C5515D"/>
    <w:rsid w:val="00C65AD9"/>
    <w:rsid w:val="00C71349"/>
    <w:rsid w:val="00C7321D"/>
    <w:rsid w:val="00C76CAA"/>
    <w:rsid w:val="00C76CCB"/>
    <w:rsid w:val="00C77916"/>
    <w:rsid w:val="00C8022D"/>
    <w:rsid w:val="00C8290A"/>
    <w:rsid w:val="00C836B6"/>
    <w:rsid w:val="00C86459"/>
    <w:rsid w:val="00C9139F"/>
    <w:rsid w:val="00C926F1"/>
    <w:rsid w:val="00C964B1"/>
    <w:rsid w:val="00CA1215"/>
    <w:rsid w:val="00CA2698"/>
    <w:rsid w:val="00CC28F5"/>
    <w:rsid w:val="00CC2F1E"/>
    <w:rsid w:val="00CC5EC1"/>
    <w:rsid w:val="00CC6472"/>
    <w:rsid w:val="00CD33CA"/>
    <w:rsid w:val="00CE2CD5"/>
    <w:rsid w:val="00CE48E3"/>
    <w:rsid w:val="00CE59AF"/>
    <w:rsid w:val="00CF5335"/>
    <w:rsid w:val="00CF5D9B"/>
    <w:rsid w:val="00CF629C"/>
    <w:rsid w:val="00D00DF9"/>
    <w:rsid w:val="00D01723"/>
    <w:rsid w:val="00D04A7F"/>
    <w:rsid w:val="00D06C3A"/>
    <w:rsid w:val="00D14266"/>
    <w:rsid w:val="00D27CAB"/>
    <w:rsid w:val="00D303F1"/>
    <w:rsid w:val="00D34FFC"/>
    <w:rsid w:val="00D35866"/>
    <w:rsid w:val="00D43CB9"/>
    <w:rsid w:val="00D5207A"/>
    <w:rsid w:val="00D54431"/>
    <w:rsid w:val="00D54A1C"/>
    <w:rsid w:val="00D56E36"/>
    <w:rsid w:val="00D57FAD"/>
    <w:rsid w:val="00D61DB1"/>
    <w:rsid w:val="00D61FFC"/>
    <w:rsid w:val="00D65C25"/>
    <w:rsid w:val="00D73156"/>
    <w:rsid w:val="00D75ED0"/>
    <w:rsid w:val="00D77705"/>
    <w:rsid w:val="00D8216B"/>
    <w:rsid w:val="00D8340E"/>
    <w:rsid w:val="00D844BE"/>
    <w:rsid w:val="00D852A1"/>
    <w:rsid w:val="00D861BB"/>
    <w:rsid w:val="00DA5475"/>
    <w:rsid w:val="00DB27A1"/>
    <w:rsid w:val="00DB7C3C"/>
    <w:rsid w:val="00DC2EB1"/>
    <w:rsid w:val="00DC7E9B"/>
    <w:rsid w:val="00DD0002"/>
    <w:rsid w:val="00DD0D58"/>
    <w:rsid w:val="00DD5125"/>
    <w:rsid w:val="00DD5A0D"/>
    <w:rsid w:val="00DE105D"/>
    <w:rsid w:val="00DE6F0E"/>
    <w:rsid w:val="00DF1F29"/>
    <w:rsid w:val="00DF3A4F"/>
    <w:rsid w:val="00DF5EAF"/>
    <w:rsid w:val="00E06267"/>
    <w:rsid w:val="00E15FDC"/>
    <w:rsid w:val="00E21636"/>
    <w:rsid w:val="00E230BA"/>
    <w:rsid w:val="00E30DE0"/>
    <w:rsid w:val="00E31A55"/>
    <w:rsid w:val="00E33995"/>
    <w:rsid w:val="00E36FE1"/>
    <w:rsid w:val="00E4299F"/>
    <w:rsid w:val="00E5513E"/>
    <w:rsid w:val="00E624E6"/>
    <w:rsid w:val="00E7674F"/>
    <w:rsid w:val="00E83D98"/>
    <w:rsid w:val="00EA5FB6"/>
    <w:rsid w:val="00EB7A3C"/>
    <w:rsid w:val="00EC42BE"/>
    <w:rsid w:val="00EE0FF4"/>
    <w:rsid w:val="00EE32B1"/>
    <w:rsid w:val="00EE3786"/>
    <w:rsid w:val="00EE3BEF"/>
    <w:rsid w:val="00EF4464"/>
    <w:rsid w:val="00EF63FB"/>
    <w:rsid w:val="00F102AA"/>
    <w:rsid w:val="00F1108A"/>
    <w:rsid w:val="00F11CFE"/>
    <w:rsid w:val="00F24F70"/>
    <w:rsid w:val="00F275C1"/>
    <w:rsid w:val="00F275CE"/>
    <w:rsid w:val="00F316B4"/>
    <w:rsid w:val="00F3464C"/>
    <w:rsid w:val="00F42CC9"/>
    <w:rsid w:val="00F442F9"/>
    <w:rsid w:val="00F44706"/>
    <w:rsid w:val="00F50E2C"/>
    <w:rsid w:val="00F9240B"/>
    <w:rsid w:val="00F9293F"/>
    <w:rsid w:val="00FA361D"/>
    <w:rsid w:val="00FB150C"/>
    <w:rsid w:val="00FB384A"/>
    <w:rsid w:val="00FB3A75"/>
    <w:rsid w:val="00FB69AD"/>
    <w:rsid w:val="00FC06F0"/>
    <w:rsid w:val="00FC3563"/>
    <w:rsid w:val="00FC6559"/>
    <w:rsid w:val="00FD6F6F"/>
    <w:rsid w:val="00FE0355"/>
    <w:rsid w:val="00FE5628"/>
    <w:rsid w:val="00FE5C13"/>
    <w:rsid w:val="00FF44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F3CB7E"/>
  <w15:docId w15:val="{7CA43A8F-04CE-4E2F-AAAA-119C88804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
    <w:name w:val="Normal"/>
    <w:qFormat/>
    <w:rsid w:val="00605B24"/>
    <w:pPr>
      <w:spacing w:before="80" w:after="80"/>
    </w:pPr>
    <w:rPr>
      <w:rFonts w:ascii="Liberation Sans" w:hAnsi="Liberation Sans"/>
      <w:szCs w:val="24"/>
    </w:rPr>
  </w:style>
  <w:style w:type="paragraph" w:styleId="Heading1">
    <w:name w:val="heading 1"/>
    <w:basedOn w:val="Normal"/>
    <w:next w:val="Normal"/>
    <w:qFormat/>
    <w:rsid w:val="002B7B21"/>
    <w:pPr>
      <w:keepNext/>
      <w:pageBreakBefore/>
      <w:numPr>
        <w:numId w:val="3"/>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
    <w:basedOn w:val="Heading1"/>
    <w:next w:val="Normal"/>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qFormat/>
    <w:pPr>
      <w:numPr>
        <w:ilvl w:val="3"/>
      </w:numPr>
      <w:outlineLvl w:val="3"/>
    </w:pPr>
    <w:rPr>
      <w:bCs w:val="0"/>
      <w:sz w:val="24"/>
      <w:szCs w:val="28"/>
    </w:rPr>
  </w:style>
  <w:style w:type="paragraph" w:styleId="Heading5">
    <w:name w:val="heading 5"/>
    <w:basedOn w:val="Heading4"/>
    <w:next w:val="Normal"/>
    <w:qFormat/>
    <w:rsid w:val="00FD6F6F"/>
    <w:pPr>
      <w:numPr>
        <w:ilvl w:val="4"/>
      </w:numPr>
      <w:outlineLvl w:val="4"/>
    </w:pPr>
    <w:rPr>
      <w:bCs/>
      <w:iCs w:val="0"/>
      <w:sz w:val="22"/>
      <w:szCs w:val="26"/>
    </w:rPr>
  </w:style>
  <w:style w:type="paragraph" w:styleId="Heading6">
    <w:name w:val="heading 6"/>
    <w:basedOn w:val="Heading5"/>
    <w:next w:val="Normal"/>
    <w:qFormat/>
    <w:rsid w:val="00FD6F6F"/>
    <w:pPr>
      <w:numPr>
        <w:ilvl w:val="5"/>
      </w:numPr>
      <w:outlineLvl w:val="5"/>
    </w:pPr>
    <w:rPr>
      <w:bCs w:val="0"/>
      <w:sz w:val="20"/>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qFormat/>
    <w:pPr>
      <w:numPr>
        <w:ilvl w:val="7"/>
      </w:numPr>
      <w:outlineLvl w:val="7"/>
    </w:pPr>
    <w:rPr>
      <w:i/>
      <w:iCs/>
    </w:r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2408C"/>
    <w:pPr>
      <w:pBdr>
        <w:top w:val="single" w:sz="4" w:space="1" w:color="808080"/>
      </w:pBdr>
      <w:spacing w:before="0" w:after="200"/>
    </w:pPr>
    <w:rPr>
      <w:rFonts w:cs="Arial"/>
      <w:b/>
      <w:bCs/>
      <w:color w:val="446CAA"/>
      <w:kern w:val="28"/>
      <w:sz w:val="48"/>
      <w:szCs w:val="48"/>
    </w:rPr>
  </w:style>
  <w:style w:type="paragraph" w:styleId="Subtitle">
    <w:name w:val="Subtitle"/>
    <w:basedOn w:val="Title"/>
    <w:qFormat/>
    <w:rsid w:val="0042408C"/>
    <w:rPr>
      <w:sz w:val="36"/>
      <w:szCs w:val="36"/>
    </w:rPr>
  </w:style>
  <w:style w:type="paragraph" w:customStyle="1" w:styleId="Titlepageinfo">
    <w:name w:val="Title page info"/>
    <w:basedOn w:val="Normal"/>
    <w:next w:val="Titlepageinfodescription"/>
    <w:rsid w:val="00C8022D"/>
    <w:pPr>
      <w:keepNext/>
      <w:spacing w:before="120" w:after="0"/>
    </w:pPr>
    <w:rPr>
      <w:b/>
      <w:color w:val="446CAA"/>
      <w:szCs w:val="20"/>
    </w:rPr>
  </w:style>
  <w:style w:type="paragraph" w:customStyle="1" w:styleId="Titlepageinfodescription">
    <w:name w:val="Title page info description"/>
    <w:basedOn w:val="Titlepageinfo"/>
    <w:next w:val="Titlepageinfo"/>
    <w:rsid w:val="008C45D5"/>
    <w:pPr>
      <w:keepNext w:val="0"/>
      <w:spacing w:before="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pPr>
  </w:style>
  <w:style w:type="character" w:customStyle="1" w:styleId="Datatype">
    <w:name w:val="Datatype"/>
    <w:rsid w:val="0094275A"/>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pPr>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rsid w:val="0094275A"/>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27622"/>
    <w:pPr>
      <w:numPr>
        <w:numId w:val="7"/>
      </w:numPr>
    </w:pPr>
  </w:style>
  <w:style w:type="character" w:styleId="FollowedHyperlink">
    <w:name w:val="FollowedHyperlink"/>
    <w:rPr>
      <w:color w:val="800080"/>
      <w:u w:val="single"/>
    </w:rPr>
  </w:style>
  <w:style w:type="character" w:customStyle="1" w:styleId="Element">
    <w:name w:val="Element"/>
    <w:rsid w:val="0094275A"/>
    <w:rPr>
      <w:rFonts w:ascii="Courier New" w:hAnsi="Courier New"/>
      <w:sz w:val="20"/>
    </w:rPr>
  </w:style>
  <w:style w:type="character" w:customStyle="1" w:styleId="Attribute">
    <w:name w:val="Attribute"/>
    <w:rsid w:val="00446417"/>
    <w:rPr>
      <w:rFonts w:ascii="Courier New" w:hAnsi="Courier New"/>
      <w:sz w:val="20"/>
    </w:rPr>
  </w:style>
  <w:style w:type="character" w:customStyle="1" w:styleId="Keyword">
    <w:name w:val="Keyword"/>
    <w:basedOn w:val="Element"/>
    <w:rsid w:val="0094275A"/>
    <w:rPr>
      <w:rFonts w:ascii="Courier New" w:hAnsi="Courier New"/>
      <w:sz w:val="20"/>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link w:val="FooterChar"/>
    <w:rsid w:val="000307A3"/>
    <w:pPr>
      <w:tabs>
        <w:tab w:val="center" w:pos="4320"/>
        <w:tab w:val="right" w:pos="8640"/>
      </w:tabs>
      <w:spacing w:before="120" w:after="0"/>
      <w:contextualSpacing/>
    </w:pPr>
    <w:rPr>
      <w:sz w:val="16"/>
    </w:rPr>
  </w:style>
  <w:style w:type="character" w:styleId="PageNumber">
    <w:name w:val="page number"/>
    <w:basedOn w:val="DefaultParagraphFont"/>
  </w:style>
  <w:style w:type="paragraph" w:customStyle="1" w:styleId="AppendixHeading1">
    <w:name w:val="AppendixHeading1"/>
    <w:basedOn w:val="Heading1"/>
    <w:next w:val="Normal"/>
    <w:rsid w:val="004E374A"/>
    <w:pPr>
      <w:numPr>
        <w:numId w:val="7"/>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sid w:val="0094275A"/>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4"/>
      </w:numPr>
    </w:pPr>
  </w:style>
  <w:style w:type="paragraph" w:customStyle="1" w:styleId="RelatedWork">
    <w:name w:val="Related Work"/>
    <w:basedOn w:val="Titlepageinfodescription"/>
    <w:rsid w:val="006B4FF8"/>
    <w:pPr>
      <w:numPr>
        <w:numId w:val="5"/>
      </w:numPr>
      <w:spacing w:after="80"/>
    </w:pPr>
  </w:style>
  <w:style w:type="paragraph" w:customStyle="1" w:styleId="Abstract">
    <w:name w:val="Abstract"/>
    <w:basedOn w:val="Titlepageinfodescription"/>
    <w:rsid w:val="00DD5125"/>
    <w:pPr>
      <w:spacing w:after="80"/>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7"/>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outlineLvl w:val="3"/>
    </w:pPr>
    <w:rPr>
      <w:iCs w:val="0"/>
      <w:sz w:val="24"/>
    </w:rPr>
  </w:style>
  <w:style w:type="paragraph" w:customStyle="1" w:styleId="AppendixHeading5">
    <w:name w:val="AppendixHeading5"/>
    <w:basedOn w:val="AppendixHeading4"/>
    <w:next w:val="Normal"/>
    <w:rsid w:val="00B1130E"/>
    <w:pPr>
      <w:numPr>
        <w:ilvl w:val="4"/>
      </w:numPr>
      <w:spacing w:before="200"/>
      <w:outlineLvl w:val="4"/>
    </w:pPr>
    <w:rPr>
      <w:sz w:val="20"/>
    </w:rPr>
  </w:style>
  <w:style w:type="character" w:styleId="HTMLSample">
    <w:name w:val="HTML Sample"/>
    <w:basedOn w:val="DefaultParagraphFont"/>
    <w:semiHidden/>
    <w:unhideWhenUsed/>
    <w:rsid w:val="0094275A"/>
    <w:rPr>
      <w:rFonts w:ascii="Courier New" w:hAnsi="Courier New"/>
      <w:sz w:val="24"/>
      <w:szCs w:val="24"/>
    </w:rPr>
  </w:style>
  <w:style w:type="paragraph" w:styleId="MacroText">
    <w:name w:val="macro"/>
    <w:link w:val="MacroTextChar"/>
    <w:semiHidden/>
    <w:unhideWhenUsed/>
    <w:rsid w:val="0094275A"/>
    <w:pPr>
      <w:tabs>
        <w:tab w:val="left" w:pos="480"/>
        <w:tab w:val="left" w:pos="960"/>
        <w:tab w:val="left" w:pos="1440"/>
        <w:tab w:val="left" w:pos="1920"/>
        <w:tab w:val="left" w:pos="2400"/>
        <w:tab w:val="left" w:pos="2880"/>
        <w:tab w:val="left" w:pos="3360"/>
        <w:tab w:val="left" w:pos="3840"/>
        <w:tab w:val="left" w:pos="4320"/>
      </w:tabs>
      <w:spacing w:before="80"/>
    </w:pPr>
    <w:rPr>
      <w:rFonts w:ascii="Courier New" w:hAnsi="Courier New"/>
    </w:rPr>
  </w:style>
  <w:style w:type="character" w:customStyle="1" w:styleId="MacroTextChar">
    <w:name w:val="Macro Text Char"/>
    <w:basedOn w:val="DefaultParagraphFont"/>
    <w:link w:val="MacroText"/>
    <w:semiHidden/>
    <w:rsid w:val="0094275A"/>
    <w:rPr>
      <w:rFonts w:ascii="Courier New" w:hAnsi="Courier New"/>
    </w:rPr>
  </w:style>
  <w:style w:type="paragraph" w:styleId="PlainText">
    <w:name w:val="Plain Text"/>
    <w:basedOn w:val="Normal"/>
    <w:link w:val="PlainTextChar"/>
    <w:semiHidden/>
    <w:unhideWhenUsed/>
    <w:rsid w:val="0094275A"/>
    <w:pPr>
      <w:spacing w:before="0" w:after="0"/>
    </w:pPr>
    <w:rPr>
      <w:rFonts w:ascii="Courier New" w:hAnsi="Courier New"/>
      <w:sz w:val="21"/>
      <w:szCs w:val="21"/>
    </w:rPr>
  </w:style>
  <w:style w:type="character" w:customStyle="1" w:styleId="PlainTextChar">
    <w:name w:val="Plain Text Char"/>
    <w:basedOn w:val="DefaultParagraphFont"/>
    <w:link w:val="PlainText"/>
    <w:semiHidden/>
    <w:rsid w:val="0094275A"/>
    <w:rPr>
      <w:rFonts w:ascii="Courier New" w:hAnsi="Courier New"/>
      <w:sz w:val="21"/>
      <w:szCs w:val="21"/>
    </w:rPr>
  </w:style>
  <w:style w:type="paragraph" w:styleId="BodyText">
    <w:name w:val="Body Text"/>
    <w:basedOn w:val="Normal"/>
    <w:link w:val="BodyTextChar"/>
    <w:unhideWhenUsed/>
    <w:rsid w:val="00446417"/>
    <w:pPr>
      <w:spacing w:after="120"/>
    </w:pPr>
  </w:style>
  <w:style w:type="character" w:customStyle="1" w:styleId="BodyTextChar">
    <w:name w:val="Body Text Char"/>
    <w:basedOn w:val="DefaultParagraphFont"/>
    <w:link w:val="BodyText"/>
    <w:rsid w:val="00446417"/>
    <w:rPr>
      <w:rFonts w:ascii="Liberation Sans" w:hAnsi="Liberation Sans"/>
      <w:szCs w:val="24"/>
    </w:rPr>
  </w:style>
  <w:style w:type="character" w:customStyle="1" w:styleId="FooterChar">
    <w:name w:val="Footer Char"/>
    <w:link w:val="Footer"/>
    <w:rsid w:val="00C50A5F"/>
    <w:rPr>
      <w:rFonts w:ascii="Liberation Sans" w:hAnsi="Liberation Sans"/>
      <w:sz w:val="16"/>
      <w:szCs w:val="24"/>
    </w:rPr>
  </w:style>
  <w:style w:type="paragraph" w:styleId="BalloonText">
    <w:name w:val="Balloon Text"/>
    <w:basedOn w:val="Normal"/>
    <w:link w:val="BalloonTextChar"/>
    <w:rsid w:val="00C50A5F"/>
    <w:pPr>
      <w:spacing w:before="0" w:after="0"/>
    </w:pPr>
    <w:rPr>
      <w:rFonts w:ascii="Tahoma" w:hAnsi="Tahoma"/>
      <w:sz w:val="16"/>
      <w:szCs w:val="16"/>
      <w:lang w:val="x-none" w:eastAsia="x-none"/>
    </w:rPr>
  </w:style>
  <w:style w:type="character" w:customStyle="1" w:styleId="BalloonTextChar">
    <w:name w:val="Balloon Text Char"/>
    <w:basedOn w:val="DefaultParagraphFont"/>
    <w:link w:val="BalloonText"/>
    <w:rsid w:val="00C50A5F"/>
    <w:rPr>
      <w:rFonts w:ascii="Tahoma" w:hAnsi="Tahoma"/>
      <w:sz w:val="16"/>
      <w:szCs w:val="16"/>
      <w:lang w:val="x-none" w:eastAsia="x-none"/>
    </w:rPr>
  </w:style>
  <w:style w:type="paragraph" w:styleId="TOC8">
    <w:name w:val="toc 8"/>
    <w:basedOn w:val="Normal"/>
    <w:next w:val="Normal"/>
    <w:autoRedefine/>
    <w:uiPriority w:val="39"/>
    <w:unhideWhenUsed/>
    <w:rsid w:val="00C50A5F"/>
    <w:pPr>
      <w:spacing w:after="100"/>
      <w:ind w:left="1400"/>
    </w:pPr>
    <w:rPr>
      <w:rFonts w:ascii="Arial" w:hAnsi="Arial"/>
    </w:rPr>
  </w:style>
  <w:style w:type="paragraph" w:styleId="TOC9">
    <w:name w:val="toc 9"/>
    <w:basedOn w:val="Normal"/>
    <w:next w:val="Normal"/>
    <w:autoRedefine/>
    <w:uiPriority w:val="39"/>
    <w:unhideWhenUsed/>
    <w:rsid w:val="00C50A5F"/>
    <w:pPr>
      <w:spacing w:after="100"/>
      <w:ind w:left="1600"/>
    </w:pPr>
    <w:rPr>
      <w:rFonts w:ascii="Arial" w:hAnsi="Arial"/>
    </w:rPr>
  </w:style>
  <w:style w:type="character" w:customStyle="1" w:styleId="UnresolvedMention1">
    <w:name w:val="Unresolved Mention1"/>
    <w:basedOn w:val="DefaultParagraphFont"/>
    <w:uiPriority w:val="99"/>
    <w:semiHidden/>
    <w:unhideWhenUsed/>
    <w:rsid w:val="00C50A5F"/>
    <w:rPr>
      <w:color w:val="808080"/>
      <w:shd w:val="clear" w:color="auto" w:fill="E6E6E6"/>
    </w:rPr>
  </w:style>
  <w:style w:type="paragraph" w:customStyle="1" w:styleId="NumberedCode">
    <w:name w:val="NumberedCode"/>
    <w:basedOn w:val="Normal"/>
    <w:autoRedefine/>
    <w:uiPriority w:val="99"/>
    <w:rsid w:val="00C50A5F"/>
    <w:pPr>
      <w:shd w:val="clear" w:color="auto" w:fill="EAEAEA"/>
      <w:spacing w:before="0" w:after="0"/>
      <w:ind w:left="720"/>
    </w:pPr>
    <w:rPr>
      <w:rFonts w:ascii="Courier New" w:hAnsi="Courier New" w:cs="Courier New"/>
      <w:bCs/>
      <w:szCs w:val="20"/>
    </w:rPr>
  </w:style>
  <w:style w:type="paragraph" w:styleId="ListParagraph">
    <w:name w:val="List Paragraph"/>
    <w:basedOn w:val="Normal"/>
    <w:uiPriority w:val="34"/>
    <w:qFormat/>
    <w:rsid w:val="00C50A5F"/>
    <w:pPr>
      <w:ind w:left="720"/>
      <w:contextualSpacing/>
    </w:pPr>
    <w:rPr>
      <w:rFonts w:ascii="Arial" w:hAnsi="Arial"/>
    </w:rPr>
  </w:style>
  <w:style w:type="character" w:styleId="CommentReference">
    <w:name w:val="annotation reference"/>
    <w:basedOn w:val="DefaultParagraphFont"/>
    <w:semiHidden/>
    <w:unhideWhenUsed/>
    <w:rsid w:val="00C50A5F"/>
    <w:rPr>
      <w:sz w:val="16"/>
      <w:szCs w:val="16"/>
    </w:rPr>
  </w:style>
  <w:style w:type="paragraph" w:styleId="CommentText">
    <w:name w:val="annotation text"/>
    <w:basedOn w:val="Normal"/>
    <w:link w:val="CommentTextChar"/>
    <w:semiHidden/>
    <w:unhideWhenUsed/>
    <w:rsid w:val="00C50A5F"/>
    <w:rPr>
      <w:rFonts w:ascii="Arial" w:hAnsi="Arial"/>
      <w:szCs w:val="20"/>
    </w:rPr>
  </w:style>
  <w:style w:type="character" w:customStyle="1" w:styleId="CommentTextChar">
    <w:name w:val="Comment Text Char"/>
    <w:basedOn w:val="DefaultParagraphFont"/>
    <w:link w:val="CommentText"/>
    <w:semiHidden/>
    <w:rsid w:val="00C50A5F"/>
    <w:rPr>
      <w:rFonts w:ascii="Arial" w:hAnsi="Arial"/>
    </w:rPr>
  </w:style>
  <w:style w:type="paragraph" w:styleId="CommentSubject">
    <w:name w:val="annotation subject"/>
    <w:basedOn w:val="CommentText"/>
    <w:next w:val="CommentText"/>
    <w:link w:val="CommentSubjectChar"/>
    <w:semiHidden/>
    <w:unhideWhenUsed/>
    <w:rsid w:val="00C50A5F"/>
    <w:rPr>
      <w:b/>
      <w:bCs/>
    </w:rPr>
  </w:style>
  <w:style w:type="character" w:customStyle="1" w:styleId="CommentSubjectChar">
    <w:name w:val="Comment Subject Char"/>
    <w:basedOn w:val="CommentTextChar"/>
    <w:link w:val="CommentSubject"/>
    <w:semiHidden/>
    <w:rsid w:val="00C50A5F"/>
    <w:rPr>
      <w:rFonts w:ascii="Arial" w:hAnsi="Arial"/>
      <w:b/>
      <w:bCs/>
    </w:rPr>
  </w:style>
  <w:style w:type="character" w:styleId="UnresolvedMention">
    <w:name w:val="Unresolved Mention"/>
    <w:basedOn w:val="DefaultParagraphFont"/>
    <w:rsid w:val="00C50A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yperlink" Target="https://docs.oasis-open.org/bdxr/bdx-smp/v2.0/os/xsd/" TargetMode="External"/><Relationship Id="rId21" Type="http://schemas.openxmlformats.org/officeDocument/2006/relationships/hyperlink" Target="mailto:erlend.klakegg.bergheim@difi.no" TargetMode="External"/><Relationship Id="rId42" Type="http://schemas.openxmlformats.org/officeDocument/2006/relationships/hyperlink" Target="https://www.oasis-open.org/policies-guidelines/ipr" TargetMode="External"/><Relationship Id="rId47" Type="http://schemas.openxmlformats.org/officeDocument/2006/relationships/hyperlink" Target="https://www.oasis-open.org/policies-guidelines/ipr" TargetMode="External"/><Relationship Id="rId63" Type="http://schemas.openxmlformats.org/officeDocument/2006/relationships/hyperlink" Target="http://tools.ietf.org/rfc/rfc3986" TargetMode="External"/><Relationship Id="rId68" Type="http://schemas.openxmlformats.org/officeDocument/2006/relationships/hyperlink" Target="http://uri.etsi.org/01903/v1.4.1/ts_101903v010401p.pdf" TargetMode="External"/><Relationship Id="rId16" Type="http://schemas.openxmlformats.org/officeDocument/2006/relationships/hyperlink" Target="https://docs.oasis-open.org/bdxr/bdx-smp/v2.0/bdx-smp-v2.0.html" TargetMode="External"/><Relationship Id="rId11" Type="http://schemas.openxmlformats.org/officeDocument/2006/relationships/hyperlink" Target="https://docs.oasis-open.org/bdxr/bdx-smp/v2.0/os/bdx-smp-v2.0-os.pdf" TargetMode="External"/><Relationship Id="rId24" Type="http://schemas.openxmlformats.org/officeDocument/2006/relationships/hyperlink" Target="mailto:gkholman@CraneSoftwrights.com" TargetMode="External"/><Relationship Id="rId32" Type="http://schemas.openxmlformats.org/officeDocument/2006/relationships/hyperlink" Target="http://docs.oasis-open.org/bdxr/ns/SMP/2/ServiceMetadata" TargetMode="External"/><Relationship Id="rId37" Type="http://schemas.openxmlformats.org/officeDocument/2006/relationships/hyperlink" Target="http://docs.oasis-open.org/bdxr/ns/SMP/2/UnqualifiedDataTypes" TargetMode="External"/><Relationship Id="rId40" Type="http://schemas.openxmlformats.org/officeDocument/2006/relationships/hyperlink" Target="https://www.oasis-open.org/committees/bdxr/" TargetMode="External"/><Relationship Id="rId45" Type="http://schemas.openxmlformats.org/officeDocument/2006/relationships/hyperlink" Target="https://docs.oasis-open.org/bdxr/bdx-smp/v2.0/cs03/bdx-smp-v2.0-cs03.html" TargetMode="External"/><Relationship Id="rId53" Type="http://schemas.openxmlformats.org/officeDocument/2006/relationships/hyperlink" Target="https://www.oasis-open.org/policies-guidelines/ipr" TargetMode="External"/><Relationship Id="rId58" Type="http://schemas.openxmlformats.org/officeDocument/2006/relationships/hyperlink" Target="http://www.ietf.org/rfc/rfc7232.txt" TargetMode="External"/><Relationship Id="rId66" Type="http://schemas.openxmlformats.org/officeDocument/2006/relationships/hyperlink" Target="http://docs.oasis-open.org/bdxr/BDX-Location/v1.0/cs01/BDX-Location-v1.0-cs01.html" TargetMode="External"/><Relationship Id="rId74" Type="http://schemas.openxmlformats.org/officeDocument/2006/relationships/hyperlink" Target="http://www.w3.org/2006/12/xml-c14n11" TargetMode="External"/><Relationship Id="rId5" Type="http://schemas.openxmlformats.org/officeDocument/2006/relationships/webSettings" Target="webSettings.xml"/><Relationship Id="rId61" Type="http://schemas.openxmlformats.org/officeDocument/2006/relationships/hyperlink" Target="http://www.w3.org/TR/xmldsig-core1/" TargetMode="External"/><Relationship Id="rId19" Type="http://schemas.openxmlformats.org/officeDocument/2006/relationships/hyperlink" Target="mailto:kbengtsson@efact.pe" TargetMode="External"/><Relationship Id="rId14" Type="http://schemas.openxmlformats.org/officeDocument/2006/relationships/hyperlink" Target="https://docs.oasis-open.org/bdxr/bdx-smp/v2.0/cs03/bdx-smp-v2.0-cs03.pdf" TargetMode="External"/><Relationship Id="rId22" Type="http://schemas.openxmlformats.org/officeDocument/2006/relationships/hyperlink" Target="http://www.difi.no/" TargetMode="External"/><Relationship Id="rId27" Type="http://schemas.openxmlformats.org/officeDocument/2006/relationships/hyperlink" Target="https://docs.oasis-open.org/bdxr/bdx-smp/v2.0/os/xsdrt/" TargetMode="External"/><Relationship Id="rId30" Type="http://schemas.openxmlformats.org/officeDocument/2006/relationships/hyperlink" Target="http://docs.oasis-open.org/bdxr/BDX-Location/v1.0/BDX-Location-v1.0.html" TargetMode="External"/><Relationship Id="rId35" Type="http://schemas.openxmlformats.org/officeDocument/2006/relationships/hyperlink" Target="http://docs.oasis-open.org/bdxr/ns/SMP/2/ExtensionComponents" TargetMode="External"/><Relationship Id="rId43" Type="http://schemas.openxmlformats.org/officeDocument/2006/relationships/hyperlink" Target="https://www.oasis-open.org/committees/bdxr/ipr.php" TargetMode="External"/><Relationship Id="rId48" Type="http://schemas.openxmlformats.org/officeDocument/2006/relationships/hyperlink" Target="https://www.oasis-open.org/" TargetMode="External"/><Relationship Id="rId56" Type="http://schemas.openxmlformats.org/officeDocument/2006/relationships/hyperlink" Target="http://www.ietf.org/rfc/rfc2119.txt" TargetMode="External"/><Relationship Id="rId64" Type="http://schemas.openxmlformats.org/officeDocument/2006/relationships/hyperlink" Target="http://www.w3.org/TR/2008/REC-xml-c14n11-20080502/" TargetMode="External"/><Relationship Id="rId69" Type="http://schemas.openxmlformats.org/officeDocument/2006/relationships/image" Target="media/image2.png"/><Relationship Id="rId77"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footer" Target="footer1.xml"/><Relationship Id="rId72" Type="http://schemas.openxmlformats.org/officeDocument/2006/relationships/image" Target="media/image5.png"/><Relationship Id="rId3" Type="http://schemas.openxmlformats.org/officeDocument/2006/relationships/styles" Target="styles.xml"/><Relationship Id="rId12" Type="http://schemas.openxmlformats.org/officeDocument/2006/relationships/hyperlink" Target="https://docs.oasis-open.org/bdxr/bdx-smp/v2.0/cs03/bdx-smp-v2.0-cs03.docx" TargetMode="External"/><Relationship Id="rId17" Type="http://schemas.openxmlformats.org/officeDocument/2006/relationships/hyperlink" Target="https://docs.oasis-open.org/bdxr/bdx-smp/v2.0/bdx-smp-v2.0.pdf" TargetMode="External"/><Relationship Id="rId25" Type="http://schemas.openxmlformats.org/officeDocument/2006/relationships/hyperlink" Target="http://www.cranesoftwrights.com/links/info-bdxr.htm" TargetMode="External"/><Relationship Id="rId33" Type="http://schemas.openxmlformats.org/officeDocument/2006/relationships/hyperlink" Target="http://docs.oasis-open.org/bdxr/ns/SMP/2/AggregateComponents" TargetMode="External"/><Relationship Id="rId38" Type="http://schemas.openxmlformats.org/officeDocument/2006/relationships/hyperlink" Target="https://www.oasis-open.org/committees/tc_home.php?wg_abbrev=bdxr" TargetMode="External"/><Relationship Id="rId46" Type="http://schemas.openxmlformats.org/officeDocument/2006/relationships/hyperlink" Target="https://docs.oasis-open.org/bdxr/bdx-smp/v2.0/bdx-smp-v2.0.html" TargetMode="External"/><Relationship Id="rId59" Type="http://schemas.openxmlformats.org/officeDocument/2006/relationships/hyperlink" Target="http://www.w3.org/TR/xml/" TargetMode="External"/><Relationship Id="rId67" Type="http://schemas.openxmlformats.org/officeDocument/2006/relationships/hyperlink" Target="https://docs.oasis-open.org/ebcore/PartyIdType/v1.0/PartyIdType-1.0.odt" TargetMode="External"/><Relationship Id="rId20" Type="http://schemas.openxmlformats.org/officeDocument/2006/relationships/hyperlink" Target="mailto:kbengtsson@efact.pe" TargetMode="External"/><Relationship Id="rId41" Type="http://schemas.openxmlformats.org/officeDocument/2006/relationships/hyperlink" Target="https://www.oasis-open.org/policies-guidelines/ipr" TargetMode="External"/><Relationship Id="rId54" Type="http://schemas.openxmlformats.org/officeDocument/2006/relationships/hyperlink" Target="https://www.oasis-open.org/policies-guidelines/ipr" TargetMode="External"/><Relationship Id="rId62" Type="http://schemas.openxmlformats.org/officeDocument/2006/relationships/hyperlink" Target="http://www.unece.org/fileadmin/DAM/cefact/codesfortrade/CCTS/CCTS_V2-01_Final.pdf" TargetMode="External"/><Relationship Id="rId70" Type="http://schemas.openxmlformats.org/officeDocument/2006/relationships/image" Target="media/image3.png"/><Relationship Id="rId75" Type="http://schemas.openxmlformats.org/officeDocument/2006/relationships/hyperlink" Target="http://www.w3.org/2001/04/xmldsig-more"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cs.oasis-open.org/bdxr/bdx-smp/v2.0/bdx-smp-v2.0.docx" TargetMode="External"/><Relationship Id="rId23" Type="http://schemas.openxmlformats.org/officeDocument/2006/relationships/hyperlink" Target="mailto:sander@chasquis-consulting.com" TargetMode="External"/><Relationship Id="rId28" Type="http://schemas.openxmlformats.org/officeDocument/2006/relationships/hyperlink" Target="https://docs.oasis-open.org/bdxr/bdx-smp/v2.0/os/mod/" TargetMode="External"/><Relationship Id="rId36" Type="http://schemas.openxmlformats.org/officeDocument/2006/relationships/hyperlink" Target="http://docs.oasis-open.org/bdxr/ns/SMP/2/QualifiedDataTypes" TargetMode="External"/><Relationship Id="rId49" Type="http://schemas.openxmlformats.org/officeDocument/2006/relationships/hyperlink" Target="https://www.oasis-open.org/policies-guidelines/trademark" TargetMode="External"/><Relationship Id="rId57" Type="http://schemas.openxmlformats.org/officeDocument/2006/relationships/hyperlink" Target="https://tools.ietf.org/html/rfc7231" TargetMode="External"/><Relationship Id="rId10" Type="http://schemas.openxmlformats.org/officeDocument/2006/relationships/hyperlink" Target="https://docs.oasis-open.org/bdxr/bdx-smp/v2.0/os/bdx-smp-v2.0-os.html" TargetMode="External"/><Relationship Id="rId31" Type="http://schemas.openxmlformats.org/officeDocument/2006/relationships/hyperlink" Target="http://docs.oasis-open.org/bdxr/ns/SMP/2/ServiceGroup" TargetMode="External"/><Relationship Id="rId44" Type="http://schemas.openxmlformats.org/officeDocument/2006/relationships/hyperlink" Target="https://www.oasis-open.org/policies-guidelines/tc-process" TargetMode="External"/><Relationship Id="rId52" Type="http://schemas.openxmlformats.org/officeDocument/2006/relationships/footer" Target="footer2.xml"/><Relationship Id="rId60" Type="http://schemas.openxmlformats.org/officeDocument/2006/relationships/hyperlink" Target="http://www.unicode.org/versions/Unicode7.0.0/" TargetMode="External"/><Relationship Id="rId65" Type="http://schemas.openxmlformats.org/officeDocument/2006/relationships/hyperlink" Target="http://www.ics.uci.edu/~fielding/pubs/dissertation/top.htm" TargetMode="External"/><Relationship Id="rId73" Type="http://schemas.openxmlformats.org/officeDocument/2006/relationships/hyperlink" Target="http://www.w3.org/2000/09/xmldsig" TargetMode="Externa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ocs.oasis-open.org/bdxr/bdx-smp/v2.0/os/bdx-smp-v2.0-os.docx" TargetMode="External"/><Relationship Id="rId13" Type="http://schemas.openxmlformats.org/officeDocument/2006/relationships/hyperlink" Target="https://docs.oasis-open.org/bdxr/bdx-smp/v2.0/cs03/bdx-smp-v2.0-cs03.html" TargetMode="External"/><Relationship Id="rId18" Type="http://schemas.openxmlformats.org/officeDocument/2006/relationships/hyperlink" Target="https://www.oasis-open.org/committees/bdxr/" TargetMode="External"/><Relationship Id="rId39" Type="http://schemas.openxmlformats.org/officeDocument/2006/relationships/hyperlink" Target="https://www.oasis-open.org/committees/comments/index.php?wg_abbrev=bdxr" TargetMode="External"/><Relationship Id="rId34" Type="http://schemas.openxmlformats.org/officeDocument/2006/relationships/hyperlink" Target="http://docs.oasis-open.org/bdxr/ns/SMP/2/BasicComponents" TargetMode="External"/><Relationship Id="rId50" Type="http://schemas.openxmlformats.org/officeDocument/2006/relationships/header" Target="header1.xml"/><Relationship Id="rId55" Type="http://schemas.openxmlformats.org/officeDocument/2006/relationships/hyperlink" Target="https://www.oasis-open.org/committees/bdxr/ipr.php" TargetMode="External"/><Relationship Id="rId76" Type="http://schemas.openxmlformats.org/officeDocument/2006/relationships/hyperlink" Target="http://www.w3.org/2001/04/xmlenc" TargetMode="External"/><Relationship Id="rId7" Type="http://schemas.openxmlformats.org/officeDocument/2006/relationships/endnotes" Target="endnotes.xml"/><Relationship Id="rId71" Type="http://schemas.openxmlformats.org/officeDocument/2006/relationships/image" Target="media/image4.png"/><Relationship Id="rId2" Type="http://schemas.openxmlformats.org/officeDocument/2006/relationships/numbering" Target="numbering.xml"/><Relationship Id="rId29" Type="http://schemas.openxmlformats.org/officeDocument/2006/relationships/hyperlink" Target="http://docs.oasis-open.org/bdxr/bdx-smp/v1.0/os/bdx-smp-v1.0-o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BA837C-F6C9-46F8-8B7E-306BE1EAC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StandardsTrackFrontMatter-kim-feb3.dot</Template>
  <TotalTime>96</TotalTime>
  <Pages>28</Pages>
  <Words>9593</Words>
  <Characters>54681</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Service Metadata Publishing (SMP) Version 2.0</vt:lpstr>
    </vt:vector>
  </TitlesOfParts>
  <Company/>
  <LinksUpToDate>false</LinksUpToDate>
  <CharactersWithSpaces>64146</CharactersWithSpaces>
  <SharedDoc>false</SharedDoc>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Metadata Publishing (SMP) Version 2.0</dc:title>
  <dc:creator>OASIS Business Document Exchange (BDXR) TC</dc:creator>
  <dc:description>This document describes a protocol for publishing service metadata within a 4-corner network.</dc:description>
  <cp:lastModifiedBy>Paul</cp:lastModifiedBy>
  <cp:revision>8</cp:revision>
  <cp:lastPrinted>2011-08-24T20:10:00Z</cp:lastPrinted>
  <dcterms:created xsi:type="dcterms:W3CDTF">2020-01-21T18:13:00Z</dcterms:created>
  <dcterms:modified xsi:type="dcterms:W3CDTF">2021-02-16T19:31:00Z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